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B0D56" w14:textId="643A2AA7" w:rsidR="00746569" w:rsidRDefault="00E45F43" w:rsidP="00B2459C">
      <w:pPr>
        <w:pStyle w:val="Fibocomzh3"/>
      </w:pPr>
      <w:r w:rsidRPr="00746569">
        <w:drawing>
          <wp:anchor distT="0" distB="0" distL="114300" distR="114300" simplePos="0" relativeHeight="251686912" behindDoc="1" locked="0" layoutInCell="1" allowOverlap="1" wp14:anchorId="5BB7D25D" wp14:editId="0CB4D6FB">
            <wp:simplePos x="0" y="0"/>
            <wp:positionH relativeFrom="page">
              <wp:posOffset>-90170</wp:posOffset>
            </wp:positionH>
            <wp:positionV relativeFrom="paragraph">
              <wp:posOffset>-763905</wp:posOffset>
            </wp:positionV>
            <wp:extent cx="7703185" cy="10675620"/>
            <wp:effectExtent l="0" t="0" r="0" b="0"/>
            <wp:wrapNone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新英文产品文档封面图片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3185" cy="10675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BE9E5A" w14:textId="2295679D" w:rsidR="009A38C5" w:rsidRPr="00E45F43" w:rsidRDefault="00746569">
      <w:pPr>
        <w:widowControl/>
        <w:spacing w:line="240" w:lineRule="auto"/>
        <w:rPr>
          <w:rFonts w:eastAsiaTheme="minorEastAsia"/>
          <w:spacing w:val="-2"/>
        </w:rPr>
      </w:pPr>
      <w:r w:rsidRPr="00746569">
        <w:rPr>
          <w:rFonts w:eastAsiaTheme="minorEastAsia"/>
          <w:noProof/>
          <w:spacing w:val="-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91B5FC" wp14:editId="7CB90CE5">
                <wp:simplePos x="0" y="0"/>
                <wp:positionH relativeFrom="margin">
                  <wp:align>right</wp:align>
                </wp:positionH>
                <wp:positionV relativeFrom="paragraph">
                  <wp:posOffset>2367280</wp:posOffset>
                </wp:positionV>
                <wp:extent cx="6442517" cy="3951798"/>
                <wp:effectExtent l="0" t="0" r="0" b="0"/>
                <wp:wrapNone/>
                <wp:docPr id="32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2517" cy="39517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 w14:paraId="1BB40939" w14:textId="7253C68C" w:rsidR="00746569" w:rsidRPr="005A1013" w:rsidRDefault="00672F76" w:rsidP="00B2459C">
                            <w:pPr>
                              <w:pStyle w:val="Fibocomzh7"/>
                            </w:pPr>
                            <w:r>
                              <w:t>QMI_WWAN</w:t>
                            </w:r>
                            <w:r w:rsidR="00746569" w:rsidRPr="00FA7A9C">
                              <w:rPr>
                                <w:rFonts w:hint="eastAsia"/>
                              </w:rPr>
                              <w:t>驱动集成及拨号指南</w:t>
                            </w:r>
                            <w:r w:rsidR="00746569" w:rsidRPr="00FA7A9C">
                              <w:rPr>
                                <w:rFonts w:hint="eastAsia"/>
                              </w:rPr>
                              <w:t>_Linux</w:t>
                            </w:r>
                            <w:r w:rsidR="002D303A" w:rsidRPr="00FA7A9C">
                              <w:rPr>
                                <w:rFonts w:hint="eastAsia"/>
                              </w:rPr>
                              <w:t>（</w:t>
                            </w:r>
                            <w:r w:rsidR="00746569" w:rsidRPr="00FA7A9C">
                              <w:rPr>
                                <w:rFonts w:hint="eastAsia"/>
                              </w:rPr>
                              <w:t>嵌入式</w:t>
                            </w:r>
                            <w:r w:rsidR="002D303A" w:rsidRPr="00FA7A9C"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360C8B1D" w14:textId="2727E3BA" w:rsidR="00746569" w:rsidRPr="00805C3C" w:rsidRDefault="005102D3" w:rsidP="00805C3C">
                            <w:pPr>
                              <w:pStyle w:val="Fibocomzh9"/>
                            </w:pPr>
                            <w:r w:rsidRPr="00805C3C">
                              <w:t>V</w:t>
                            </w:r>
                            <w:r w:rsidR="00B63BCB">
                              <w:t>2.2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1B5FC" id="文本框 53" o:spid="_x0000_s1026" style="position:absolute;margin-left:456.1pt;margin-top:186.4pt;width:507.3pt;height:311.15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" stroked="f">
                <v:textbox>
                  <w:txbxContent>
                    <w:p w14:paraId="1BB40939" w14:textId="7253C68C" w:rsidR="00746569" w:rsidRPr="005A1013" w:rsidRDefault="00672F76" w:rsidP="00B2459C">
                      <w:pPr>
                        <w:pStyle w:val="Fibocomzh7"/>
                      </w:pPr>
                      <w:r>
                        <w:t>QMI_WWAN</w:t>
                      </w:r>
                      <w:r w:rsidR="00746569" w:rsidRPr="00FA7A9C">
                        <w:rPr>
                          <w:rFonts w:hint="eastAsia"/>
                        </w:rPr>
                        <w:t>驱动集成及拨号指南</w:t>
                      </w:r>
                      <w:r w:rsidR="00746569" w:rsidRPr="00FA7A9C">
                        <w:rPr>
                          <w:rFonts w:hint="eastAsia"/>
                        </w:rPr>
                        <w:t>_Linux</w:t>
                      </w:r>
                      <w:r w:rsidR="002D303A" w:rsidRPr="00FA7A9C">
                        <w:rPr>
                          <w:rFonts w:hint="eastAsia"/>
                        </w:rPr>
                        <w:t>（</w:t>
                      </w:r>
                      <w:r w:rsidR="00746569" w:rsidRPr="00FA7A9C">
                        <w:rPr>
                          <w:rFonts w:hint="eastAsia"/>
                        </w:rPr>
                        <w:t>嵌入式</w:t>
                      </w:r>
                      <w:r w:rsidR="002D303A" w:rsidRPr="00FA7A9C">
                        <w:rPr>
                          <w:rFonts w:hint="eastAsia"/>
                        </w:rPr>
                        <w:t>）</w:t>
                      </w:r>
                    </w:p>
                    <w:p w14:paraId="360C8B1D" w14:textId="2727E3BA" w:rsidR="00746569" w:rsidRPr="00805C3C" w:rsidRDefault="005102D3" w:rsidP="00805C3C">
                      <w:pPr>
                        <w:pStyle w:val="Fibocomzh9"/>
                      </w:pPr>
                      <w:r w:rsidRPr="00805C3C">
                        <w:t>V</w:t>
                      </w:r>
                      <w:r w:rsidR="00B63BCB">
                        <w:t>2.2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eastAsiaTheme="minorEastAsia"/>
          <w:spacing w:val="-2"/>
        </w:rPr>
        <w:br w:type="page"/>
      </w:r>
    </w:p>
    <w:p w14:paraId="7AD1F929" w14:textId="77777777" w:rsidR="00E45F43" w:rsidRPr="000C5008" w:rsidRDefault="00E45F43" w:rsidP="00E45F43">
      <w:pPr>
        <w:rPr>
          <w:rFonts w:ascii="思源黑体 CN Regular" w:eastAsia="思源黑体 CN Regular" w:hAnsi="思源黑体 CN Regular"/>
          <w:sz w:val="28"/>
          <w:szCs w:val="28"/>
        </w:rPr>
      </w:pPr>
      <w:r w:rsidRPr="000C5008">
        <w:rPr>
          <w:rFonts w:ascii="思源黑体 CN Regular" w:eastAsia="思源黑体 CN Regular" w:hAnsi="思源黑体 CN Regular"/>
          <w:sz w:val="28"/>
          <w:szCs w:val="28"/>
        </w:rPr>
        <w:lastRenderedPageBreak/>
        <w:t>版权声明</w:t>
      </w:r>
    </w:p>
    <w:p w14:paraId="645094DA" w14:textId="77777777" w:rsidR="00E45F43" w:rsidRPr="002405D6" w:rsidRDefault="00E45F43" w:rsidP="00E45F43">
      <w:r w:rsidRPr="002405D6">
        <w:rPr>
          <w:rFonts w:hint="eastAsia"/>
        </w:rPr>
        <w:t>版权所有</w:t>
      </w:r>
      <w:r w:rsidRPr="002405D6">
        <w:rPr>
          <w:rFonts w:hint="eastAsia"/>
        </w:rPr>
        <w:t>©</w:t>
      </w:r>
      <w:r w:rsidRPr="002405D6">
        <w:t>2021</w:t>
      </w:r>
      <w:r w:rsidRPr="002405D6">
        <w:t>深圳市广和通无线股份有限公司。保留一切权利。</w:t>
      </w:r>
    </w:p>
    <w:p w14:paraId="026B4BE3" w14:textId="77777777" w:rsidR="00E45F43" w:rsidRDefault="00E45F43" w:rsidP="00E45F43">
      <w:r w:rsidRPr="002405D6">
        <w:rPr>
          <w:rFonts w:hint="eastAsia"/>
        </w:rPr>
        <w:t>非经本公司书面许可，任何单位和个人不得擅自摘抄、复制本文档内容的部分或全部，并不得以任何形式传播。</w:t>
      </w:r>
    </w:p>
    <w:p w14:paraId="694AEB06" w14:textId="77777777" w:rsidR="00E45F43" w:rsidRPr="000C5008" w:rsidRDefault="00E45F43" w:rsidP="00E45F43"/>
    <w:p w14:paraId="7A2741C9" w14:textId="77777777" w:rsidR="00E45F43" w:rsidRPr="00110705" w:rsidRDefault="00E45F43" w:rsidP="00E45F43"/>
    <w:p w14:paraId="4F13AF7C" w14:textId="77777777" w:rsidR="00E45F43" w:rsidRPr="00110705" w:rsidRDefault="00E45F43" w:rsidP="00E45F43">
      <w:pPr>
        <w:spacing w:before="240" w:after="312" w:line="288" w:lineRule="auto"/>
        <w:rPr>
          <w:rFonts w:eastAsia="思源黑体 CN Regular"/>
          <w:sz w:val="28"/>
        </w:rPr>
      </w:pPr>
      <w:r w:rsidRPr="00110705">
        <w:rPr>
          <w:rFonts w:eastAsia="思源黑体 CN Regular"/>
          <w:sz w:val="28"/>
        </w:rPr>
        <w:t>注意</w:t>
      </w:r>
    </w:p>
    <w:p w14:paraId="413FFE70" w14:textId="77777777" w:rsidR="00E45F43" w:rsidRPr="002405D6" w:rsidRDefault="00E45F43" w:rsidP="00E45F43">
      <w:pPr>
        <w:spacing w:after="312"/>
      </w:pPr>
      <w:r w:rsidRPr="002405D6">
        <w:rPr>
          <w:rFonts w:hint="eastAsia"/>
        </w:rPr>
        <w:t>由于产品版本升级或其他原因，本文档内容会不定期进行更新。除非另有约定，本文档仅作为使用指导，本文档中的所有陈述、信息和建议不构成任何明示或暗示的担保。</w:t>
      </w:r>
    </w:p>
    <w:p w14:paraId="4F10F916" w14:textId="77777777" w:rsidR="00E45F43" w:rsidRPr="00984A13" w:rsidRDefault="00E45F43" w:rsidP="00E45F43"/>
    <w:p w14:paraId="59309822" w14:textId="77777777" w:rsidR="00E45F43" w:rsidRPr="00984A13" w:rsidRDefault="00E45F43" w:rsidP="00E45F43"/>
    <w:p w14:paraId="384933B5" w14:textId="77777777" w:rsidR="00E45F43" w:rsidRPr="00110705" w:rsidRDefault="00E45F43" w:rsidP="00E45F43">
      <w:pPr>
        <w:spacing w:before="240" w:after="312" w:line="288" w:lineRule="auto"/>
        <w:rPr>
          <w:rFonts w:eastAsia="思源黑体 CN Regular"/>
          <w:sz w:val="28"/>
        </w:rPr>
      </w:pPr>
      <w:r w:rsidRPr="00110705">
        <w:rPr>
          <w:rFonts w:eastAsia="思源黑体 CN Regular"/>
          <w:sz w:val="28"/>
        </w:rPr>
        <w:t>商标申明</w:t>
      </w:r>
    </w:p>
    <w:p w14:paraId="6B517B0C" w14:textId="77777777" w:rsidR="00E45F43" w:rsidRPr="00984A13" w:rsidRDefault="00E45F43" w:rsidP="00E45F43">
      <w:pPr>
        <w:spacing w:after="312"/>
      </w:pPr>
      <w:r w:rsidRPr="00110705">
        <w:rPr>
          <w:noProof/>
        </w:rPr>
        <w:drawing>
          <wp:inline distT="0" distB="0" distL="0" distR="0" wp14:anchorId="18682FEB" wp14:editId="700315D2">
            <wp:extent cx="972980" cy="136800"/>
            <wp:effectExtent l="0" t="0" r="0" b="0"/>
            <wp:docPr id="15" name="图片 15" descr="G:\repos\cbb\zh\static\images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repos\cbb\zh\static\images\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980" cy="1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</w:t>
      </w:r>
      <w:r w:rsidRPr="002405D6">
        <w:rPr>
          <w:rFonts w:hint="eastAsia"/>
        </w:rPr>
        <w:t>为深圳市广和通无线股份有限公司的注册商标，由所有人拥有。</w:t>
      </w:r>
    </w:p>
    <w:p w14:paraId="2FEA6276" w14:textId="77777777" w:rsidR="00E45F43" w:rsidRDefault="00E45F43" w:rsidP="00E45F43">
      <w:pPr>
        <w:spacing w:after="312"/>
      </w:pPr>
    </w:p>
    <w:p w14:paraId="4DD0204F" w14:textId="77777777" w:rsidR="00E45F43" w:rsidRDefault="00E45F43" w:rsidP="00E45F43">
      <w:pPr>
        <w:spacing w:after="312"/>
      </w:pPr>
    </w:p>
    <w:p w14:paraId="44744F90" w14:textId="77777777" w:rsidR="00E45F43" w:rsidRPr="00110705" w:rsidRDefault="00E45F43" w:rsidP="00E45F43">
      <w:pPr>
        <w:tabs>
          <w:tab w:val="right" w:pos="9740"/>
        </w:tabs>
        <w:spacing w:before="240" w:after="312" w:line="288" w:lineRule="auto"/>
        <w:rPr>
          <w:rFonts w:eastAsia="思源黑体 CN Regular"/>
          <w:sz w:val="28"/>
        </w:rPr>
      </w:pPr>
      <w:r w:rsidRPr="00110705">
        <w:rPr>
          <w:rFonts w:eastAsia="思源黑体 CN Regular"/>
          <w:sz w:val="28"/>
        </w:rPr>
        <w:t>联系方式</w:t>
      </w:r>
      <w:r>
        <w:rPr>
          <w:rFonts w:eastAsia="思源黑体 CN Regular"/>
          <w:sz w:val="28"/>
        </w:rPr>
        <w:tab/>
      </w:r>
    </w:p>
    <w:p w14:paraId="3D1D317D" w14:textId="381F19DE" w:rsidR="00E45F43" w:rsidRPr="002405D6" w:rsidRDefault="00E45F43" w:rsidP="00E45F43">
      <w:r w:rsidRPr="002405D6">
        <w:rPr>
          <w:rFonts w:hint="eastAsia"/>
        </w:rPr>
        <w:t>公司网址：</w:t>
      </w:r>
      <w:r w:rsidRPr="002405D6">
        <w:t xml:space="preserve"> </w:t>
      </w:r>
      <w:r w:rsidRPr="002405D6">
        <w:rPr>
          <w:color w:val="428BCA"/>
        </w:rPr>
        <w:t>https://www.</w:t>
      </w:r>
      <w:r w:rsidR="007619B6">
        <w:rPr>
          <w:color w:val="428BCA"/>
        </w:rPr>
        <w:t>Fibocom</w:t>
      </w:r>
      <w:r w:rsidRPr="002405D6">
        <w:rPr>
          <w:color w:val="428BCA"/>
        </w:rPr>
        <w:t>.com/</w:t>
      </w:r>
    </w:p>
    <w:p w14:paraId="24004AA6" w14:textId="77777777" w:rsidR="00E45F43" w:rsidRPr="002405D6" w:rsidRDefault="00E45F43" w:rsidP="00E45F43">
      <w:r w:rsidRPr="002405D6">
        <w:rPr>
          <w:rFonts w:hint="eastAsia"/>
        </w:rPr>
        <w:t>总部地址：深圳市南山区西丽街道西丽社区打石一路深圳国际创新谷六栋</w:t>
      </w:r>
      <w:r w:rsidRPr="002405D6">
        <w:t>A</w:t>
      </w:r>
      <w:r w:rsidRPr="002405D6">
        <w:t>座</w:t>
      </w:r>
      <w:r w:rsidRPr="002405D6">
        <w:t>10-14</w:t>
      </w:r>
      <w:r w:rsidRPr="002405D6">
        <w:t>层</w:t>
      </w:r>
    </w:p>
    <w:p w14:paraId="6C4343B6" w14:textId="1A4F2A22" w:rsidR="00E45F43" w:rsidRPr="00596546" w:rsidRDefault="00E45F43" w:rsidP="00596546">
      <w:pPr>
        <w:sectPr w:rsidR="00E45F43" w:rsidRPr="00596546" w:rsidSect="00A400B1">
          <w:headerReference w:type="default" r:id="rId11"/>
          <w:footerReference w:type="default" r:id="rId12"/>
          <w:pgSz w:w="11906" w:h="16838"/>
          <w:pgMar w:top="1440" w:right="1083" w:bottom="1440" w:left="1083" w:header="851" w:footer="850" w:gutter="0"/>
          <w:pgNumType w:fmt="lowerRoman" w:start="1"/>
          <w:cols w:space="425"/>
          <w:docGrid w:type="lines" w:linePitch="312"/>
        </w:sectPr>
      </w:pPr>
      <w:r w:rsidRPr="002405D6">
        <w:rPr>
          <w:rFonts w:hint="eastAsia"/>
        </w:rPr>
        <w:t>总机：</w:t>
      </w:r>
      <w:proofErr w:type="gramStart"/>
      <w:r w:rsidRPr="002405D6">
        <w:t>+86</w:t>
      </w:r>
      <w:proofErr w:type="gramEnd"/>
      <w:r w:rsidRPr="002405D6">
        <w:t xml:space="preserve"> 755-26733555</w:t>
      </w:r>
    </w:p>
    <w:p w14:paraId="7AE0B336" w14:textId="51EBAC12" w:rsidR="009A38C5" w:rsidRPr="00596546" w:rsidRDefault="0040110C" w:rsidP="00596546">
      <w:pPr>
        <w:pStyle w:val="Fibocomzhf"/>
      </w:pPr>
      <w:r w:rsidRPr="00BC31A5">
        <w:rPr>
          <w:rFonts w:hint="eastAsia"/>
        </w:rPr>
        <w:lastRenderedPageBreak/>
        <w:t>目录</w:t>
      </w:r>
    </w:p>
    <w:bookmarkStart w:id="0" w:name="_GoBack"/>
    <w:bookmarkEnd w:id="0"/>
    <w:p w14:paraId="4D589DAF" w14:textId="5F537CBD" w:rsidR="00006418" w:rsidRDefault="001667DD">
      <w:pPr>
        <w:pStyle w:val="15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sz w:val="21"/>
        </w:rPr>
      </w:pPr>
      <w:r w:rsidRPr="00355D03">
        <w:rPr>
          <w:rFonts w:eastAsiaTheme="minorEastAsia"/>
          <w:b/>
          <w:sz w:val="21"/>
        </w:rPr>
        <w:fldChar w:fldCharType="begin"/>
      </w:r>
      <w:r w:rsidRPr="00355D03">
        <w:rPr>
          <w:rFonts w:eastAsiaTheme="minorEastAsia"/>
          <w:sz w:val="21"/>
        </w:rPr>
        <w:instrText xml:space="preserve"> TOC \o "1-4" \h \z \u </w:instrText>
      </w:r>
      <w:r w:rsidRPr="00355D03">
        <w:rPr>
          <w:rFonts w:eastAsiaTheme="minorEastAsia"/>
          <w:b/>
          <w:sz w:val="21"/>
        </w:rPr>
        <w:fldChar w:fldCharType="separate"/>
      </w:r>
      <w:hyperlink w:anchor="_Toc86854961" w:history="1">
        <w:r w:rsidR="00006418" w:rsidRPr="00A512BB">
          <w:rPr>
            <w:rStyle w:val="afa"/>
            <w:noProof/>
          </w:rPr>
          <w:t>修订记录</w:t>
        </w:r>
        <w:r w:rsidR="00006418">
          <w:rPr>
            <w:noProof/>
            <w:webHidden/>
          </w:rPr>
          <w:tab/>
        </w:r>
        <w:r w:rsidR="00006418">
          <w:rPr>
            <w:noProof/>
            <w:webHidden/>
          </w:rPr>
          <w:fldChar w:fldCharType="begin"/>
        </w:r>
        <w:r w:rsidR="00006418">
          <w:rPr>
            <w:noProof/>
            <w:webHidden/>
          </w:rPr>
          <w:instrText xml:space="preserve"> PAGEREF _Toc86854961 \h </w:instrText>
        </w:r>
        <w:r w:rsidR="00006418">
          <w:rPr>
            <w:noProof/>
            <w:webHidden/>
          </w:rPr>
        </w:r>
        <w:r w:rsidR="00006418"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2</w:t>
        </w:r>
        <w:r w:rsidR="00006418">
          <w:rPr>
            <w:noProof/>
            <w:webHidden/>
          </w:rPr>
          <w:fldChar w:fldCharType="end"/>
        </w:r>
      </w:hyperlink>
    </w:p>
    <w:p w14:paraId="5BA61358" w14:textId="3F187428" w:rsidR="00006418" w:rsidRDefault="00006418">
      <w:pPr>
        <w:pStyle w:val="15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86854962" w:history="1">
        <w:r w:rsidRPr="00A512BB">
          <w:rPr>
            <w:rStyle w:val="afa"/>
            <w:noProof/>
          </w:rPr>
          <w:t>1 引言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410FD5" w14:textId="60BAFB9B" w:rsidR="00006418" w:rsidRDefault="00006418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4963" w:history="1">
        <w:r w:rsidRPr="00A512BB">
          <w:rPr>
            <w:rStyle w:val="afa"/>
            <w:rFonts w:cs="Times New Roman"/>
            <w:noProof/>
          </w:rPr>
          <w:t>1.1</w:t>
        </w:r>
        <w:r w:rsidRPr="00A512BB">
          <w:rPr>
            <w:rStyle w:val="afa"/>
            <w:noProof/>
          </w:rPr>
          <w:t xml:space="preserve"> 目的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4091155" w14:textId="163DEF3A" w:rsidR="00006418" w:rsidRDefault="00006418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4964" w:history="1">
        <w:r w:rsidRPr="00A512BB">
          <w:rPr>
            <w:rStyle w:val="afa"/>
            <w:rFonts w:cs="Times New Roman"/>
            <w:noProof/>
          </w:rPr>
          <w:t>1.2</w:t>
        </w:r>
        <w:r w:rsidRPr="00A512BB">
          <w:rPr>
            <w:rStyle w:val="afa"/>
            <w:noProof/>
          </w:rPr>
          <w:t xml:space="preserve"> 适用范围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EAB123" w14:textId="23848B5A" w:rsidR="00006418" w:rsidRDefault="00006418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4965" w:history="1">
        <w:r w:rsidRPr="00A512BB">
          <w:rPr>
            <w:rStyle w:val="afa"/>
            <w:rFonts w:cs="Times New Roman"/>
            <w:noProof/>
          </w:rPr>
          <w:t>1.3</w:t>
        </w:r>
        <w:r w:rsidRPr="00A512BB">
          <w:rPr>
            <w:rStyle w:val="afa"/>
            <w:noProof/>
          </w:rPr>
          <w:t xml:space="preserve"> 预置条件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9A5B96" w14:textId="4D944C8C" w:rsidR="00006418" w:rsidRDefault="00006418">
      <w:pPr>
        <w:pStyle w:val="15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86854966" w:history="1">
        <w:r w:rsidRPr="00A512BB">
          <w:rPr>
            <w:rStyle w:val="afa"/>
            <w:noProof/>
          </w:rPr>
          <w:t>2 USB端口信息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4B87B76" w14:textId="159D92E4" w:rsidR="00006418" w:rsidRDefault="00006418">
      <w:pPr>
        <w:pStyle w:val="15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86854967" w:history="1">
        <w:r w:rsidRPr="00A512BB">
          <w:rPr>
            <w:rStyle w:val="afa"/>
            <w:noProof/>
          </w:rPr>
          <w:t>3 集成Fibocom模块QMI_WWAN驱动信息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4651BE9" w14:textId="2E5DA9F0" w:rsidR="00006418" w:rsidRDefault="00006418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4968" w:history="1">
        <w:r w:rsidRPr="00A512BB">
          <w:rPr>
            <w:rStyle w:val="afa"/>
            <w:noProof/>
          </w:rPr>
          <w:t>3.1 QMI_WWAN驱动代码结构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5EC7C68" w14:textId="5B5E6769" w:rsidR="00006418" w:rsidRDefault="00006418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4969" w:history="1">
        <w:r w:rsidRPr="00A512BB">
          <w:rPr>
            <w:rStyle w:val="afa"/>
            <w:noProof/>
          </w:rPr>
          <w:t>3.2 配置Linux内核编译QMI_WWAN驱动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C6D758C" w14:textId="7A191E02" w:rsidR="00006418" w:rsidRDefault="00006418">
      <w:pPr>
        <w:pStyle w:val="31"/>
        <w:tabs>
          <w:tab w:val="right" w:leader="dot" w:pos="9730"/>
        </w:tabs>
        <w:rPr>
          <w:rFonts w:asciiTheme="minorHAnsi" w:eastAsiaTheme="minorEastAsia" w:hAnsiTheme="minorHAnsi" w:cstheme="minorBidi"/>
          <w:noProof/>
        </w:rPr>
      </w:pPr>
      <w:hyperlink w:anchor="_Toc86854970" w:history="1">
        <w:r w:rsidRPr="00A512BB">
          <w:rPr>
            <w:rStyle w:val="afa"/>
            <w:noProof/>
          </w:rPr>
          <w:t>3.2.1 以builtin方式编译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E437EE9" w14:textId="34DAD2CF" w:rsidR="00006418" w:rsidRDefault="00006418">
      <w:pPr>
        <w:pStyle w:val="31"/>
        <w:tabs>
          <w:tab w:val="right" w:leader="dot" w:pos="9730"/>
        </w:tabs>
        <w:rPr>
          <w:rFonts w:asciiTheme="minorHAnsi" w:eastAsiaTheme="minorEastAsia" w:hAnsiTheme="minorHAnsi" w:cstheme="minorBidi"/>
          <w:noProof/>
        </w:rPr>
      </w:pPr>
      <w:hyperlink w:anchor="_Toc86854971" w:history="1">
        <w:r w:rsidRPr="00A512BB">
          <w:rPr>
            <w:rStyle w:val="afa"/>
            <w:noProof/>
          </w:rPr>
          <w:t>3.2.2</w:t>
        </w:r>
        <w:r w:rsidRPr="00A512BB">
          <w:rPr>
            <w:rStyle w:val="afa"/>
            <w:rFonts w:cs="Times New Roman"/>
            <w:noProof/>
          </w:rPr>
          <w:t xml:space="preserve"> 以.ko方式编译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E687EA5" w14:textId="3844928E" w:rsidR="00006418" w:rsidRDefault="00006418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4972" w:history="1">
        <w:r w:rsidRPr="00A512BB">
          <w:rPr>
            <w:rStyle w:val="afa"/>
            <w:noProof/>
          </w:rPr>
          <w:t>3.3 加载QMI_WWAN驱动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9CF5D27" w14:textId="424EEEAD" w:rsidR="00006418" w:rsidRDefault="00006418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4973" w:history="1">
        <w:r w:rsidRPr="00A512BB">
          <w:rPr>
            <w:rStyle w:val="afa"/>
            <w:noProof/>
          </w:rPr>
          <w:t>3.4 检测Fibocom模块设备加载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3357982" w14:textId="2124DF8D" w:rsidR="00006418" w:rsidRDefault="00006418">
      <w:pPr>
        <w:pStyle w:val="15"/>
        <w:tabs>
          <w:tab w:val="right" w:leader="dot" w:pos="9730"/>
        </w:tabs>
        <w:rPr>
          <w:rFonts w:asciiTheme="minorHAnsi" w:eastAsiaTheme="minorEastAsia" w:hAnsiTheme="minorHAnsi" w:cstheme="minorBidi"/>
          <w:noProof/>
          <w:sz w:val="21"/>
        </w:rPr>
      </w:pPr>
      <w:hyperlink w:anchor="_Toc86854974" w:history="1">
        <w:r w:rsidRPr="00A512BB">
          <w:rPr>
            <w:rStyle w:val="afa"/>
            <w:noProof/>
          </w:rPr>
          <w:t>4 Fibocom模块拨号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5834FFD" w14:textId="1EF23800" w:rsidR="00006418" w:rsidRDefault="00006418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4975" w:history="1">
        <w:r w:rsidRPr="00A512BB">
          <w:rPr>
            <w:rStyle w:val="afa"/>
            <w:noProof/>
          </w:rPr>
          <w:t>4.1 QMI拨号流程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9A055A2" w14:textId="38E27859" w:rsidR="00006418" w:rsidRDefault="00006418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4976" w:history="1">
        <w:r w:rsidRPr="00A512BB">
          <w:rPr>
            <w:rStyle w:val="afa"/>
            <w:noProof/>
          </w:rPr>
          <w:t>4.2 QMI单路拨号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701EE95" w14:textId="37F755FF" w:rsidR="00006418" w:rsidRDefault="00006418">
      <w:pPr>
        <w:pStyle w:val="22"/>
        <w:tabs>
          <w:tab w:val="right" w:leader="dot" w:pos="9730"/>
        </w:tabs>
        <w:rPr>
          <w:rFonts w:asciiTheme="minorHAnsi" w:eastAsiaTheme="minorEastAsia" w:hAnsiTheme="minorHAnsi"/>
          <w:noProof/>
          <w:sz w:val="21"/>
        </w:rPr>
      </w:pPr>
      <w:hyperlink w:anchor="_Toc86854977" w:history="1">
        <w:r w:rsidRPr="00A512BB">
          <w:rPr>
            <w:rStyle w:val="afa"/>
            <w:noProof/>
          </w:rPr>
          <w:t>4.3 QMI多路拨号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_Toc86854977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1EB8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18F0700" w14:textId="74FF9E9B" w:rsidR="009B766C" w:rsidRDefault="001667DD" w:rsidP="00984720">
      <w:pPr>
        <w:ind w:right="44"/>
        <w:rPr>
          <w:rFonts w:eastAsiaTheme="minorEastAsia"/>
          <w:b/>
          <w:sz w:val="18"/>
          <w:szCs w:val="18"/>
        </w:rPr>
      </w:pPr>
      <w:r w:rsidRPr="00355D03">
        <w:rPr>
          <w:rFonts w:eastAsiaTheme="minorEastAsia"/>
        </w:rPr>
        <w:fldChar w:fldCharType="end"/>
      </w:r>
    </w:p>
    <w:p w14:paraId="5517602C" w14:textId="77777777" w:rsidR="009B766C" w:rsidRPr="009B766C" w:rsidRDefault="009B766C" w:rsidP="009B766C">
      <w:pPr>
        <w:rPr>
          <w:rFonts w:eastAsiaTheme="minorEastAsia"/>
          <w:sz w:val="18"/>
          <w:szCs w:val="18"/>
        </w:rPr>
      </w:pPr>
    </w:p>
    <w:p w14:paraId="07FB2A34" w14:textId="41D66A36" w:rsidR="00984720" w:rsidRPr="009B766C" w:rsidRDefault="009B766C" w:rsidP="009B766C">
      <w:pPr>
        <w:tabs>
          <w:tab w:val="left" w:pos="6687"/>
        </w:tabs>
        <w:rPr>
          <w:rFonts w:eastAsiaTheme="minorEastAsia"/>
          <w:sz w:val="18"/>
          <w:szCs w:val="18"/>
        </w:rPr>
        <w:sectPr w:rsidR="00984720" w:rsidRPr="009B766C" w:rsidSect="00A76AE3">
          <w:headerReference w:type="default" r:id="rId13"/>
          <w:footerReference w:type="default" r:id="rId14"/>
          <w:pgSz w:w="11906" w:h="16838"/>
          <w:pgMar w:top="1440" w:right="1083" w:bottom="1440" w:left="1083" w:header="851" w:footer="850" w:gutter="0"/>
          <w:pgNumType w:start="1"/>
          <w:cols w:space="425"/>
          <w:docGrid w:type="lines" w:linePitch="312"/>
        </w:sectPr>
      </w:pP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sz w:val="18"/>
          <w:szCs w:val="18"/>
        </w:rPr>
        <w:tab/>
      </w:r>
    </w:p>
    <w:bookmarkStart w:id="1" w:name="_Toc86854961"/>
    <w:p w14:paraId="79428B87" w14:textId="6109081D" w:rsidR="009A38C5" w:rsidRPr="00FA7A9C" w:rsidRDefault="00B63BCB" w:rsidP="00F62935">
      <w:pPr>
        <w:pStyle w:val="1"/>
        <w:numPr>
          <w:ilvl w:val="0"/>
          <w:numId w:val="0"/>
        </w:numPr>
      </w:pPr>
      <w:r w:rsidRPr="006A5485">
        <w:rPr>
          <w:rFonts w:hint="eastAsia"/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45C9D2" wp14:editId="61A88479">
                <wp:simplePos x="0" y="0"/>
                <wp:positionH relativeFrom="margin">
                  <wp:align>left</wp:align>
                </wp:positionH>
                <wp:positionV relativeFrom="paragraph">
                  <wp:posOffset>567055</wp:posOffset>
                </wp:positionV>
                <wp:extent cx="6188451" cy="0"/>
                <wp:effectExtent l="0" t="0" r="22225" b="190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845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B77404" id="直接连接符 26" o:spid="_x0000_s1026" style="position:absolute;left:0;text-align:left;z-index:2517114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44.65pt" to="487.3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" strokecolor="#d8d8d8 [2732]" strokeweight="1pt">
                <v:stroke dashstyle="1 1"/>
                <w10:wrap anchorx="margin"/>
              </v:line>
            </w:pict>
          </mc:Fallback>
        </mc:AlternateContent>
      </w:r>
      <w:r w:rsidR="00596546" w:rsidRPr="00FA7A9C">
        <w:rPr>
          <w:rFonts w:hint="eastAsia"/>
        </w:rPr>
        <w:t>修订记录</w:t>
      </w:r>
      <w:bookmarkEnd w:id="1"/>
    </w:p>
    <w:tbl>
      <w:tblPr>
        <w:tblW w:w="9776" w:type="dxa"/>
        <w:tblLook w:val="04A0" w:firstRow="1" w:lastRow="0" w:firstColumn="1" w:lastColumn="0" w:noHBand="0" w:noVBand="1"/>
      </w:tblPr>
      <w:tblGrid>
        <w:gridCol w:w="2689"/>
        <w:gridCol w:w="7087"/>
      </w:tblGrid>
      <w:tr w:rsidR="00B63BCB" w:rsidRPr="00F62935" w14:paraId="35725331" w14:textId="77777777" w:rsidTr="00FA7A9C">
        <w:trPr>
          <w:trHeight w:val="558"/>
        </w:trPr>
        <w:tc>
          <w:tcPr>
            <w:tcW w:w="2689" w:type="dxa"/>
            <w:shd w:val="clear" w:color="auto" w:fill="auto"/>
            <w:tcMar>
              <w:left w:w="108" w:type="dxa"/>
            </w:tcMar>
          </w:tcPr>
          <w:p w14:paraId="52C9BE8D" w14:textId="6996BA5F" w:rsidR="00B63BCB" w:rsidRPr="006A5485" w:rsidRDefault="00B63BCB" w:rsidP="00B63BCB">
            <w:pPr>
              <w:pStyle w:val="Fibocomzhf7"/>
              <w:rPr>
                <w:rFonts w:ascii="思源黑体 CN Regular" w:eastAsia="思源黑体 CN Regular"/>
                <w:noProof/>
                <w:sz w:val="36"/>
              </w:rPr>
            </w:pPr>
            <w:r w:rsidRPr="00F62935">
              <w:rPr>
                <w:rFonts w:hint="eastAsia"/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2.2</w:t>
            </w:r>
            <w:r w:rsidRPr="00F62935">
              <w:rPr>
                <w:rFonts w:hint="eastAsia"/>
                <w:sz w:val="24"/>
                <w:szCs w:val="24"/>
              </w:rPr>
              <w:t>（2</w:t>
            </w:r>
            <w:r w:rsidRPr="00F62935">
              <w:rPr>
                <w:sz w:val="24"/>
                <w:szCs w:val="24"/>
              </w:rPr>
              <w:t>021</w:t>
            </w:r>
            <w:r w:rsidRPr="00F62935"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11</w:t>
            </w:r>
            <w:r w:rsidRPr="00F62935"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02</w:t>
            </w:r>
            <w:r w:rsidRPr="00F62935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7087" w:type="dxa"/>
            <w:shd w:val="clear" w:color="auto" w:fill="auto"/>
            <w:tcMar>
              <w:left w:w="108" w:type="dxa"/>
            </w:tcMar>
          </w:tcPr>
          <w:p w14:paraId="71439F0F" w14:textId="77777777" w:rsidR="00B63BCB" w:rsidRDefault="00B63BCB" w:rsidP="00B63BCB">
            <w:pPr>
              <w:pStyle w:val="Fibocomzhb"/>
              <w:rPr>
                <w:szCs w:val="21"/>
              </w:rPr>
            </w:pPr>
            <w:r>
              <w:rPr>
                <w:rFonts w:hint="eastAsia"/>
                <w:szCs w:val="21"/>
              </w:rPr>
              <w:t>增加</w:t>
            </w:r>
            <w:proofErr w:type="gramStart"/>
            <w:r>
              <w:rPr>
                <w:rFonts w:hint="eastAsia"/>
                <w:szCs w:val="21"/>
              </w:rPr>
              <w:t>适</w:t>
            </w:r>
            <w:proofErr w:type="gramEnd"/>
            <w:r>
              <w:rPr>
                <w:rFonts w:hint="eastAsia"/>
                <w:szCs w:val="21"/>
              </w:rPr>
              <w:t>配模块型号，</w:t>
            </w:r>
            <w:r>
              <w:rPr>
                <w:rFonts w:hint="eastAsia"/>
                <w:szCs w:val="21"/>
              </w:rPr>
              <w:t>F</w:t>
            </w:r>
            <w:r>
              <w:rPr>
                <w:szCs w:val="21"/>
              </w:rPr>
              <w:t>M101</w:t>
            </w:r>
            <w:r>
              <w:rPr>
                <w:rFonts w:hint="eastAsia"/>
                <w:szCs w:val="21"/>
              </w:rPr>
              <w:t>系列，</w:t>
            </w:r>
            <w:r>
              <w:rPr>
                <w:rFonts w:hint="eastAsia"/>
                <w:szCs w:val="21"/>
              </w:rPr>
              <w:t>F</w:t>
            </w:r>
            <w:r>
              <w:rPr>
                <w:szCs w:val="21"/>
              </w:rPr>
              <w:t>M130</w:t>
            </w:r>
            <w:r>
              <w:rPr>
                <w:rFonts w:hint="eastAsia"/>
                <w:szCs w:val="21"/>
              </w:rPr>
              <w:t>系列和</w:t>
            </w:r>
            <w:r>
              <w:rPr>
                <w:rFonts w:hint="eastAsia"/>
                <w:szCs w:val="21"/>
              </w:rPr>
              <w:t>F</w:t>
            </w:r>
            <w:r>
              <w:rPr>
                <w:szCs w:val="21"/>
              </w:rPr>
              <w:t>M160</w:t>
            </w:r>
            <w:r>
              <w:rPr>
                <w:rFonts w:hint="eastAsia"/>
                <w:szCs w:val="21"/>
              </w:rPr>
              <w:t>系列</w:t>
            </w:r>
          </w:p>
          <w:p w14:paraId="20A001D0" w14:textId="2B5A3001" w:rsidR="00B63BCB" w:rsidRPr="00B63BCB" w:rsidRDefault="00B63BCB" w:rsidP="00B63BCB">
            <w:pPr>
              <w:pStyle w:val="Fibocomzhb"/>
              <w:rPr>
                <w:szCs w:val="21"/>
              </w:rPr>
            </w:pPr>
            <w:r>
              <w:rPr>
                <w:rFonts w:hint="eastAsia"/>
                <w:szCs w:val="21"/>
              </w:rPr>
              <w:t>修改</w:t>
            </w:r>
            <w:r>
              <w:rPr>
                <w:rFonts w:hint="eastAsia"/>
                <w:szCs w:val="21"/>
              </w:rPr>
              <w:t>E</w:t>
            </w:r>
            <w:r>
              <w:rPr>
                <w:szCs w:val="21"/>
              </w:rPr>
              <w:t>CM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M</w:t>
            </w:r>
            <w:r>
              <w:rPr>
                <w:szCs w:val="21"/>
              </w:rPr>
              <w:t>BIM</w:t>
            </w:r>
            <w:r>
              <w:rPr>
                <w:rFonts w:hint="eastAsia"/>
                <w:szCs w:val="21"/>
              </w:rPr>
              <w:t>端口信息描述</w:t>
            </w:r>
          </w:p>
        </w:tc>
      </w:tr>
      <w:tr w:rsidR="003029F8" w:rsidRPr="00F62935" w14:paraId="0B9C9C73" w14:textId="77777777" w:rsidTr="00FA7A9C">
        <w:trPr>
          <w:trHeight w:val="558"/>
        </w:trPr>
        <w:tc>
          <w:tcPr>
            <w:tcW w:w="2689" w:type="dxa"/>
            <w:shd w:val="clear" w:color="auto" w:fill="auto"/>
            <w:tcMar>
              <w:left w:w="108" w:type="dxa"/>
            </w:tcMar>
          </w:tcPr>
          <w:p w14:paraId="06765711" w14:textId="723B1E5F" w:rsidR="003029F8" w:rsidRPr="00F62935" w:rsidRDefault="003029F8" w:rsidP="00F62935">
            <w:pPr>
              <w:pStyle w:val="Fibocomzhf7"/>
              <w:rPr>
                <w:sz w:val="24"/>
                <w:szCs w:val="24"/>
              </w:rPr>
            </w:pPr>
            <w:r w:rsidRPr="00F62935">
              <w:rPr>
                <w:rFonts w:hint="eastAsia"/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1</w:t>
            </w:r>
            <w:r w:rsidRPr="00F62935">
              <w:rPr>
                <w:rFonts w:hint="eastAsia"/>
                <w:sz w:val="24"/>
                <w:szCs w:val="24"/>
              </w:rPr>
              <w:t>（2</w:t>
            </w:r>
            <w:r w:rsidRPr="00F62935">
              <w:rPr>
                <w:sz w:val="24"/>
                <w:szCs w:val="24"/>
              </w:rPr>
              <w:t>021</w:t>
            </w:r>
            <w:r w:rsidRPr="00F62935"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8</w:t>
            </w:r>
            <w:r w:rsidRPr="00F62935">
              <w:rPr>
                <w:rFonts w:hint="eastAsia"/>
                <w:sz w:val="24"/>
                <w:szCs w:val="24"/>
              </w:rPr>
              <w:t>-</w:t>
            </w:r>
            <w:r w:rsidR="00AA6AA8">
              <w:rPr>
                <w:sz w:val="24"/>
                <w:szCs w:val="24"/>
              </w:rPr>
              <w:t>25</w:t>
            </w:r>
            <w:r w:rsidRPr="00F62935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7087" w:type="dxa"/>
            <w:shd w:val="clear" w:color="auto" w:fill="auto"/>
            <w:tcMar>
              <w:left w:w="108" w:type="dxa"/>
            </w:tcMar>
          </w:tcPr>
          <w:p w14:paraId="04F6D02A" w14:textId="6CF28F97" w:rsidR="003029F8" w:rsidRDefault="003029F8" w:rsidP="00F62935">
            <w:pPr>
              <w:pStyle w:val="Fibocomzhf7"/>
              <w:rPr>
                <w:szCs w:val="21"/>
              </w:rPr>
            </w:pPr>
            <w:r>
              <w:rPr>
                <w:rFonts w:hint="eastAsia"/>
                <w:szCs w:val="21"/>
              </w:rPr>
              <w:t>增加多路拨号描述</w:t>
            </w:r>
          </w:p>
        </w:tc>
      </w:tr>
      <w:tr w:rsidR="00F62935" w:rsidRPr="00F62935" w14:paraId="2BAFDB74" w14:textId="77777777" w:rsidTr="00FA7A9C">
        <w:trPr>
          <w:trHeight w:val="558"/>
        </w:trPr>
        <w:tc>
          <w:tcPr>
            <w:tcW w:w="2689" w:type="dxa"/>
            <w:shd w:val="clear" w:color="auto" w:fill="auto"/>
            <w:tcMar>
              <w:left w:w="108" w:type="dxa"/>
            </w:tcMar>
          </w:tcPr>
          <w:p w14:paraId="4C9AFB82" w14:textId="4BF7D636" w:rsidR="00F62935" w:rsidRPr="00F62935" w:rsidRDefault="00F62935" w:rsidP="00F62935">
            <w:pPr>
              <w:pStyle w:val="Fibocomzhf7"/>
              <w:rPr>
                <w:sz w:val="24"/>
                <w:szCs w:val="24"/>
              </w:rPr>
            </w:pPr>
            <w:r w:rsidRPr="00F62935">
              <w:rPr>
                <w:rFonts w:hint="eastAsia"/>
                <w:sz w:val="24"/>
                <w:szCs w:val="24"/>
              </w:rPr>
              <w:t>V</w:t>
            </w:r>
            <w:r w:rsidR="003E16F4">
              <w:rPr>
                <w:sz w:val="24"/>
                <w:szCs w:val="24"/>
              </w:rPr>
              <w:t>2.0</w:t>
            </w:r>
            <w:r w:rsidRPr="00F62935">
              <w:rPr>
                <w:rFonts w:hint="eastAsia"/>
                <w:sz w:val="24"/>
                <w:szCs w:val="24"/>
              </w:rPr>
              <w:t>（2</w:t>
            </w:r>
            <w:r w:rsidRPr="00F62935">
              <w:rPr>
                <w:sz w:val="24"/>
                <w:szCs w:val="24"/>
              </w:rPr>
              <w:t>021</w:t>
            </w:r>
            <w:r w:rsidRPr="00F62935">
              <w:rPr>
                <w:rFonts w:hint="eastAsia"/>
                <w:sz w:val="24"/>
                <w:szCs w:val="24"/>
              </w:rPr>
              <w:t>-</w:t>
            </w:r>
            <w:r w:rsidRPr="00F62935">
              <w:rPr>
                <w:sz w:val="24"/>
                <w:szCs w:val="24"/>
              </w:rPr>
              <w:t>06</w:t>
            </w:r>
            <w:r w:rsidRPr="00F62935">
              <w:rPr>
                <w:rFonts w:hint="eastAsia"/>
                <w:sz w:val="24"/>
                <w:szCs w:val="24"/>
              </w:rPr>
              <w:t>-</w:t>
            </w:r>
            <w:r w:rsidR="00672F76">
              <w:rPr>
                <w:sz w:val="24"/>
                <w:szCs w:val="24"/>
              </w:rPr>
              <w:t>30</w:t>
            </w:r>
            <w:r w:rsidRPr="00F62935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7087" w:type="dxa"/>
            <w:shd w:val="clear" w:color="auto" w:fill="auto"/>
            <w:tcMar>
              <w:left w:w="108" w:type="dxa"/>
            </w:tcMar>
          </w:tcPr>
          <w:p w14:paraId="1B447100" w14:textId="3AE665EB" w:rsidR="003E16F4" w:rsidRPr="00F62935" w:rsidRDefault="003E16F4" w:rsidP="00F62935">
            <w:pPr>
              <w:pStyle w:val="Fibocomzhf7"/>
              <w:rPr>
                <w:szCs w:val="21"/>
              </w:rPr>
            </w:pPr>
            <w:r>
              <w:rPr>
                <w:rFonts w:hint="eastAsia"/>
                <w:szCs w:val="21"/>
              </w:rPr>
              <w:t>对外发布文档</w:t>
            </w:r>
            <w:r w:rsidR="00672F76">
              <w:rPr>
                <w:rFonts w:hint="eastAsia"/>
                <w:szCs w:val="21"/>
              </w:rPr>
              <w:t>采用新版本，</w:t>
            </w:r>
            <w:r>
              <w:rPr>
                <w:rFonts w:hint="eastAsia"/>
                <w:szCs w:val="21"/>
              </w:rPr>
              <w:t>版本号从三位数修改为两位数</w:t>
            </w:r>
          </w:p>
        </w:tc>
      </w:tr>
      <w:tr w:rsidR="00672F76" w:rsidRPr="00F62935" w14:paraId="0EEB4ED4" w14:textId="77777777" w:rsidTr="00FA7A9C">
        <w:trPr>
          <w:trHeight w:val="558"/>
        </w:trPr>
        <w:tc>
          <w:tcPr>
            <w:tcW w:w="2689" w:type="dxa"/>
            <w:shd w:val="clear" w:color="auto" w:fill="auto"/>
            <w:tcMar>
              <w:left w:w="108" w:type="dxa"/>
            </w:tcMar>
          </w:tcPr>
          <w:p w14:paraId="744976E4" w14:textId="2D7FC657" w:rsidR="00672F76" w:rsidRPr="00F62935" w:rsidRDefault="00672F76" w:rsidP="00F62935">
            <w:pPr>
              <w:pStyle w:val="Fibocomzhf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t>1.0.0</w:t>
            </w:r>
            <w:r>
              <w:rPr>
                <w:rFonts w:hint="eastAsia"/>
                <w:sz w:val="24"/>
                <w:szCs w:val="24"/>
              </w:rPr>
              <w:t>（2</w:t>
            </w:r>
            <w:r>
              <w:rPr>
                <w:sz w:val="24"/>
                <w:szCs w:val="24"/>
              </w:rPr>
              <w:t>021</w:t>
            </w: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02</w:t>
            </w: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05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7087" w:type="dxa"/>
            <w:shd w:val="clear" w:color="auto" w:fill="auto"/>
            <w:tcMar>
              <w:left w:w="108" w:type="dxa"/>
            </w:tcMar>
          </w:tcPr>
          <w:p w14:paraId="41630609" w14:textId="173454EE" w:rsidR="00672F76" w:rsidRPr="00F62935" w:rsidRDefault="00672F76" w:rsidP="00F62935">
            <w:pPr>
              <w:pStyle w:val="Fibocomzhf7"/>
              <w:rPr>
                <w:szCs w:val="21"/>
              </w:rPr>
            </w:pPr>
            <w:r>
              <w:rPr>
                <w:rFonts w:hint="eastAsia"/>
                <w:szCs w:val="21"/>
              </w:rPr>
              <w:t>初始版本</w:t>
            </w:r>
          </w:p>
        </w:tc>
      </w:tr>
    </w:tbl>
    <w:p w14:paraId="10BF7E27" w14:textId="6BFCB969" w:rsidR="00984720" w:rsidRPr="00672F76" w:rsidRDefault="00984720" w:rsidP="00984720">
      <w:pPr>
        <w:sectPr w:rsidR="00984720" w:rsidRPr="00672F76" w:rsidSect="009B766C">
          <w:headerReference w:type="default" r:id="rId15"/>
          <w:footerReference w:type="default" r:id="rId16"/>
          <w:pgSz w:w="11906" w:h="16838"/>
          <w:pgMar w:top="1440" w:right="1083" w:bottom="1440" w:left="1083" w:header="851" w:footer="850" w:gutter="0"/>
          <w:pgNumType w:start="2"/>
          <w:cols w:space="425"/>
          <w:docGrid w:type="lines" w:linePitch="312"/>
        </w:sectPr>
      </w:pPr>
    </w:p>
    <w:p w14:paraId="4494D196" w14:textId="5EB4C27C" w:rsidR="009A38C5" w:rsidRPr="001667DD" w:rsidRDefault="0040110C" w:rsidP="00984720">
      <w:pPr>
        <w:pStyle w:val="1"/>
      </w:pPr>
      <w:bookmarkStart w:id="2" w:name="_Toc24839"/>
      <w:bookmarkStart w:id="3" w:name="_Toc395703439"/>
      <w:bookmarkStart w:id="4" w:name="_Toc19113225"/>
      <w:bookmarkStart w:id="5" w:name="_Toc43645323"/>
      <w:bookmarkStart w:id="6" w:name="_Toc86854962"/>
      <w:bookmarkEnd w:id="2"/>
      <w:bookmarkEnd w:id="3"/>
      <w:bookmarkEnd w:id="4"/>
      <w:r w:rsidRPr="001667DD">
        <w:lastRenderedPageBreak/>
        <w:t>引言</w:t>
      </w:r>
      <w:bookmarkEnd w:id="5"/>
      <w:bookmarkEnd w:id="6"/>
    </w:p>
    <w:p w14:paraId="1C393558" w14:textId="26DE47ED" w:rsidR="009A38C5" w:rsidRPr="0095429F" w:rsidRDefault="00FA7A9C" w:rsidP="00FA7A9C">
      <w:r w:rsidRPr="00FA7A9C">
        <w:rPr>
          <w:rFonts w:ascii="思源黑体 CN Regular" w:eastAsia="思源黑体 CN Regular" w:hAnsi="思源黑体 CN Light" w:cs="Noto Sans Light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74F21B" wp14:editId="4878CCF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88451" cy="0"/>
                <wp:effectExtent l="0" t="0" r="22225" b="1905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845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66F773" id="直接连接符 37" o:spid="_x0000_s1026" style="position:absolute;left:0;text-align:lef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87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" strokecolor="#d8d8d8 [2732]" strokeweight="1pt">
                <v:stroke dashstyle="1 1"/>
              </v:line>
            </w:pict>
          </mc:Fallback>
        </mc:AlternateContent>
      </w:r>
      <w:proofErr w:type="spellStart"/>
      <w:r w:rsidR="007619B6" w:rsidRPr="007619B6">
        <w:rPr>
          <w:rFonts w:cs="Noto Sans Light"/>
        </w:rPr>
        <w:t>Fibocom</w:t>
      </w:r>
      <w:proofErr w:type="spellEnd"/>
      <w:r w:rsidR="0040110C" w:rsidRPr="0095429F">
        <w:t>模块在嵌入式</w:t>
      </w:r>
      <w:r w:rsidR="0040110C" w:rsidRPr="0095429F">
        <w:t>Linux</w:t>
      </w:r>
      <w:r w:rsidR="0040110C" w:rsidRPr="0095429F">
        <w:t>上主要映射出</w:t>
      </w:r>
      <w:r w:rsidR="0040110C" w:rsidRPr="0095429F">
        <w:t>Modem/DIAG</w:t>
      </w:r>
      <w:r w:rsidR="0040110C" w:rsidRPr="0095429F">
        <w:t>等串口、标准</w:t>
      </w:r>
      <w:r w:rsidR="00E647F2">
        <w:t xml:space="preserve">ECM (or </w:t>
      </w:r>
      <w:proofErr w:type="spellStart"/>
      <w:r w:rsidR="00E647F2">
        <w:t>RmNet</w:t>
      </w:r>
      <w:proofErr w:type="spellEnd"/>
      <w:r w:rsidR="0040110C" w:rsidRPr="0095429F">
        <w:t>)</w:t>
      </w:r>
      <w:r w:rsidR="0040110C" w:rsidRPr="0095429F">
        <w:t>网卡等端口。</w:t>
      </w:r>
    </w:p>
    <w:p w14:paraId="4BED9787" w14:textId="70E481DF" w:rsidR="00672F76" w:rsidRDefault="00672F76" w:rsidP="00672F76">
      <w:r>
        <w:rPr>
          <w:rFonts w:hint="eastAsia"/>
        </w:rPr>
        <w:t>Modem</w:t>
      </w:r>
      <w:r>
        <w:rPr>
          <w:rFonts w:hint="eastAsia"/>
        </w:rPr>
        <w:t>、</w:t>
      </w:r>
      <w:r>
        <w:rPr>
          <w:rFonts w:hint="eastAsia"/>
        </w:rPr>
        <w:t>DIAG</w:t>
      </w:r>
      <w:r>
        <w:rPr>
          <w:rFonts w:hint="eastAsia"/>
        </w:rPr>
        <w:t>等串口加载的是系统</w:t>
      </w:r>
      <w:r>
        <w:rPr>
          <w:rFonts w:hint="eastAsia"/>
        </w:rPr>
        <w:t>option</w:t>
      </w:r>
      <w:r>
        <w:rPr>
          <w:rFonts w:hint="eastAsia"/>
        </w:rPr>
        <w:t>驱动，</w:t>
      </w:r>
      <w:r>
        <w:rPr>
          <w:rFonts w:hint="eastAsia"/>
        </w:rPr>
        <w:t>ECM</w:t>
      </w:r>
      <w:r>
        <w:rPr>
          <w:rFonts w:hint="eastAsia"/>
        </w:rPr>
        <w:t>网卡端口使用系统</w:t>
      </w:r>
      <w:proofErr w:type="spellStart"/>
      <w:r>
        <w:rPr>
          <w:rFonts w:hint="eastAsia"/>
        </w:rPr>
        <w:t>cdc_ether</w:t>
      </w:r>
      <w:proofErr w:type="spellEnd"/>
      <w:r>
        <w:rPr>
          <w:rFonts w:hint="eastAsia"/>
        </w:rPr>
        <w:t>驱动，</w:t>
      </w:r>
      <w:proofErr w:type="spellStart"/>
      <w:r w:rsidR="00E647F2">
        <w:rPr>
          <w:rFonts w:hint="eastAsia"/>
        </w:rPr>
        <w:t>R</w:t>
      </w:r>
      <w:r w:rsidR="00E647F2">
        <w:t>m</w:t>
      </w:r>
      <w:r w:rsidR="00E647F2">
        <w:rPr>
          <w:rFonts w:hint="eastAsia"/>
        </w:rPr>
        <w:t>N</w:t>
      </w:r>
      <w:r w:rsidR="00E647F2">
        <w:t>et</w:t>
      </w:r>
      <w:proofErr w:type="spellEnd"/>
      <w:r>
        <w:rPr>
          <w:rFonts w:hint="eastAsia"/>
        </w:rPr>
        <w:t>网卡则使用</w:t>
      </w:r>
      <w:proofErr w:type="spellStart"/>
      <w:r>
        <w:rPr>
          <w:rFonts w:hint="eastAsia"/>
        </w:rPr>
        <w:t>GobiNet</w:t>
      </w:r>
      <w:proofErr w:type="spellEnd"/>
      <w:r w:rsidR="00EF0CA4">
        <w:rPr>
          <w:rFonts w:hint="eastAsia"/>
        </w:rPr>
        <w:t>驱动，</w:t>
      </w:r>
      <w:proofErr w:type="gramStart"/>
      <w:r w:rsidR="00EF0CA4">
        <w:rPr>
          <w:rFonts w:hint="eastAsia"/>
        </w:rPr>
        <w:t>基于高通的</w:t>
      </w:r>
      <w:proofErr w:type="gramEnd"/>
      <w:r w:rsidR="00EF0CA4">
        <w:rPr>
          <w:rFonts w:hint="eastAsia"/>
        </w:rPr>
        <w:t>Q</w:t>
      </w:r>
      <w:r w:rsidR="00EF0CA4">
        <w:t>MI</w:t>
      </w:r>
      <w:r w:rsidR="00EF0CA4">
        <w:rPr>
          <w:rFonts w:hint="eastAsia"/>
        </w:rPr>
        <w:t>接口则使用</w:t>
      </w:r>
      <w:r>
        <w:rPr>
          <w:rFonts w:hint="eastAsia"/>
        </w:rPr>
        <w:t>QMI_WWAN</w:t>
      </w:r>
      <w:r>
        <w:rPr>
          <w:rFonts w:hint="eastAsia"/>
        </w:rPr>
        <w:t>驱动。</w:t>
      </w:r>
    </w:p>
    <w:p w14:paraId="3F6D6B1B" w14:textId="3E417B96" w:rsidR="009A38C5" w:rsidRPr="00672F76" w:rsidRDefault="00672F76" w:rsidP="00672F76">
      <w:r>
        <w:rPr>
          <w:rFonts w:hint="eastAsia"/>
        </w:rPr>
        <w:t>在嵌入式</w:t>
      </w:r>
      <w:r>
        <w:rPr>
          <w:rFonts w:hint="eastAsia"/>
        </w:rPr>
        <w:t>Linux</w:t>
      </w:r>
      <w:r>
        <w:rPr>
          <w:rFonts w:hint="eastAsia"/>
        </w:rPr>
        <w:t>上使用我们模块设备时，为了正常加载</w:t>
      </w:r>
      <w:r>
        <w:rPr>
          <w:rFonts w:hint="eastAsia"/>
        </w:rPr>
        <w:t>option</w:t>
      </w:r>
      <w:r>
        <w:rPr>
          <w:rFonts w:hint="eastAsia"/>
        </w:rPr>
        <w:t>、</w:t>
      </w:r>
      <w:proofErr w:type="spellStart"/>
      <w:r>
        <w:rPr>
          <w:rFonts w:hint="eastAsia"/>
        </w:rPr>
        <w:t>GobiNet</w:t>
      </w:r>
      <w:proofErr w:type="spellEnd"/>
      <w:r w:rsidR="00D05A41">
        <w:rPr>
          <w:rFonts w:hint="eastAsia"/>
        </w:rPr>
        <w:t xml:space="preserve"> </w:t>
      </w:r>
      <w:r w:rsidR="00095471">
        <w:rPr>
          <w:rFonts w:hint="eastAsia"/>
        </w:rPr>
        <w:t>、</w:t>
      </w:r>
      <w:r w:rsidR="00D05A41">
        <w:rPr>
          <w:rFonts w:hint="eastAsia"/>
        </w:rPr>
        <w:t>Q</w:t>
      </w:r>
      <w:r w:rsidR="00D05A41">
        <w:t>MI_WWAN</w:t>
      </w:r>
      <w:r w:rsidR="00095471">
        <w:rPr>
          <w:rFonts w:hint="eastAsia"/>
        </w:rPr>
        <w:t>或者</w:t>
      </w:r>
      <w:proofErr w:type="spellStart"/>
      <w:r w:rsidR="00095471">
        <w:rPr>
          <w:rFonts w:hint="eastAsia"/>
        </w:rPr>
        <w:t>cdc_ether</w:t>
      </w:r>
      <w:proofErr w:type="spellEnd"/>
      <w:r>
        <w:rPr>
          <w:rFonts w:hint="eastAsia"/>
        </w:rPr>
        <w:t>驱动，需要设置相关</w:t>
      </w:r>
      <w:r>
        <w:rPr>
          <w:rFonts w:hint="eastAsia"/>
        </w:rPr>
        <w:t>Linux</w:t>
      </w:r>
      <w:r>
        <w:rPr>
          <w:rFonts w:hint="eastAsia"/>
        </w:rPr>
        <w:t>内核信息并将我们产品的信息正确添加到系统中。</w:t>
      </w:r>
    </w:p>
    <w:p w14:paraId="63B2C9D1" w14:textId="2F8155B5" w:rsidR="009A38C5" w:rsidRPr="001667DD" w:rsidRDefault="0040110C">
      <w:pPr>
        <w:pStyle w:val="2"/>
        <w:numPr>
          <w:ilvl w:val="1"/>
          <w:numId w:val="2"/>
        </w:numPr>
        <w:ind w:left="431" w:hanging="431"/>
        <w:jc w:val="both"/>
        <w:rPr>
          <w:szCs w:val="36"/>
        </w:rPr>
      </w:pPr>
      <w:bookmarkStart w:id="7" w:name="_Toc19003357"/>
      <w:bookmarkStart w:id="8" w:name="_Toc19113226"/>
      <w:bookmarkStart w:id="9" w:name="_Toc43645324"/>
      <w:bookmarkStart w:id="10" w:name="_Toc86854963"/>
      <w:bookmarkEnd w:id="7"/>
      <w:bookmarkEnd w:id="8"/>
      <w:r w:rsidRPr="001667DD">
        <w:rPr>
          <w:szCs w:val="36"/>
        </w:rPr>
        <w:t>目的</w:t>
      </w:r>
      <w:bookmarkEnd w:id="9"/>
      <w:bookmarkEnd w:id="10"/>
    </w:p>
    <w:p w14:paraId="5CF53D0D" w14:textId="79AB7219" w:rsidR="009A38C5" w:rsidRPr="0095429F" w:rsidRDefault="0040110C" w:rsidP="00327CC3">
      <w:r w:rsidRPr="0095429F">
        <w:t>本文主要介绍嵌入式</w:t>
      </w:r>
      <w:r w:rsidRPr="0095429F">
        <w:t>Linux</w:t>
      </w:r>
      <w:r w:rsidRPr="0095429F">
        <w:t>下</w:t>
      </w:r>
      <w:r w:rsidRPr="0095429F">
        <w:t>host</w:t>
      </w:r>
      <w:r w:rsidRPr="0095429F">
        <w:t>侧</w:t>
      </w:r>
      <w:r w:rsidR="00672F76" w:rsidRPr="00672F76">
        <w:t>QMI_WWAN</w:t>
      </w:r>
      <w:r w:rsidRPr="0095429F">
        <w:t>驱动的编译环境搭建方法，为</w:t>
      </w:r>
      <w:proofErr w:type="spellStart"/>
      <w:r w:rsidR="007619B6" w:rsidRPr="007619B6">
        <w:t>Fibocom</w:t>
      </w:r>
      <w:proofErr w:type="spellEnd"/>
      <w:r w:rsidRPr="0095429F">
        <w:t>模块在嵌入式</w:t>
      </w:r>
      <w:r w:rsidRPr="0095429F">
        <w:t>Linux</w:t>
      </w:r>
      <w:r w:rsidRPr="0095429F">
        <w:t>上正常使用</w:t>
      </w:r>
      <w:r w:rsidR="00672F76" w:rsidRPr="00672F76">
        <w:t>QMI_WWAN</w:t>
      </w:r>
      <w:r w:rsidRPr="0095429F">
        <w:t>驱动提供指导。</w:t>
      </w:r>
    </w:p>
    <w:p w14:paraId="47340BAA" w14:textId="0791AB42" w:rsidR="009A38C5" w:rsidRPr="001667DD" w:rsidRDefault="0040110C">
      <w:pPr>
        <w:pStyle w:val="2"/>
        <w:numPr>
          <w:ilvl w:val="1"/>
          <w:numId w:val="2"/>
        </w:numPr>
        <w:ind w:left="431" w:hanging="431"/>
        <w:jc w:val="both"/>
        <w:rPr>
          <w:szCs w:val="36"/>
        </w:rPr>
      </w:pPr>
      <w:bookmarkStart w:id="11" w:name="_Toc19003358"/>
      <w:bookmarkStart w:id="12" w:name="_Toc19113227"/>
      <w:bookmarkStart w:id="13" w:name="_Toc43645325"/>
      <w:bookmarkStart w:id="14" w:name="_Toc86854964"/>
      <w:bookmarkEnd w:id="11"/>
      <w:bookmarkEnd w:id="12"/>
      <w:r w:rsidRPr="001667DD">
        <w:rPr>
          <w:szCs w:val="36"/>
        </w:rPr>
        <w:t>适用范围</w:t>
      </w:r>
      <w:bookmarkEnd w:id="13"/>
      <w:bookmarkEnd w:id="14"/>
    </w:p>
    <w:p w14:paraId="22586E89" w14:textId="77777777" w:rsidR="00591D8C" w:rsidRDefault="0040110C" w:rsidP="00327CC3">
      <w:r w:rsidRPr="0095429F">
        <w:t>适用于</w:t>
      </w:r>
      <w:proofErr w:type="gramStart"/>
      <w:r w:rsidRPr="0095429F">
        <w:t>测试部</w:t>
      </w:r>
      <w:proofErr w:type="gramEnd"/>
      <w:r w:rsidRPr="0095429F">
        <w:t>/</w:t>
      </w:r>
      <w:r w:rsidRPr="0095429F">
        <w:t>市场导入人员参考文档或指导客户搭建嵌入式</w:t>
      </w:r>
      <w:r w:rsidRPr="0095429F">
        <w:t>Linux Host</w:t>
      </w:r>
      <w:r w:rsidRPr="0095429F">
        <w:t>驱动编译环境使用。</w:t>
      </w:r>
    </w:p>
    <w:p w14:paraId="32B060D6" w14:textId="5969ABC4" w:rsidR="009A38C5" w:rsidRDefault="00672F76" w:rsidP="00327CC3">
      <w:r w:rsidRPr="00672F76">
        <w:t>QMI_WWAN</w:t>
      </w:r>
      <w:r w:rsidR="00591D8C">
        <w:rPr>
          <w:rFonts w:hint="eastAsia"/>
        </w:rPr>
        <w:t>驱动</w:t>
      </w:r>
      <w:r w:rsidR="007639E3">
        <w:rPr>
          <w:rFonts w:hint="eastAsia"/>
        </w:rPr>
        <w:t>目前适用的产品型号如下表所示：</w:t>
      </w:r>
    </w:p>
    <w:p w14:paraId="4FD40B29" w14:textId="2D0735E7" w:rsidR="007639E3" w:rsidRPr="00AB74E3" w:rsidRDefault="007639E3" w:rsidP="00AB74E3">
      <w:pPr>
        <w:pStyle w:val="Fibocomzhd"/>
      </w:pPr>
      <w:r w:rsidRPr="00AB74E3">
        <w:rPr>
          <w:rFonts w:hint="eastAsia"/>
        </w:rPr>
        <w:t>表</w:t>
      </w:r>
      <w:r w:rsidRPr="00AB74E3">
        <w:fldChar w:fldCharType="begin"/>
      </w:r>
      <w:r w:rsidRPr="00AB74E3">
        <w:instrText xml:space="preserve"> </w:instrText>
      </w:r>
      <w:r w:rsidRPr="00AB74E3">
        <w:rPr>
          <w:rFonts w:hint="eastAsia"/>
        </w:rPr>
        <w:instrText>SEQ 表 \* ARABIC</w:instrText>
      </w:r>
      <w:r w:rsidRPr="00AB74E3">
        <w:instrText xml:space="preserve"> </w:instrText>
      </w:r>
      <w:r w:rsidRPr="00AB74E3">
        <w:fldChar w:fldCharType="separate"/>
      </w:r>
      <w:r w:rsidR="00961EB8">
        <w:rPr>
          <w:noProof/>
        </w:rPr>
        <w:t>1</w:t>
      </w:r>
      <w:r w:rsidRPr="00AB74E3">
        <w:fldChar w:fldCharType="end"/>
      </w:r>
      <w:r w:rsidRPr="00AB74E3">
        <w:t xml:space="preserve">. </w:t>
      </w:r>
      <w:r>
        <w:rPr>
          <w:rFonts w:hint="eastAsia"/>
        </w:rPr>
        <w:t>适用型号</w:t>
      </w:r>
    </w:p>
    <w:tbl>
      <w:tblPr>
        <w:tblStyle w:val="af9"/>
        <w:tblW w:w="0" w:type="auto"/>
        <w:jc w:val="center"/>
        <w:tblBorders>
          <w:top w:val="single" w:sz="4" w:space="0" w:color="DDDDDD"/>
          <w:left w:val="none" w:sz="0" w:space="0" w:color="auto"/>
          <w:bottom w:val="single" w:sz="4" w:space="0" w:color="DDDDDD"/>
          <w:right w:val="none" w:sz="0" w:space="0" w:color="auto"/>
          <w:insideH w:val="single" w:sz="4" w:space="0" w:color="DDDDDD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35"/>
        <w:gridCol w:w="2435"/>
        <w:gridCol w:w="4769"/>
      </w:tblGrid>
      <w:tr w:rsidR="007639E3" w14:paraId="096CE01B" w14:textId="77777777" w:rsidTr="006300EE">
        <w:trPr>
          <w:jc w:val="center"/>
        </w:trPr>
        <w:tc>
          <w:tcPr>
            <w:tcW w:w="2435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14BCFA11" w14:textId="5E8B8BB6" w:rsidR="007639E3" w:rsidRPr="006A5485" w:rsidRDefault="007639E3" w:rsidP="005B785E">
            <w:pPr>
              <w:pStyle w:val="Fibocomzhb"/>
            </w:pPr>
            <w:r w:rsidRPr="00BF0E5F">
              <w:rPr>
                <w:rFonts w:hint="eastAsia"/>
              </w:rPr>
              <w:t>序号</w:t>
            </w:r>
          </w:p>
        </w:tc>
        <w:tc>
          <w:tcPr>
            <w:tcW w:w="2435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30D20D4F" w14:textId="663CEFC4" w:rsidR="007639E3" w:rsidRPr="006A5485" w:rsidRDefault="007639E3" w:rsidP="005B785E">
            <w:pPr>
              <w:pStyle w:val="Fibocomzhb"/>
            </w:pPr>
            <w:r w:rsidRPr="00BF0E5F">
              <w:rPr>
                <w:rFonts w:hint="eastAsia"/>
              </w:rPr>
              <w:t>产品型号</w:t>
            </w:r>
          </w:p>
        </w:tc>
        <w:tc>
          <w:tcPr>
            <w:tcW w:w="4769" w:type="dxa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05554CD8" w14:textId="52F49ED8" w:rsidR="007639E3" w:rsidRPr="006A5485" w:rsidRDefault="007639E3" w:rsidP="005B785E">
            <w:pPr>
              <w:pStyle w:val="Fibocomzhb"/>
            </w:pPr>
            <w:r w:rsidRPr="00BF0E5F">
              <w:rPr>
                <w:rFonts w:hint="eastAsia"/>
              </w:rPr>
              <w:t>说明</w:t>
            </w:r>
          </w:p>
        </w:tc>
      </w:tr>
      <w:tr w:rsidR="007639E3" w14:paraId="380FB654" w14:textId="77777777" w:rsidTr="006300EE">
        <w:trPr>
          <w:jc w:val="center"/>
        </w:trPr>
        <w:tc>
          <w:tcPr>
            <w:tcW w:w="2435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  <w:vAlign w:val="center"/>
          </w:tcPr>
          <w:p w14:paraId="30DE1DA3" w14:textId="51888076" w:rsidR="007639E3" w:rsidRPr="00110705" w:rsidRDefault="007639E3" w:rsidP="005B785E">
            <w:pPr>
              <w:pStyle w:val="Fibocomzhb"/>
            </w:pPr>
            <w:r w:rsidRPr="00BF0E5F">
              <w:t>1</w:t>
            </w:r>
          </w:p>
        </w:tc>
        <w:tc>
          <w:tcPr>
            <w:tcW w:w="2435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  <w:vAlign w:val="center"/>
          </w:tcPr>
          <w:p w14:paraId="5423C809" w14:textId="47444320" w:rsidR="007639E3" w:rsidRPr="00110705" w:rsidRDefault="007639E3" w:rsidP="005B785E">
            <w:pPr>
              <w:pStyle w:val="Fibocomzhb"/>
            </w:pPr>
            <w:r w:rsidRPr="00BF0E5F">
              <w:t>NL95X</w:t>
            </w:r>
            <w:r w:rsidRPr="00BF0E5F">
              <w:rPr>
                <w:rFonts w:hint="eastAsia"/>
              </w:rPr>
              <w:t>系列</w:t>
            </w:r>
          </w:p>
        </w:tc>
        <w:tc>
          <w:tcPr>
            <w:tcW w:w="4769" w:type="dxa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  <w:vAlign w:val="center"/>
          </w:tcPr>
          <w:p w14:paraId="7BBDE898" w14:textId="665A2FCC" w:rsidR="007639E3" w:rsidRPr="00110705" w:rsidRDefault="007639E3" w:rsidP="005B785E">
            <w:pPr>
              <w:pStyle w:val="Fibocomzhb"/>
            </w:pPr>
            <w:r w:rsidRPr="00A40646">
              <w:t>M.2</w:t>
            </w:r>
            <w:r w:rsidRPr="00A40646">
              <w:rPr>
                <w:rFonts w:hint="eastAsia"/>
              </w:rPr>
              <w:t>接口</w:t>
            </w:r>
            <w:r w:rsidRPr="00A40646">
              <w:t>4G</w:t>
            </w:r>
            <w:r w:rsidRPr="00A40646">
              <w:rPr>
                <w:rFonts w:hint="eastAsia"/>
              </w:rPr>
              <w:t>通信模组。</w:t>
            </w:r>
          </w:p>
        </w:tc>
      </w:tr>
      <w:tr w:rsidR="007639E3" w14:paraId="78F2E6AC" w14:textId="77777777" w:rsidTr="006300EE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4DD28763" w14:textId="70B6A6CA" w:rsidR="007639E3" w:rsidRPr="00110705" w:rsidRDefault="007639E3" w:rsidP="005B785E">
            <w:pPr>
              <w:pStyle w:val="Fibocomzhb"/>
            </w:pPr>
            <w:r w:rsidRPr="00BF0E5F">
              <w:t>2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20A0B6C3" w14:textId="14C85901" w:rsidR="007639E3" w:rsidRPr="00110705" w:rsidRDefault="007639E3" w:rsidP="005B785E">
            <w:pPr>
              <w:pStyle w:val="Fibocomzhb"/>
            </w:pPr>
            <w:r w:rsidRPr="00BF0E5F">
              <w:t>FG150</w:t>
            </w:r>
            <w:r w:rsidRPr="00E647F2">
              <w:rPr>
                <w:rFonts w:hint="eastAsia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5090097E" w14:textId="7C273C36" w:rsidR="007639E3" w:rsidRPr="00110705" w:rsidRDefault="007639E3" w:rsidP="005B785E">
            <w:pPr>
              <w:pStyle w:val="Fibocomzhb"/>
            </w:pPr>
            <w:r w:rsidRPr="00A40646">
              <w:t>LGA</w:t>
            </w:r>
            <w:r w:rsidRPr="00A40646">
              <w:rPr>
                <w:rFonts w:hint="eastAsia"/>
              </w:rPr>
              <w:t>封装，</w:t>
            </w:r>
            <w:r w:rsidRPr="00A40646">
              <w:t>5G</w:t>
            </w:r>
            <w:r w:rsidRPr="00A40646">
              <w:rPr>
                <w:rFonts w:hint="eastAsia"/>
              </w:rPr>
              <w:t>通信模组。</w:t>
            </w:r>
          </w:p>
        </w:tc>
      </w:tr>
      <w:tr w:rsidR="007639E3" w14:paraId="540FE719" w14:textId="77777777" w:rsidTr="006300EE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198844F4" w14:textId="462C458F" w:rsidR="007639E3" w:rsidRPr="00110705" w:rsidRDefault="007639E3" w:rsidP="005B785E">
            <w:pPr>
              <w:pStyle w:val="Fibocomzhb"/>
            </w:pPr>
            <w:r w:rsidRPr="00BF0E5F">
              <w:t>3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1BCA10D8" w14:textId="5B4E0A90" w:rsidR="007639E3" w:rsidRPr="00110705" w:rsidRDefault="007639E3" w:rsidP="005B785E">
            <w:pPr>
              <w:pStyle w:val="Fibocomzhb"/>
            </w:pPr>
            <w:r w:rsidRPr="00A40646">
              <w:rPr>
                <w:color w:val="111F2C"/>
                <w:shd w:val="clear" w:color="auto" w:fill="FFFFFF"/>
              </w:rPr>
              <w:t>FM150</w:t>
            </w:r>
            <w:r>
              <w:rPr>
                <w:rFonts w:hint="eastAsia"/>
                <w:color w:val="111F2C"/>
                <w:shd w:val="clear" w:color="auto" w:fill="FFFFFF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31F4FDE5" w14:textId="13A61FE6" w:rsidR="007639E3" w:rsidRPr="00110705" w:rsidRDefault="007639E3" w:rsidP="005B785E">
            <w:pPr>
              <w:pStyle w:val="Fibocomzhb"/>
            </w:pPr>
            <w:r w:rsidRPr="00A40646">
              <w:t>M.2</w:t>
            </w:r>
            <w:r w:rsidRPr="00A40646">
              <w:rPr>
                <w:rFonts w:hint="eastAsia"/>
              </w:rPr>
              <w:t>接口</w:t>
            </w:r>
            <w:r w:rsidRPr="00A40646">
              <w:t>5G</w:t>
            </w:r>
            <w:r w:rsidRPr="00A40646">
              <w:rPr>
                <w:rFonts w:hint="eastAsia"/>
              </w:rPr>
              <w:t>通信模组。</w:t>
            </w:r>
          </w:p>
        </w:tc>
      </w:tr>
      <w:tr w:rsidR="003029F8" w14:paraId="70B0B517" w14:textId="77777777" w:rsidTr="006300EE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39CB463B" w14:textId="44619F78" w:rsidR="003029F8" w:rsidRPr="00BF0E5F" w:rsidRDefault="003029F8" w:rsidP="005B785E">
            <w:pPr>
              <w:pStyle w:val="Fibocomzhb"/>
            </w:pPr>
            <w:r>
              <w:rPr>
                <w:rFonts w:hint="eastAsia"/>
              </w:rPr>
              <w:t>4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465212C2" w14:textId="385FE2BE" w:rsidR="003029F8" w:rsidRPr="00A40646" w:rsidRDefault="003029F8" w:rsidP="005B785E">
            <w:pPr>
              <w:pStyle w:val="Fibocomzhb"/>
              <w:rPr>
                <w:color w:val="111F2C"/>
                <w:shd w:val="clear" w:color="auto" w:fill="FFFFFF"/>
              </w:rPr>
            </w:pPr>
            <w:r>
              <w:rPr>
                <w:rFonts w:hint="eastAsia"/>
                <w:color w:val="111F2C"/>
                <w:shd w:val="clear" w:color="auto" w:fill="FFFFFF"/>
              </w:rPr>
              <w:t>N</w:t>
            </w:r>
            <w:r>
              <w:rPr>
                <w:color w:val="111F2C"/>
                <w:shd w:val="clear" w:color="auto" w:fill="FFFFFF"/>
              </w:rPr>
              <w:t>L668</w:t>
            </w:r>
            <w:r>
              <w:rPr>
                <w:rFonts w:hint="eastAsia"/>
                <w:color w:val="111F2C"/>
                <w:shd w:val="clear" w:color="auto" w:fill="FFFFFF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55A687B3" w14:textId="584F4B30" w:rsidR="003029F8" w:rsidRPr="00A40646" w:rsidRDefault="001D1BF4" w:rsidP="005B785E">
            <w:pPr>
              <w:pStyle w:val="Fibocomzhb"/>
            </w:pPr>
            <w:r>
              <w:t>NA</w:t>
            </w:r>
          </w:p>
        </w:tc>
      </w:tr>
      <w:tr w:rsidR="00B63BCB" w14:paraId="78BABD9B" w14:textId="77777777" w:rsidTr="006300EE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7A359B1C" w14:textId="4A4DA0A0" w:rsidR="00B63BCB" w:rsidRDefault="00B63BCB" w:rsidP="00B63BCB">
            <w:pPr>
              <w:pStyle w:val="Fibocomzhb"/>
            </w:pPr>
            <w:r w:rsidRPr="00EC1CD1">
              <w:t>5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758C7768" w14:textId="780AB8F7" w:rsidR="00B63BCB" w:rsidRDefault="00B63BCB" w:rsidP="00B63BCB">
            <w:pPr>
              <w:pStyle w:val="Fibocomzhb"/>
              <w:rPr>
                <w:color w:val="111F2C"/>
                <w:shd w:val="clear" w:color="auto" w:fill="FFFFFF"/>
              </w:rPr>
            </w:pPr>
            <w:r w:rsidRPr="00EC1CD1">
              <w:t>FM100</w:t>
            </w:r>
            <w:r w:rsidRPr="00EC1CD1">
              <w:rPr>
                <w:rFonts w:hint="eastAsia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28CDC2E6" w14:textId="5880CF0E" w:rsidR="00B63BCB" w:rsidRDefault="00B63BCB" w:rsidP="00B63BCB">
            <w:pPr>
              <w:pStyle w:val="Fibocomzhb"/>
            </w:pPr>
            <w:r w:rsidRPr="00EC1CD1">
              <w:t>M.2</w:t>
            </w:r>
            <w:r w:rsidRPr="00EC1CD1">
              <w:rPr>
                <w:rFonts w:hint="eastAsia"/>
              </w:rPr>
              <w:t>接口</w:t>
            </w:r>
            <w:r w:rsidRPr="00EC1CD1">
              <w:t>4G</w:t>
            </w:r>
            <w:r w:rsidRPr="00EC1CD1">
              <w:rPr>
                <w:rFonts w:hint="eastAsia"/>
              </w:rPr>
              <w:t>通信模组。</w:t>
            </w:r>
          </w:p>
        </w:tc>
      </w:tr>
      <w:tr w:rsidR="00B63BCB" w14:paraId="3150C4B6" w14:textId="77777777" w:rsidTr="006300EE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5C77685C" w14:textId="324E3AEE" w:rsidR="00B63BCB" w:rsidRDefault="00B63BCB" w:rsidP="00B63BCB">
            <w:pPr>
              <w:pStyle w:val="Fibocomzhb"/>
            </w:pPr>
            <w:r w:rsidRPr="00EC1CD1">
              <w:t>6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6BEB8316" w14:textId="331855F8" w:rsidR="00B63BCB" w:rsidRDefault="00B63BCB" w:rsidP="00B63BCB">
            <w:pPr>
              <w:pStyle w:val="Fibocomzhb"/>
              <w:rPr>
                <w:color w:val="111F2C"/>
                <w:shd w:val="clear" w:color="auto" w:fill="FFFFFF"/>
              </w:rPr>
            </w:pPr>
            <w:r w:rsidRPr="00EC1CD1">
              <w:t>FG101</w:t>
            </w:r>
            <w:r w:rsidRPr="00EC1CD1">
              <w:rPr>
                <w:rFonts w:hint="eastAsia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4510D1E3" w14:textId="65E09691" w:rsidR="00B63BCB" w:rsidRDefault="00B63BCB" w:rsidP="00B63BCB">
            <w:pPr>
              <w:pStyle w:val="Fibocomzhb"/>
            </w:pPr>
            <w:r w:rsidRPr="00EC1CD1">
              <w:t>LGA</w:t>
            </w:r>
            <w:r w:rsidRPr="00EC1CD1">
              <w:rPr>
                <w:rFonts w:hint="eastAsia"/>
              </w:rPr>
              <w:t>封装，</w:t>
            </w:r>
            <w:r w:rsidRPr="00EC1CD1">
              <w:t>5G</w:t>
            </w:r>
            <w:r w:rsidRPr="00EC1CD1">
              <w:rPr>
                <w:rFonts w:hint="eastAsia"/>
              </w:rPr>
              <w:t>通信模组。</w:t>
            </w:r>
          </w:p>
        </w:tc>
      </w:tr>
      <w:tr w:rsidR="00B63BCB" w14:paraId="5C1D3C62" w14:textId="77777777" w:rsidTr="006300EE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55EB3074" w14:textId="73FD2AA4" w:rsidR="00B63BCB" w:rsidRDefault="00B63BCB" w:rsidP="00B63BCB">
            <w:pPr>
              <w:pStyle w:val="Fibocomzhb"/>
            </w:pPr>
            <w:r>
              <w:rPr>
                <w:rFonts w:hint="eastAsia"/>
              </w:rPr>
              <w:t>7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3AAEABAE" w14:textId="5259B9FB" w:rsidR="00B63BCB" w:rsidRDefault="00B63BCB" w:rsidP="00B63BCB">
            <w:pPr>
              <w:pStyle w:val="Fibocomzhb"/>
              <w:rPr>
                <w:color w:val="111F2C"/>
                <w:shd w:val="clear" w:color="auto" w:fill="FFFFFF"/>
              </w:rPr>
            </w:pPr>
            <w:r>
              <w:rPr>
                <w:rFonts w:hint="eastAsia"/>
              </w:rPr>
              <w:t>F</w:t>
            </w:r>
            <w:r>
              <w:t>M101</w:t>
            </w:r>
            <w:r>
              <w:rPr>
                <w:rFonts w:hint="eastAsia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59FD0E5F" w14:textId="5740BB4F" w:rsidR="00B63BCB" w:rsidRDefault="00B63BCB" w:rsidP="00B63BCB">
            <w:pPr>
              <w:pStyle w:val="Fibocomzhb"/>
            </w:pPr>
            <w:r w:rsidRPr="00EC1CD1">
              <w:t>M.2</w:t>
            </w:r>
            <w:r w:rsidRPr="00EC1CD1">
              <w:rPr>
                <w:rFonts w:hint="eastAsia"/>
              </w:rPr>
              <w:t>接口</w:t>
            </w:r>
            <w:r w:rsidRPr="00EC1CD1">
              <w:t>4G</w:t>
            </w:r>
            <w:r w:rsidRPr="00EC1CD1">
              <w:rPr>
                <w:rFonts w:hint="eastAsia"/>
              </w:rPr>
              <w:t>通信模组。</w:t>
            </w:r>
          </w:p>
        </w:tc>
      </w:tr>
      <w:tr w:rsidR="00B63BCB" w14:paraId="763510A1" w14:textId="77777777" w:rsidTr="006300EE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4EBCB484" w14:textId="695E9978" w:rsidR="00B63BCB" w:rsidRDefault="00B63BCB" w:rsidP="00B63BCB">
            <w:pPr>
              <w:pStyle w:val="Fibocomzhb"/>
            </w:pPr>
            <w:r>
              <w:rPr>
                <w:rFonts w:hint="eastAsia"/>
              </w:rPr>
              <w:t>8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38661A19" w14:textId="6D326D47" w:rsidR="00B63BCB" w:rsidRDefault="00B63BCB" w:rsidP="00B63BCB">
            <w:pPr>
              <w:pStyle w:val="Fibocomzhb"/>
              <w:rPr>
                <w:color w:val="111F2C"/>
                <w:shd w:val="clear" w:color="auto" w:fill="FFFFFF"/>
              </w:rPr>
            </w:pPr>
            <w:r>
              <w:rPr>
                <w:rFonts w:hint="eastAsia"/>
              </w:rPr>
              <w:t>F</w:t>
            </w:r>
            <w:r>
              <w:t>M130</w:t>
            </w:r>
            <w:r>
              <w:rPr>
                <w:rFonts w:hint="eastAsia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40040B5F" w14:textId="42973115" w:rsidR="00B63BCB" w:rsidRDefault="00B63BCB" w:rsidP="00B63BCB">
            <w:pPr>
              <w:pStyle w:val="Fibocomzhb"/>
            </w:pPr>
            <w:r w:rsidRPr="00EC1CD1">
              <w:t>M.2</w:t>
            </w:r>
            <w:r w:rsidRPr="00EC1CD1">
              <w:rPr>
                <w:rFonts w:hint="eastAsia"/>
              </w:rPr>
              <w:t>接口</w:t>
            </w:r>
            <w:r>
              <w:t>5</w:t>
            </w:r>
            <w:r w:rsidRPr="00EC1CD1">
              <w:t>G</w:t>
            </w:r>
            <w:r w:rsidRPr="00EC1CD1">
              <w:rPr>
                <w:rFonts w:hint="eastAsia"/>
              </w:rPr>
              <w:t>通信模组。</w:t>
            </w:r>
          </w:p>
        </w:tc>
      </w:tr>
      <w:tr w:rsidR="00B63BCB" w14:paraId="73B66AB2" w14:textId="77777777" w:rsidTr="006300EE">
        <w:trPr>
          <w:jc w:val="center"/>
        </w:trPr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2D021EE2" w14:textId="3D42C8DF" w:rsidR="00B63BCB" w:rsidRDefault="00B63BCB" w:rsidP="00B63BCB">
            <w:pPr>
              <w:pStyle w:val="Fibocomzhb"/>
            </w:pPr>
            <w:r>
              <w:rPr>
                <w:rFonts w:hint="eastAsia"/>
              </w:rPr>
              <w:t>9</w:t>
            </w:r>
          </w:p>
        </w:tc>
        <w:tc>
          <w:tcPr>
            <w:tcW w:w="2435" w:type="dxa"/>
            <w:tcMar>
              <w:left w:w="113" w:type="dxa"/>
              <w:right w:w="113" w:type="dxa"/>
            </w:tcMar>
            <w:vAlign w:val="center"/>
          </w:tcPr>
          <w:p w14:paraId="45678D15" w14:textId="4620EF79" w:rsidR="00B63BCB" w:rsidRDefault="00B63BCB" w:rsidP="00B63BCB">
            <w:pPr>
              <w:pStyle w:val="Fibocomzhb"/>
              <w:rPr>
                <w:color w:val="111F2C"/>
                <w:shd w:val="clear" w:color="auto" w:fill="FFFFFF"/>
              </w:rPr>
            </w:pPr>
            <w:r>
              <w:rPr>
                <w:rFonts w:hint="eastAsia"/>
              </w:rPr>
              <w:t>F</w:t>
            </w:r>
            <w:r>
              <w:t>M160</w:t>
            </w:r>
            <w:r>
              <w:rPr>
                <w:rFonts w:hint="eastAsia"/>
              </w:rPr>
              <w:t>系列</w:t>
            </w:r>
          </w:p>
        </w:tc>
        <w:tc>
          <w:tcPr>
            <w:tcW w:w="4769" w:type="dxa"/>
            <w:tcMar>
              <w:left w:w="113" w:type="dxa"/>
              <w:right w:w="113" w:type="dxa"/>
            </w:tcMar>
            <w:vAlign w:val="center"/>
          </w:tcPr>
          <w:p w14:paraId="309C3552" w14:textId="788FD456" w:rsidR="00B63BCB" w:rsidRDefault="00B63BCB" w:rsidP="00B63BCB">
            <w:pPr>
              <w:pStyle w:val="Fibocomzhb"/>
            </w:pPr>
            <w:r w:rsidRPr="00EC1CD1">
              <w:t>M.2</w:t>
            </w:r>
            <w:r w:rsidRPr="00EC1CD1">
              <w:rPr>
                <w:rFonts w:hint="eastAsia"/>
              </w:rPr>
              <w:t>接口</w:t>
            </w:r>
            <w:r>
              <w:t>5</w:t>
            </w:r>
            <w:r w:rsidRPr="00EC1CD1">
              <w:t>G</w:t>
            </w:r>
            <w:r w:rsidRPr="00EC1CD1">
              <w:rPr>
                <w:rFonts w:hint="eastAsia"/>
              </w:rPr>
              <w:t>通信模组。</w:t>
            </w:r>
          </w:p>
        </w:tc>
      </w:tr>
    </w:tbl>
    <w:p w14:paraId="337FB0AF" w14:textId="501D9253" w:rsidR="009A38C5" w:rsidRPr="001667DD" w:rsidRDefault="0040110C">
      <w:pPr>
        <w:pStyle w:val="2"/>
        <w:numPr>
          <w:ilvl w:val="1"/>
          <w:numId w:val="2"/>
        </w:numPr>
        <w:ind w:left="431" w:hanging="431"/>
        <w:jc w:val="both"/>
        <w:rPr>
          <w:szCs w:val="36"/>
        </w:rPr>
      </w:pPr>
      <w:bookmarkStart w:id="15" w:name="_Toc19113228"/>
      <w:bookmarkStart w:id="16" w:name="_Toc19003359"/>
      <w:bookmarkStart w:id="17" w:name="_Toc43645326"/>
      <w:bookmarkStart w:id="18" w:name="_Toc86854965"/>
      <w:bookmarkEnd w:id="15"/>
      <w:bookmarkEnd w:id="16"/>
      <w:r w:rsidRPr="001667DD">
        <w:rPr>
          <w:szCs w:val="36"/>
        </w:rPr>
        <w:lastRenderedPageBreak/>
        <w:t>预置条件</w:t>
      </w:r>
      <w:bookmarkEnd w:id="17"/>
      <w:bookmarkEnd w:id="18"/>
    </w:p>
    <w:p w14:paraId="44A9F33B" w14:textId="37C3F4E1" w:rsidR="009A38C5" w:rsidRPr="0095429F" w:rsidRDefault="0040110C" w:rsidP="00FA7A9C">
      <w:pPr>
        <w:pStyle w:val="Fibocomzh"/>
        <w:rPr>
          <w:color w:val="000000" w:themeColor="text1"/>
        </w:rPr>
      </w:pPr>
      <w:r w:rsidRPr="0095429F">
        <w:t>有嵌入式Linux硬件开发平台；</w:t>
      </w:r>
    </w:p>
    <w:p w14:paraId="46E4E71D" w14:textId="0468CD76" w:rsidR="009A38C5" w:rsidRPr="0095429F" w:rsidRDefault="0040110C" w:rsidP="00FA7A9C">
      <w:pPr>
        <w:pStyle w:val="Fibocomzh"/>
      </w:pPr>
      <w:r w:rsidRPr="0095429F">
        <w:rPr>
          <w:color w:val="000000" w:themeColor="text1"/>
        </w:rPr>
        <w:t>已经下载好对应开发平</w:t>
      </w:r>
      <w:r w:rsidRPr="006F3217">
        <w:t>台Linux镜像开源代码及</w:t>
      </w:r>
      <w:proofErr w:type="spellStart"/>
      <w:r w:rsidRPr="006F3217">
        <w:t>ubuntu</w:t>
      </w:r>
      <w:proofErr w:type="spellEnd"/>
      <w:r w:rsidRPr="006F3217">
        <w:t>根文件系统镜</w:t>
      </w:r>
      <w:r w:rsidRPr="0095429F">
        <w:rPr>
          <w:rStyle w:val="InternetLink"/>
          <w:rFonts w:eastAsiaTheme="minorEastAsia" w:cs="Arial"/>
          <w:color w:val="000000" w:themeColor="text1"/>
          <w:u w:val="none"/>
        </w:rPr>
        <w:t>像</w:t>
      </w:r>
      <w:r w:rsidRPr="0095429F">
        <w:rPr>
          <w:color w:val="000000" w:themeColor="text1"/>
        </w:rPr>
        <w:t>；</w:t>
      </w:r>
    </w:p>
    <w:p w14:paraId="568324B7" w14:textId="025A6591" w:rsidR="009A38C5" w:rsidRPr="0095429F" w:rsidRDefault="0040110C" w:rsidP="00FA7A9C">
      <w:pPr>
        <w:pStyle w:val="Fibocomzh"/>
        <w:rPr>
          <w:color w:val="000000" w:themeColor="text1"/>
        </w:rPr>
      </w:pPr>
      <w:r w:rsidRPr="0095429F">
        <w:rPr>
          <w:color w:val="000000" w:themeColor="text1"/>
        </w:rPr>
        <w:t>有一台Linux服务器，且可以编译开发板镜像系统；</w:t>
      </w:r>
    </w:p>
    <w:p w14:paraId="002470E1" w14:textId="26685622" w:rsidR="009A38C5" w:rsidRPr="0095429F" w:rsidRDefault="0040110C" w:rsidP="00FA7A9C">
      <w:pPr>
        <w:pStyle w:val="Fibocomzh"/>
        <w:rPr>
          <w:color w:val="000000" w:themeColor="text1"/>
        </w:rPr>
      </w:pPr>
      <w:r w:rsidRPr="0095429F">
        <w:rPr>
          <w:color w:val="000000" w:themeColor="text1"/>
        </w:rPr>
        <w:t>用户具有root操作权限</w:t>
      </w:r>
      <w:r w:rsidR="00B33B4D" w:rsidRPr="0095429F">
        <w:rPr>
          <w:color w:val="000000" w:themeColor="text1"/>
        </w:rPr>
        <w:t>；</w:t>
      </w:r>
    </w:p>
    <w:p w14:paraId="2D19D3D8" w14:textId="13159AAE" w:rsidR="00534D49" w:rsidRPr="00534D49" w:rsidRDefault="0040110C" w:rsidP="007619B6">
      <w:pPr>
        <w:pStyle w:val="Fibocomzh"/>
      </w:pPr>
      <w:r w:rsidRPr="0095429F">
        <w:t>有一块</w:t>
      </w:r>
      <w:proofErr w:type="spellStart"/>
      <w:r w:rsidR="007619B6" w:rsidRPr="007619B6">
        <w:rPr>
          <w:color w:val="000000" w:themeColor="text1"/>
        </w:rPr>
        <w:t>Fibocom</w:t>
      </w:r>
      <w:proofErr w:type="spellEnd"/>
      <w:r w:rsidRPr="0095429F">
        <w:t>模块</w:t>
      </w:r>
      <w:r w:rsidR="00B33B4D" w:rsidRPr="0095429F">
        <w:t>。</w:t>
      </w:r>
      <w:bookmarkStart w:id="19" w:name="_Toc43645327"/>
    </w:p>
    <w:p w14:paraId="0F6E1830" w14:textId="77777777" w:rsidR="00342DDE" w:rsidRPr="00596546" w:rsidRDefault="00342DDE" w:rsidP="00342DDE">
      <w:pPr>
        <w:sectPr w:rsidR="00342DDE" w:rsidRPr="00596546" w:rsidSect="009B766C">
          <w:headerReference w:type="default" r:id="rId17"/>
          <w:footerReference w:type="default" r:id="rId18"/>
          <w:pgSz w:w="11906" w:h="16838"/>
          <w:pgMar w:top="1440" w:right="1083" w:bottom="1440" w:left="1083" w:header="851" w:footer="850" w:gutter="0"/>
          <w:pgNumType w:start="3"/>
          <w:cols w:space="425"/>
          <w:docGrid w:type="lines" w:linePitch="312"/>
        </w:sectPr>
      </w:pPr>
    </w:p>
    <w:p w14:paraId="67C36A9A" w14:textId="061AA4CA" w:rsidR="009A38C5" w:rsidRDefault="0040110C" w:rsidP="005C579D">
      <w:pPr>
        <w:pStyle w:val="1"/>
      </w:pPr>
      <w:bookmarkStart w:id="20" w:name="_Toc86854966"/>
      <w:r w:rsidRPr="001667DD">
        <w:lastRenderedPageBreak/>
        <w:t>USB</w:t>
      </w:r>
      <w:bookmarkStart w:id="21" w:name="_Toc3473217"/>
      <w:bookmarkEnd w:id="21"/>
      <w:r w:rsidRPr="001667DD">
        <w:t>端口信息</w:t>
      </w:r>
      <w:bookmarkEnd w:id="19"/>
      <w:bookmarkEnd w:id="20"/>
    </w:p>
    <w:p w14:paraId="4757F860" w14:textId="7F090EC2" w:rsidR="005C579D" w:rsidRPr="00805C3C" w:rsidRDefault="00FA7A9C" w:rsidP="00805C3C">
      <w:pPr>
        <w:pStyle w:val="Fibocomzhd"/>
      </w:pPr>
      <w:r w:rsidRPr="006A5485">
        <w:rPr>
          <w:rFonts w:hAnsi="思源黑体 CN Light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4E72BD2" wp14:editId="5388E67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88451" cy="0"/>
                <wp:effectExtent l="0" t="0" r="22225" b="19050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845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321050" id="直接连接符 65" o:spid="_x0000_s1026" style="position:absolute;left:0;text-align:lef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87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" strokecolor="#d8d8d8 [2732]" strokeweight="1pt">
                <v:stroke dashstyle="1 1"/>
              </v:line>
            </w:pict>
          </mc:Fallback>
        </mc:AlternateContent>
      </w:r>
      <w:r w:rsidR="005C579D" w:rsidRPr="00AB74E3">
        <w:rPr>
          <w:rFonts w:hint="eastAsia"/>
        </w:rPr>
        <w:t>表</w:t>
      </w:r>
      <w:r w:rsidR="00672F76">
        <w:t>2</w:t>
      </w:r>
      <w:r w:rsidR="005C579D" w:rsidRPr="00AB74E3">
        <w:t xml:space="preserve">. </w:t>
      </w:r>
      <w:r w:rsidR="005C579D">
        <w:t>USB</w:t>
      </w:r>
      <w:r w:rsidR="005C579D">
        <w:rPr>
          <w:rFonts w:hint="eastAsia"/>
        </w:rPr>
        <w:t>端口信息</w:t>
      </w:r>
    </w:p>
    <w:tbl>
      <w:tblPr>
        <w:tblStyle w:val="af9"/>
        <w:tblW w:w="0" w:type="auto"/>
        <w:jc w:val="center"/>
        <w:tblBorders>
          <w:top w:val="single" w:sz="4" w:space="0" w:color="DDDDDD"/>
          <w:left w:val="none" w:sz="0" w:space="0" w:color="auto"/>
          <w:bottom w:val="single" w:sz="4" w:space="0" w:color="DDDDDD"/>
          <w:right w:val="none" w:sz="0" w:space="0" w:color="auto"/>
          <w:insideH w:val="single" w:sz="4" w:space="0" w:color="DDDDDD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32"/>
        <w:gridCol w:w="2432"/>
        <w:gridCol w:w="4763"/>
      </w:tblGrid>
      <w:tr w:rsidR="005C579D" w14:paraId="5C5C9B08" w14:textId="77777777" w:rsidTr="006300EE">
        <w:trPr>
          <w:jc w:val="center"/>
        </w:trPr>
        <w:tc>
          <w:tcPr>
            <w:tcW w:w="9627" w:type="dxa"/>
            <w:gridSpan w:val="3"/>
            <w:tcBorders>
              <w:bottom w:val="single" w:sz="12" w:space="0" w:color="DDDDDD"/>
            </w:tcBorders>
            <w:shd w:val="clear" w:color="auto" w:fill="auto"/>
            <w:tcMar>
              <w:left w:w="113" w:type="dxa"/>
              <w:right w:w="113" w:type="dxa"/>
            </w:tcMar>
            <w:vAlign w:val="bottom"/>
          </w:tcPr>
          <w:p w14:paraId="49CE9580" w14:textId="191F5078" w:rsidR="005C579D" w:rsidRPr="00B2459C" w:rsidRDefault="005C579D" w:rsidP="005B785E">
            <w:pPr>
              <w:pStyle w:val="Fibocomzhb"/>
            </w:pPr>
            <w:r w:rsidRPr="00B2459C">
              <w:t>GTUSBMODE: 17</w:t>
            </w:r>
          </w:p>
        </w:tc>
      </w:tr>
      <w:tr w:rsidR="005C579D" w14:paraId="4732EE3A" w14:textId="77777777" w:rsidTr="006300EE">
        <w:trPr>
          <w:jc w:val="center"/>
        </w:trPr>
        <w:tc>
          <w:tcPr>
            <w:tcW w:w="9627" w:type="dxa"/>
            <w:gridSpan w:val="3"/>
            <w:tcBorders>
              <w:top w:val="single" w:sz="12" w:space="0" w:color="DDDDDD"/>
            </w:tcBorders>
            <w:tcMar>
              <w:left w:w="113" w:type="dxa"/>
              <w:right w:w="113" w:type="dxa"/>
            </w:tcMar>
            <w:vAlign w:val="bottom"/>
          </w:tcPr>
          <w:p w14:paraId="4BD459FF" w14:textId="0E419FC5" w:rsidR="005C579D" w:rsidRPr="00110705" w:rsidRDefault="005C579D" w:rsidP="005B785E">
            <w:pPr>
              <w:pStyle w:val="Fibocomzhb"/>
            </w:pPr>
            <w:r w:rsidRPr="0095429F">
              <w:t>Vendor ID: 0x2CB7 Product ID: 0x0104</w:t>
            </w:r>
          </w:p>
        </w:tc>
      </w:tr>
      <w:tr w:rsidR="00667CFB" w14:paraId="53704D4C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07E9F466" w14:textId="3CE67A95" w:rsidR="00667CFB" w:rsidRPr="00110705" w:rsidRDefault="00667CFB" w:rsidP="00667CFB">
            <w:pPr>
              <w:pStyle w:val="Fibocomzhb"/>
            </w:pPr>
            <w:r>
              <w:rPr>
                <w:rFonts w:hint="eastAsia"/>
              </w:rPr>
              <w:t>接口号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3551B1EA" w14:textId="739DF193" w:rsidR="00667CFB" w:rsidRPr="00110705" w:rsidRDefault="00667CFB" w:rsidP="00667CFB">
            <w:pPr>
              <w:pStyle w:val="Fibocomzhb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center"/>
          </w:tcPr>
          <w:p w14:paraId="1A233514" w14:textId="50C4AEB1" w:rsidR="00667CFB" w:rsidRPr="00110705" w:rsidRDefault="00667CFB" w:rsidP="00667CFB">
            <w:pPr>
              <w:pStyle w:val="Fibocomzhb"/>
            </w:pPr>
            <w:r>
              <w:rPr>
                <w:rFonts w:hint="eastAsia"/>
              </w:rPr>
              <w:t>接口功能</w:t>
            </w:r>
          </w:p>
        </w:tc>
      </w:tr>
      <w:tr w:rsidR="005C579D" w14:paraId="314E9AEC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16524357" w14:textId="4875C722" w:rsidR="005C579D" w:rsidRPr="00110705" w:rsidRDefault="005C579D" w:rsidP="005B785E">
            <w:pPr>
              <w:pStyle w:val="Fibocomzhb"/>
            </w:pPr>
            <w:r w:rsidRPr="0095429F">
              <w:t>0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6CEE1534" w14:textId="0C7D1B3F" w:rsidR="005C579D" w:rsidRPr="00110705" w:rsidRDefault="005C579D" w:rsidP="005B785E">
            <w:pPr>
              <w:pStyle w:val="Fibocomzhb"/>
            </w:pPr>
            <w:r w:rsidRPr="0095429F">
              <w:t>DIAG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04B0595D" w14:textId="0CC95B66" w:rsidR="005C579D" w:rsidRPr="00110705" w:rsidRDefault="005C579D" w:rsidP="005B785E">
            <w:pPr>
              <w:pStyle w:val="Fibocomzhb"/>
            </w:pPr>
            <w:r w:rsidRPr="0095429F">
              <w:t>Device Diagnostic Interface</w:t>
            </w:r>
          </w:p>
        </w:tc>
      </w:tr>
      <w:tr w:rsidR="005C579D" w14:paraId="43E026A5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29DE15CE" w14:textId="6965401C" w:rsidR="005C579D" w:rsidRPr="00110705" w:rsidRDefault="005C579D" w:rsidP="005B785E">
            <w:pPr>
              <w:pStyle w:val="Fibocomzhb"/>
            </w:pPr>
            <w:r w:rsidRPr="0095429F">
              <w:t>1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47F73FAD" w14:textId="33C748E6" w:rsidR="005C579D" w:rsidRPr="00110705" w:rsidRDefault="005C579D" w:rsidP="005B785E">
            <w:pPr>
              <w:pStyle w:val="Fibocomzhb"/>
            </w:pPr>
            <w:r w:rsidRPr="0095429F">
              <w:t>Modem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7352A065" w14:textId="7D45F3A6" w:rsidR="005C579D" w:rsidRPr="00110705" w:rsidRDefault="005C579D" w:rsidP="005B785E">
            <w:pPr>
              <w:pStyle w:val="Fibocomzhb"/>
            </w:pPr>
            <w:r w:rsidRPr="0095429F">
              <w:t>Modem Connector</w:t>
            </w:r>
          </w:p>
        </w:tc>
      </w:tr>
      <w:tr w:rsidR="005C579D" w14:paraId="54CEE92C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3A876E05" w14:textId="6C596D6D" w:rsidR="005C579D" w:rsidRPr="00110705" w:rsidRDefault="005C579D" w:rsidP="005B785E">
            <w:pPr>
              <w:pStyle w:val="Fibocomzhb"/>
            </w:pPr>
            <w:r w:rsidRPr="0095429F">
              <w:t>2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78947607" w14:textId="6521F036" w:rsidR="005C579D" w:rsidRPr="00110705" w:rsidRDefault="005C579D" w:rsidP="005B785E">
            <w:pPr>
              <w:pStyle w:val="Fibocomzhb"/>
            </w:pPr>
            <w:r w:rsidRPr="0095429F">
              <w:t>AT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7280DDEE" w14:textId="1782A712" w:rsidR="005C579D" w:rsidRPr="00110705" w:rsidRDefault="005C579D" w:rsidP="005B785E">
            <w:pPr>
              <w:pStyle w:val="Fibocomzhb"/>
            </w:pPr>
            <w:r w:rsidRPr="0095429F">
              <w:t>Device Application Interface</w:t>
            </w:r>
          </w:p>
        </w:tc>
      </w:tr>
      <w:tr w:rsidR="005C579D" w14:paraId="3315D69F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4C387D08" w14:textId="3DC7E715" w:rsidR="005C579D" w:rsidRPr="00110705" w:rsidRDefault="005C579D" w:rsidP="005B785E">
            <w:pPr>
              <w:pStyle w:val="Fibocomzhb"/>
            </w:pPr>
            <w:r w:rsidRPr="0095429F">
              <w:t>3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2E2175E6" w14:textId="3CD1D651" w:rsidR="005C579D" w:rsidRPr="00110705" w:rsidRDefault="005C579D" w:rsidP="005B785E">
            <w:pPr>
              <w:pStyle w:val="Fibocomzhb"/>
            </w:pPr>
            <w:r w:rsidRPr="0095429F">
              <w:t>Pipe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54B4B1CD" w14:textId="7B811384" w:rsidR="005C579D" w:rsidRPr="00110705" w:rsidRDefault="005C579D" w:rsidP="005B785E">
            <w:pPr>
              <w:pStyle w:val="Fibocomzhb"/>
            </w:pPr>
            <w:r w:rsidRPr="0095429F">
              <w:t>Device Pipe</w:t>
            </w:r>
          </w:p>
        </w:tc>
      </w:tr>
      <w:tr w:rsidR="005C579D" w14:paraId="39DF6548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2B278CAD" w14:textId="72DFD879" w:rsidR="005C579D" w:rsidRPr="0095429F" w:rsidRDefault="005C579D" w:rsidP="005B785E">
            <w:pPr>
              <w:pStyle w:val="Fibocomzhb"/>
            </w:pPr>
            <w:r w:rsidRPr="0095429F">
              <w:t>4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274CA28A" w14:textId="5985952A" w:rsidR="005C579D" w:rsidRPr="0095429F" w:rsidRDefault="00E647F2" w:rsidP="00B63BCB">
            <w:pPr>
              <w:pStyle w:val="Fibocomzhb"/>
            </w:pPr>
            <w:proofErr w:type="spellStart"/>
            <w:r>
              <w:t>RmNet</w:t>
            </w:r>
            <w:proofErr w:type="spellEnd"/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42044BDE" w14:textId="2D7F2D0F" w:rsidR="005C579D" w:rsidRPr="0095429F" w:rsidRDefault="005C579D" w:rsidP="005B785E">
            <w:pPr>
              <w:pStyle w:val="Fibocomzhb"/>
            </w:pPr>
            <w:r w:rsidRPr="0095429F">
              <w:t>Wireless Data Device Ethernet Adapter</w:t>
            </w:r>
          </w:p>
        </w:tc>
      </w:tr>
      <w:tr w:rsidR="005C579D" w14:paraId="1B5B62AC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12EC2E9E" w14:textId="02F06089" w:rsidR="005C579D" w:rsidRPr="0095429F" w:rsidRDefault="005C579D" w:rsidP="005B785E">
            <w:pPr>
              <w:pStyle w:val="Fibocomzhb"/>
            </w:pPr>
            <w:r w:rsidRPr="0095429F">
              <w:t>5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09C52F9B" w14:textId="5AB41134" w:rsidR="005C579D" w:rsidRPr="0095429F" w:rsidRDefault="005C579D" w:rsidP="005B785E">
            <w:pPr>
              <w:pStyle w:val="Fibocomzhb"/>
            </w:pPr>
            <w:r w:rsidRPr="0095429F">
              <w:t>ADB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6CBFF65E" w14:textId="4904E2E4" w:rsidR="005C579D" w:rsidRPr="0095429F" w:rsidRDefault="005C579D" w:rsidP="005B785E">
            <w:pPr>
              <w:pStyle w:val="Fibocomzhb"/>
            </w:pPr>
            <w:r w:rsidRPr="0095429F">
              <w:t>Android Composite ADB Interface</w:t>
            </w:r>
          </w:p>
        </w:tc>
      </w:tr>
      <w:tr w:rsidR="005C579D" w14:paraId="32DD9311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5C974922" w14:textId="7421FF80" w:rsidR="005C579D" w:rsidRPr="0095429F" w:rsidRDefault="005C579D" w:rsidP="005B785E">
            <w:pPr>
              <w:pStyle w:val="Fibocomzhb"/>
            </w:pPr>
            <w:r w:rsidRPr="0095429F">
              <w:t>GTUSBMODE: 18</w:t>
            </w:r>
          </w:p>
        </w:tc>
      </w:tr>
      <w:tr w:rsidR="005C579D" w14:paraId="2C14BFD5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127EF8A0" w14:textId="5753D526" w:rsidR="005C579D" w:rsidRPr="0095429F" w:rsidRDefault="005C579D" w:rsidP="005B785E">
            <w:pPr>
              <w:pStyle w:val="Fibocomzhb"/>
            </w:pPr>
            <w:r w:rsidRPr="0095429F">
              <w:t>Vendor ID: 0x2CB7 Product ID: 0x0105</w:t>
            </w:r>
          </w:p>
        </w:tc>
      </w:tr>
      <w:tr w:rsidR="00667CFB" w14:paraId="573B778A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79914686" w14:textId="39CFABEA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接口号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554B8CEC" w14:textId="1ADCA23B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center"/>
          </w:tcPr>
          <w:p w14:paraId="4E6A1885" w14:textId="50C26AB1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接口功能</w:t>
            </w:r>
          </w:p>
        </w:tc>
      </w:tr>
      <w:tr w:rsidR="005C579D" w14:paraId="6F5E06F2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30B1715B" w14:textId="2B21EF6D" w:rsidR="005C579D" w:rsidRPr="0095429F" w:rsidRDefault="005C579D" w:rsidP="005B785E">
            <w:pPr>
              <w:pStyle w:val="Fibocomzhb"/>
            </w:pPr>
            <w:r w:rsidRPr="0095429F">
              <w:t>0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22566F86" w14:textId="0159E772" w:rsidR="005C579D" w:rsidRPr="0095429F" w:rsidRDefault="005C579D" w:rsidP="005B785E">
            <w:pPr>
              <w:pStyle w:val="Fibocomzhb"/>
            </w:pPr>
            <w:r w:rsidRPr="0095429F">
              <w:t>DIAG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69013BBF" w14:textId="2B3C07B3" w:rsidR="005C579D" w:rsidRPr="0095429F" w:rsidRDefault="005C579D" w:rsidP="005B785E">
            <w:pPr>
              <w:pStyle w:val="Fibocomzhb"/>
            </w:pPr>
            <w:r w:rsidRPr="0095429F">
              <w:t>Device Diagnostic Interface</w:t>
            </w:r>
          </w:p>
        </w:tc>
      </w:tr>
      <w:tr w:rsidR="005C579D" w14:paraId="2107D4CA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23E76831" w14:textId="53CBC69A" w:rsidR="005C579D" w:rsidRPr="0095429F" w:rsidRDefault="005C579D" w:rsidP="005B785E">
            <w:pPr>
              <w:pStyle w:val="Fibocomzhb"/>
            </w:pPr>
            <w:r w:rsidRPr="0095429F">
              <w:t>1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7F94EE9F" w14:textId="43FCAF65" w:rsidR="005C579D" w:rsidRPr="0095429F" w:rsidRDefault="005C579D" w:rsidP="005B785E">
            <w:pPr>
              <w:pStyle w:val="Fibocomzhb"/>
            </w:pPr>
            <w:r w:rsidRPr="0095429F">
              <w:t>Modem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0F934D44" w14:textId="1DE70814" w:rsidR="005C579D" w:rsidRPr="0095429F" w:rsidRDefault="005C579D" w:rsidP="005B785E">
            <w:pPr>
              <w:pStyle w:val="Fibocomzhb"/>
            </w:pPr>
            <w:r w:rsidRPr="0095429F">
              <w:t>Modem Connector</w:t>
            </w:r>
          </w:p>
        </w:tc>
      </w:tr>
      <w:tr w:rsidR="005C579D" w14:paraId="5CA47F34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57CF1A0E" w14:textId="47F7F84C" w:rsidR="005C579D" w:rsidRPr="0095429F" w:rsidRDefault="005C579D" w:rsidP="005B785E">
            <w:pPr>
              <w:pStyle w:val="Fibocomzhb"/>
            </w:pPr>
            <w:r w:rsidRPr="0095429F">
              <w:t>2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3F278239" w14:textId="29B25835" w:rsidR="005C579D" w:rsidRPr="0095429F" w:rsidRDefault="005C579D" w:rsidP="005B785E">
            <w:pPr>
              <w:pStyle w:val="Fibocomzhb"/>
            </w:pPr>
            <w:r w:rsidRPr="0095429F">
              <w:t>AT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69BB9733" w14:textId="14F0A1BA" w:rsidR="005C579D" w:rsidRPr="0095429F" w:rsidRDefault="005C579D" w:rsidP="005B785E">
            <w:pPr>
              <w:pStyle w:val="Fibocomzhb"/>
            </w:pPr>
            <w:r w:rsidRPr="0095429F">
              <w:t>Device Application Interface</w:t>
            </w:r>
          </w:p>
        </w:tc>
      </w:tr>
      <w:tr w:rsidR="005C579D" w14:paraId="4601480A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44840236" w14:textId="34837861" w:rsidR="005C579D" w:rsidRPr="0095429F" w:rsidRDefault="005C579D" w:rsidP="005B785E">
            <w:pPr>
              <w:pStyle w:val="Fibocomzhb"/>
            </w:pPr>
            <w:r w:rsidRPr="0095429F">
              <w:t>3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1755B846" w14:textId="55249B5B" w:rsidR="005C579D" w:rsidRPr="0095429F" w:rsidRDefault="005C579D" w:rsidP="005B785E">
            <w:pPr>
              <w:pStyle w:val="Fibocomzhb"/>
            </w:pPr>
            <w:r w:rsidRPr="0095429F">
              <w:t>Pipe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4E8B030F" w14:textId="66045801" w:rsidR="005C579D" w:rsidRPr="0095429F" w:rsidRDefault="005C579D" w:rsidP="005B785E">
            <w:pPr>
              <w:pStyle w:val="Fibocomzhb"/>
            </w:pPr>
            <w:r w:rsidRPr="0095429F">
              <w:t>Device Pipe</w:t>
            </w:r>
          </w:p>
        </w:tc>
      </w:tr>
      <w:tr w:rsidR="00667CFB" w14:paraId="6253BF04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2D2402D2" w14:textId="4EAA2C6E" w:rsidR="00667CFB" w:rsidRPr="0095429F" w:rsidRDefault="00667CFB" w:rsidP="00667CFB">
            <w:pPr>
              <w:pStyle w:val="Fibocomzhb"/>
            </w:pPr>
            <w:r w:rsidRPr="0095429F">
              <w:t>4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598CEBC2" w14:textId="08F75DBE" w:rsidR="00667CFB" w:rsidRPr="0095429F" w:rsidRDefault="00667CFB" w:rsidP="00667CFB">
            <w:pPr>
              <w:pStyle w:val="Fibocomzhb"/>
            </w:pPr>
            <w:r w:rsidRPr="0095429F">
              <w:t>ECM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0E3D5788" w14:textId="4833288A" w:rsidR="00667CFB" w:rsidRPr="0095429F" w:rsidRDefault="00667CFB" w:rsidP="00667CFB">
            <w:pPr>
              <w:pStyle w:val="Fibocomzhb"/>
            </w:pPr>
            <w:r>
              <w:t>ECM</w:t>
            </w:r>
            <w:r w:rsidRPr="00D67588">
              <w:t xml:space="preserve"> communication </w:t>
            </w:r>
            <w:r>
              <w:t>class</w:t>
            </w:r>
            <w:r w:rsidRPr="00D67588">
              <w:t xml:space="preserve"> interface</w:t>
            </w:r>
          </w:p>
        </w:tc>
      </w:tr>
      <w:tr w:rsidR="00667CFB" w14:paraId="36C73D1D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4D0B50C6" w14:textId="39031422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5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46269612" w14:textId="462837C4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E</w:t>
            </w:r>
            <w:r>
              <w:t>CM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5157F7B8" w14:textId="095CE46E" w:rsidR="00667CFB" w:rsidRPr="0095429F" w:rsidRDefault="00667CFB" w:rsidP="00667CFB">
            <w:pPr>
              <w:pStyle w:val="Fibocomzhb"/>
            </w:pPr>
            <w:r>
              <w:t>ECM</w:t>
            </w:r>
            <w:r w:rsidRPr="00D67588">
              <w:t xml:space="preserve"> data </w:t>
            </w:r>
            <w:r>
              <w:t xml:space="preserve">class </w:t>
            </w:r>
            <w:r w:rsidRPr="00D67588">
              <w:t>interface</w:t>
            </w:r>
          </w:p>
        </w:tc>
      </w:tr>
      <w:tr w:rsidR="00667CFB" w14:paraId="516C76CC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736CC7F1" w14:textId="4A1BD4F6" w:rsidR="00667CFB" w:rsidRPr="0095429F" w:rsidRDefault="00667CFB" w:rsidP="00667CFB">
            <w:pPr>
              <w:pStyle w:val="Fibocomzhb"/>
            </w:pPr>
            <w:r>
              <w:t>6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2F3F666F" w14:textId="00FD01FC" w:rsidR="00667CFB" w:rsidRPr="0095429F" w:rsidRDefault="00667CFB" w:rsidP="00667CFB">
            <w:pPr>
              <w:pStyle w:val="Fibocomzhb"/>
            </w:pPr>
            <w:r w:rsidRPr="0095429F">
              <w:t>ADB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2E4969CC" w14:textId="0541D36D" w:rsidR="00667CFB" w:rsidRPr="0095429F" w:rsidRDefault="00667CFB" w:rsidP="00667CFB">
            <w:pPr>
              <w:pStyle w:val="Fibocomzhb"/>
            </w:pPr>
            <w:r w:rsidRPr="0095429F">
              <w:t>Android Composite ADB Interface</w:t>
            </w:r>
          </w:p>
        </w:tc>
      </w:tr>
      <w:tr w:rsidR="00667CFB" w14:paraId="174B3E9E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506A40F8" w14:textId="0E06A5FC" w:rsidR="00667CFB" w:rsidRPr="0095429F" w:rsidRDefault="00667CFB" w:rsidP="00667CFB">
            <w:pPr>
              <w:pStyle w:val="Fibocomzhb"/>
            </w:pPr>
            <w:r w:rsidRPr="0095429F">
              <w:t>GTUSBMODE: 20</w:t>
            </w:r>
          </w:p>
        </w:tc>
      </w:tr>
      <w:tr w:rsidR="00667CFB" w14:paraId="64D00EB0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16D0D6E0" w14:textId="301A6DF1" w:rsidR="00667CFB" w:rsidRPr="0095429F" w:rsidRDefault="00667CFB" w:rsidP="00667CFB">
            <w:pPr>
              <w:pStyle w:val="Fibocomzhb"/>
            </w:pPr>
            <w:r w:rsidRPr="0095429F">
              <w:t>Vendor ID: 0x2CB7 Product ID: 0x0107</w:t>
            </w:r>
          </w:p>
        </w:tc>
      </w:tr>
      <w:tr w:rsidR="00667CFB" w14:paraId="164AD949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52BA864C" w14:textId="13049962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接口号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58BEF4F7" w14:textId="1F344533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center"/>
          </w:tcPr>
          <w:p w14:paraId="30C87C07" w14:textId="59FFB44C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接口功能</w:t>
            </w:r>
          </w:p>
        </w:tc>
      </w:tr>
      <w:tr w:rsidR="00667CFB" w14:paraId="778D17CD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7B3AB626" w14:textId="5B9154F2" w:rsidR="00667CFB" w:rsidRPr="0095429F" w:rsidRDefault="00667CFB" w:rsidP="00667CFB">
            <w:pPr>
              <w:pStyle w:val="Fibocomzhb"/>
            </w:pPr>
            <w:r w:rsidRPr="0095429F">
              <w:t>0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166ABA6E" w14:textId="3D055499" w:rsidR="00667CFB" w:rsidRPr="0095429F" w:rsidRDefault="00667CFB" w:rsidP="00667CFB">
            <w:pPr>
              <w:pStyle w:val="Fibocomzhb"/>
            </w:pPr>
            <w:r w:rsidRPr="0095429F">
              <w:t>Modem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177ED3B9" w14:textId="4BAB1677" w:rsidR="00667CFB" w:rsidRPr="0095429F" w:rsidRDefault="00667CFB" w:rsidP="00667CFB">
            <w:pPr>
              <w:pStyle w:val="Fibocomzhb"/>
            </w:pPr>
            <w:r w:rsidRPr="0095429F">
              <w:t>Modem Connector</w:t>
            </w:r>
          </w:p>
        </w:tc>
      </w:tr>
      <w:tr w:rsidR="00667CFB" w14:paraId="084C7AFC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2DCC0E47" w14:textId="4EEDC704" w:rsidR="00667CFB" w:rsidRPr="0095429F" w:rsidRDefault="00667CFB" w:rsidP="00667CFB">
            <w:pPr>
              <w:pStyle w:val="Fibocomzhb"/>
            </w:pPr>
            <w:r w:rsidRPr="0095429F">
              <w:lastRenderedPageBreak/>
              <w:t>GTUSBMODE: 21</w:t>
            </w:r>
          </w:p>
        </w:tc>
      </w:tr>
      <w:tr w:rsidR="00667CFB" w14:paraId="1652C4EF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27B999EC" w14:textId="12F8C051" w:rsidR="00667CFB" w:rsidRPr="0095429F" w:rsidRDefault="00667CFB" w:rsidP="00667CFB">
            <w:pPr>
              <w:pStyle w:val="Fibocomzhb"/>
            </w:pPr>
            <w:r w:rsidRPr="0095429F">
              <w:t>Vendor ID: 0x2CB7 Product ID: 0x0108</w:t>
            </w:r>
          </w:p>
        </w:tc>
      </w:tr>
      <w:tr w:rsidR="00667CFB" w14:paraId="5F212E62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121A4A60" w14:textId="205BDF50" w:rsidR="00667CFB" w:rsidRPr="00FA7A9C" w:rsidRDefault="00667CFB" w:rsidP="00667CFB">
            <w:pPr>
              <w:pStyle w:val="Fibocomzhb"/>
            </w:pPr>
            <w:r>
              <w:rPr>
                <w:rFonts w:hint="eastAsia"/>
              </w:rPr>
              <w:t>接口号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15A3FFFF" w14:textId="5F4B0ECE" w:rsidR="00667CFB" w:rsidRPr="00FA7A9C" w:rsidRDefault="00667CFB" w:rsidP="00667CFB">
            <w:pPr>
              <w:pStyle w:val="Fibocomzhb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center"/>
          </w:tcPr>
          <w:p w14:paraId="4FA0992D" w14:textId="4BADB2E9" w:rsidR="00667CFB" w:rsidRPr="00FA7A9C" w:rsidRDefault="00667CFB" w:rsidP="00667CFB">
            <w:pPr>
              <w:pStyle w:val="Fibocomzhb"/>
            </w:pPr>
            <w:r>
              <w:rPr>
                <w:rFonts w:hint="eastAsia"/>
              </w:rPr>
              <w:t>接口功能</w:t>
            </w:r>
          </w:p>
        </w:tc>
      </w:tr>
      <w:tr w:rsidR="00667CFB" w14:paraId="658F5CC7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277FC541" w14:textId="72017FCE" w:rsidR="00667CFB" w:rsidRPr="00FA7A9C" w:rsidRDefault="00667CFB" w:rsidP="00667CFB">
            <w:pPr>
              <w:pStyle w:val="Fibocomzhb"/>
            </w:pPr>
            <w:r w:rsidRPr="00FA7A9C">
              <w:t>0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6BBF09BB" w14:textId="2A560FBB" w:rsidR="00667CFB" w:rsidRPr="00FA7A9C" w:rsidRDefault="00667CFB" w:rsidP="00667CFB">
            <w:pPr>
              <w:pStyle w:val="Fibocomzhb"/>
            </w:pPr>
            <w:r w:rsidRPr="00FA7A9C">
              <w:t>Modem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1AE530D7" w14:textId="7FD775A9" w:rsidR="00667CFB" w:rsidRPr="00FA7A9C" w:rsidRDefault="00667CFB" w:rsidP="00667CFB">
            <w:pPr>
              <w:pStyle w:val="Fibocomzhb"/>
            </w:pPr>
            <w:r w:rsidRPr="00FA7A9C">
              <w:t>Modem Connector</w:t>
            </w:r>
          </w:p>
        </w:tc>
      </w:tr>
      <w:tr w:rsidR="00667CFB" w14:paraId="34341543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61BB05A0" w14:textId="3E91008A" w:rsidR="00667CFB" w:rsidRPr="0095429F" w:rsidRDefault="00667CFB" w:rsidP="00667CFB">
            <w:pPr>
              <w:pStyle w:val="Fibocomzhb"/>
            </w:pPr>
            <w:r w:rsidRPr="0095429F">
              <w:t>1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5ED3C63B" w14:textId="66917072" w:rsidR="00667CFB" w:rsidRPr="0095429F" w:rsidRDefault="00667CFB" w:rsidP="00667CFB">
            <w:pPr>
              <w:pStyle w:val="Fibocomzhb"/>
            </w:pPr>
            <w:r w:rsidRPr="0095429F">
              <w:t>AT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7D68AFFA" w14:textId="611D1215" w:rsidR="00667CFB" w:rsidRPr="0095429F" w:rsidRDefault="00667CFB" w:rsidP="00667CFB">
            <w:pPr>
              <w:pStyle w:val="Fibocomzhb"/>
            </w:pPr>
            <w:r w:rsidRPr="0095429F">
              <w:t>Device Application Interface</w:t>
            </w:r>
          </w:p>
        </w:tc>
      </w:tr>
      <w:tr w:rsidR="00667CFB" w14:paraId="0C0EB148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4F22FB47" w14:textId="10B4E80E" w:rsidR="00667CFB" w:rsidRPr="0095429F" w:rsidRDefault="00667CFB" w:rsidP="00667CFB">
            <w:pPr>
              <w:pStyle w:val="Fibocomzhb"/>
            </w:pPr>
            <w:r w:rsidRPr="0095429F">
              <w:t>GTUSBMODE: 22</w:t>
            </w:r>
          </w:p>
        </w:tc>
      </w:tr>
      <w:tr w:rsidR="00667CFB" w14:paraId="0D6DB8AA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0EA93BF4" w14:textId="0737243A" w:rsidR="00667CFB" w:rsidRPr="0095429F" w:rsidRDefault="00667CFB" w:rsidP="00667CFB">
            <w:pPr>
              <w:pStyle w:val="Fibocomzhb"/>
            </w:pPr>
            <w:r w:rsidRPr="0095429F">
              <w:t>Vendor ID: 0x2CB7 Product ID: 0x0109</w:t>
            </w:r>
          </w:p>
        </w:tc>
      </w:tr>
      <w:tr w:rsidR="00667CFB" w14:paraId="63484C58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26AB09B2" w14:textId="38D96826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接口号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0A9FCA02" w14:textId="0F92CBBC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center"/>
          </w:tcPr>
          <w:p w14:paraId="2F15681F" w14:textId="0AE03FC1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接口功能</w:t>
            </w:r>
          </w:p>
        </w:tc>
      </w:tr>
      <w:tr w:rsidR="00667CFB" w14:paraId="398179E0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5F7B5F87" w14:textId="592E7515" w:rsidR="00667CFB" w:rsidRPr="0095429F" w:rsidRDefault="00667CFB" w:rsidP="00667CFB">
            <w:pPr>
              <w:pStyle w:val="Fibocomzhb"/>
            </w:pPr>
            <w:r w:rsidRPr="0095429F">
              <w:t>0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1B0CAAB1" w14:textId="0A89B3AC" w:rsidR="00667CFB" w:rsidRPr="0095429F" w:rsidRDefault="00667CFB" w:rsidP="00667CFB">
            <w:pPr>
              <w:pStyle w:val="Fibocomzhb"/>
            </w:pPr>
            <w:r w:rsidRPr="0095429F">
              <w:t>Modem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4FFD0A50" w14:textId="28246909" w:rsidR="00667CFB" w:rsidRPr="0095429F" w:rsidRDefault="00667CFB" w:rsidP="00667CFB">
            <w:pPr>
              <w:pStyle w:val="Fibocomzhb"/>
            </w:pPr>
            <w:r w:rsidRPr="0095429F">
              <w:t>Modem Connector</w:t>
            </w:r>
          </w:p>
        </w:tc>
      </w:tr>
      <w:tr w:rsidR="00667CFB" w14:paraId="3B6C2B28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2A9BD093" w14:textId="664E9CCA" w:rsidR="00667CFB" w:rsidRPr="0095429F" w:rsidRDefault="00667CFB" w:rsidP="00667CFB">
            <w:pPr>
              <w:pStyle w:val="Fibocomzhb"/>
            </w:pPr>
            <w:r w:rsidRPr="0095429F">
              <w:t>1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369D6062" w14:textId="457CF7A6" w:rsidR="00667CFB" w:rsidRPr="0095429F" w:rsidRDefault="00667CFB" w:rsidP="00667CFB">
            <w:pPr>
              <w:pStyle w:val="Fibocomzhb"/>
            </w:pPr>
            <w:r w:rsidRPr="0095429F">
              <w:t>AT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4E87664B" w14:textId="2C57788E" w:rsidR="00667CFB" w:rsidRPr="0095429F" w:rsidRDefault="00667CFB" w:rsidP="00667CFB">
            <w:pPr>
              <w:pStyle w:val="Fibocomzhb"/>
            </w:pPr>
            <w:r w:rsidRPr="0095429F">
              <w:t>Device Application Interface</w:t>
            </w:r>
          </w:p>
        </w:tc>
      </w:tr>
      <w:tr w:rsidR="00667CFB" w14:paraId="0B9B9CC4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79AF5BE5" w14:textId="70E1DC61" w:rsidR="00667CFB" w:rsidRPr="0095429F" w:rsidRDefault="00667CFB" w:rsidP="00667CFB">
            <w:pPr>
              <w:pStyle w:val="Fibocomzhb"/>
            </w:pPr>
            <w:r w:rsidRPr="0095429F">
              <w:t>2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57655DD8" w14:textId="23DD565C" w:rsidR="00667CFB" w:rsidRPr="0095429F" w:rsidRDefault="00667CFB" w:rsidP="00667CFB">
            <w:pPr>
              <w:pStyle w:val="Fibocomzhb"/>
            </w:pPr>
            <w:proofErr w:type="spellStart"/>
            <w:r>
              <w:t>RmNet</w:t>
            </w:r>
            <w:proofErr w:type="spellEnd"/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66CE18D5" w14:textId="6C33D162" w:rsidR="00667CFB" w:rsidRPr="0095429F" w:rsidRDefault="00667CFB" w:rsidP="00667CFB">
            <w:pPr>
              <w:pStyle w:val="Fibocomzhb"/>
            </w:pPr>
            <w:r w:rsidRPr="0095429F">
              <w:t>Wireless Data Device Ethernet Adapter</w:t>
            </w:r>
          </w:p>
        </w:tc>
      </w:tr>
      <w:tr w:rsidR="00667CFB" w14:paraId="0A5AC827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0427EA79" w14:textId="33643958" w:rsidR="00667CFB" w:rsidRPr="0095429F" w:rsidRDefault="00667CFB" w:rsidP="00667CFB">
            <w:pPr>
              <w:pStyle w:val="Fibocomzhb"/>
            </w:pPr>
            <w:r w:rsidRPr="0095429F">
              <w:t>GTUSBMODE: 23</w:t>
            </w:r>
          </w:p>
        </w:tc>
      </w:tr>
      <w:tr w:rsidR="00667CFB" w14:paraId="40F396FB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02A2F73D" w14:textId="26F8AF13" w:rsidR="00667CFB" w:rsidRPr="0095429F" w:rsidRDefault="00667CFB" w:rsidP="00667CFB">
            <w:pPr>
              <w:pStyle w:val="Fibocomzhb"/>
            </w:pPr>
            <w:r w:rsidRPr="0095429F">
              <w:t>Vendor ID: 0x2CB7 Product ID: 0x010A</w:t>
            </w:r>
          </w:p>
        </w:tc>
      </w:tr>
      <w:tr w:rsidR="00667CFB" w14:paraId="1A433339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4F1CE723" w14:textId="753ED35E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接口号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22DBF8B1" w14:textId="42C73A48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center"/>
          </w:tcPr>
          <w:p w14:paraId="6BE06302" w14:textId="40037171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接口功能</w:t>
            </w:r>
          </w:p>
        </w:tc>
      </w:tr>
      <w:tr w:rsidR="00667CFB" w14:paraId="4108B67B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08DC9CD3" w14:textId="05AF535E" w:rsidR="00667CFB" w:rsidRPr="0095429F" w:rsidRDefault="00667CFB" w:rsidP="00667CFB">
            <w:pPr>
              <w:pStyle w:val="Fibocomzhb"/>
            </w:pPr>
            <w:r w:rsidRPr="0095429F">
              <w:t>0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1278F152" w14:textId="2B571DB4" w:rsidR="00667CFB" w:rsidRPr="0095429F" w:rsidRDefault="00667CFB" w:rsidP="00667CFB">
            <w:pPr>
              <w:pStyle w:val="Fibocomzhb"/>
            </w:pPr>
            <w:r w:rsidRPr="0095429F">
              <w:t>Modem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44CE7FC6" w14:textId="5D12B094" w:rsidR="00667CFB" w:rsidRPr="0095429F" w:rsidRDefault="00667CFB" w:rsidP="00667CFB">
            <w:pPr>
              <w:pStyle w:val="Fibocomzhb"/>
            </w:pPr>
            <w:r w:rsidRPr="0095429F">
              <w:t>Modem Connector</w:t>
            </w:r>
          </w:p>
        </w:tc>
      </w:tr>
      <w:tr w:rsidR="00667CFB" w14:paraId="5A3B051B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756B3DED" w14:textId="321DE310" w:rsidR="00667CFB" w:rsidRPr="0095429F" w:rsidRDefault="00667CFB" w:rsidP="00667CFB">
            <w:pPr>
              <w:pStyle w:val="Fibocomzhb"/>
            </w:pPr>
            <w:r w:rsidRPr="0095429F">
              <w:t>1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2E339759" w14:textId="5AD417D9" w:rsidR="00667CFB" w:rsidRPr="0095429F" w:rsidRDefault="00667CFB" w:rsidP="00667CFB">
            <w:pPr>
              <w:pStyle w:val="Fibocomzhb"/>
            </w:pPr>
            <w:r w:rsidRPr="0095429F">
              <w:t>AT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0C41FAB1" w14:textId="4780D15A" w:rsidR="00667CFB" w:rsidRPr="0095429F" w:rsidRDefault="00667CFB" w:rsidP="00667CFB">
            <w:pPr>
              <w:pStyle w:val="Fibocomzhb"/>
            </w:pPr>
            <w:r w:rsidRPr="0095429F">
              <w:t>Device Application Interface</w:t>
            </w:r>
          </w:p>
        </w:tc>
      </w:tr>
      <w:tr w:rsidR="00667CFB" w14:paraId="3E8D7AD8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23DB86C6" w14:textId="17A490F7" w:rsidR="00667CFB" w:rsidRPr="0095429F" w:rsidRDefault="00667CFB" w:rsidP="00667CFB">
            <w:pPr>
              <w:pStyle w:val="Fibocomzhb"/>
            </w:pPr>
            <w:r>
              <w:t>2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37CE2D67" w14:textId="63FDE489" w:rsidR="00667CFB" w:rsidRPr="0095429F" w:rsidRDefault="00667CFB" w:rsidP="00667CFB">
            <w:pPr>
              <w:pStyle w:val="Fibocomzhb"/>
            </w:pPr>
            <w:r w:rsidRPr="0095429F">
              <w:t>ECM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7BB0893A" w14:textId="41ABD16D" w:rsidR="00667CFB" w:rsidRPr="0095429F" w:rsidRDefault="00667CFB" w:rsidP="00667CFB">
            <w:pPr>
              <w:pStyle w:val="Fibocomzhb"/>
            </w:pPr>
            <w:r>
              <w:t>ECM</w:t>
            </w:r>
            <w:r w:rsidRPr="00D67588">
              <w:t xml:space="preserve"> communication </w:t>
            </w:r>
            <w:r>
              <w:t>class</w:t>
            </w:r>
            <w:r w:rsidRPr="00D67588">
              <w:t xml:space="preserve"> interface</w:t>
            </w:r>
          </w:p>
        </w:tc>
      </w:tr>
      <w:tr w:rsidR="00667CFB" w14:paraId="7D7081EA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53EB895E" w14:textId="778D5BC3" w:rsidR="00667CFB" w:rsidRPr="0095429F" w:rsidRDefault="00667CFB" w:rsidP="00667CFB">
            <w:pPr>
              <w:pStyle w:val="Fibocomzhb"/>
            </w:pPr>
            <w:r>
              <w:t>3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0E01C5DA" w14:textId="06970709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E</w:t>
            </w:r>
            <w:r>
              <w:t>CM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750FE27B" w14:textId="2092959F" w:rsidR="00667CFB" w:rsidRPr="0095429F" w:rsidRDefault="00667CFB" w:rsidP="00667CFB">
            <w:pPr>
              <w:pStyle w:val="Fibocomzhb"/>
            </w:pPr>
            <w:r>
              <w:t>ECM</w:t>
            </w:r>
            <w:r w:rsidRPr="00D67588">
              <w:t xml:space="preserve"> data </w:t>
            </w:r>
            <w:r>
              <w:t xml:space="preserve">class </w:t>
            </w:r>
            <w:r w:rsidRPr="00D67588">
              <w:t>interface</w:t>
            </w:r>
          </w:p>
        </w:tc>
      </w:tr>
      <w:tr w:rsidR="00667CFB" w14:paraId="579EAEF1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1D40BCFB" w14:textId="0952AE04" w:rsidR="00667CFB" w:rsidRPr="0095429F" w:rsidRDefault="00667CFB" w:rsidP="00667CFB">
            <w:pPr>
              <w:pStyle w:val="Fibocomzhb"/>
            </w:pPr>
            <w:r w:rsidRPr="0095429F">
              <w:t>GTUSBMODE: 28</w:t>
            </w:r>
          </w:p>
        </w:tc>
      </w:tr>
      <w:tr w:rsidR="00667CFB" w14:paraId="007F347E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6A0FF036" w14:textId="43EA7FB5" w:rsidR="00667CFB" w:rsidRPr="0095429F" w:rsidRDefault="00667CFB" w:rsidP="00667CFB">
            <w:pPr>
              <w:pStyle w:val="Fibocomzhb"/>
            </w:pPr>
            <w:r w:rsidRPr="0095429F">
              <w:t>Vendor ID: 0x2CB7 Product ID: 0x010F</w:t>
            </w:r>
          </w:p>
        </w:tc>
      </w:tr>
      <w:tr w:rsidR="00667CFB" w14:paraId="15D2F57B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1A7C1A4A" w14:textId="63CDDA17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接口号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260950AB" w14:textId="1DC1A6AA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center"/>
          </w:tcPr>
          <w:p w14:paraId="4E68640C" w14:textId="7D38D8D7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接口功能</w:t>
            </w:r>
          </w:p>
        </w:tc>
      </w:tr>
      <w:tr w:rsidR="00667CFB" w14:paraId="1FE55D99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25B1B692" w14:textId="0800AC78" w:rsidR="00667CFB" w:rsidRPr="0095429F" w:rsidRDefault="00667CFB" w:rsidP="00667CFB">
            <w:pPr>
              <w:pStyle w:val="Fibocomzhb"/>
            </w:pPr>
            <w:r>
              <w:t>0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2DB5D6C8" w14:textId="1E4AA7DE" w:rsidR="00667CFB" w:rsidRPr="0095429F" w:rsidRDefault="00667CFB" w:rsidP="00667CFB">
            <w:pPr>
              <w:pStyle w:val="Fibocomzhb"/>
            </w:pPr>
            <w:r w:rsidRPr="0095429F">
              <w:t>MBIM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33FD8508" w14:textId="057CAB01" w:rsidR="00667CFB" w:rsidRPr="0095429F" w:rsidRDefault="00667CFB" w:rsidP="00667CFB">
            <w:pPr>
              <w:pStyle w:val="Fibocomzhb"/>
            </w:pPr>
            <w:r>
              <w:t>MBIM</w:t>
            </w:r>
            <w:r w:rsidRPr="00D67588">
              <w:t xml:space="preserve"> communication </w:t>
            </w:r>
            <w:r>
              <w:t>class</w:t>
            </w:r>
            <w:r w:rsidRPr="00D67588">
              <w:t xml:space="preserve"> interface</w:t>
            </w:r>
          </w:p>
        </w:tc>
      </w:tr>
      <w:tr w:rsidR="00667CFB" w14:paraId="6FF7252D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6B663E09" w14:textId="1300A40A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1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4C66D0C9" w14:textId="1AA1D772" w:rsidR="00667CFB" w:rsidRPr="0095429F" w:rsidRDefault="00667CFB" w:rsidP="00667CFB">
            <w:pPr>
              <w:pStyle w:val="Fibocomzhb"/>
            </w:pPr>
            <w:r>
              <w:t>MBIM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1F64900E" w14:textId="64BDB14C" w:rsidR="00667CFB" w:rsidRPr="0095429F" w:rsidRDefault="00667CFB" w:rsidP="00667CFB">
            <w:pPr>
              <w:pStyle w:val="Fibocomzhb"/>
            </w:pPr>
            <w:r>
              <w:t>MBIM</w:t>
            </w:r>
            <w:r w:rsidRPr="00D67588">
              <w:t xml:space="preserve"> data </w:t>
            </w:r>
            <w:r>
              <w:t xml:space="preserve">class </w:t>
            </w:r>
            <w:r w:rsidRPr="00D67588">
              <w:t>interface</w:t>
            </w:r>
          </w:p>
        </w:tc>
      </w:tr>
      <w:tr w:rsidR="00667CFB" w14:paraId="72B7F527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2072E495" w14:textId="5E9568D3" w:rsidR="00667CFB" w:rsidRPr="0095429F" w:rsidRDefault="00667CFB" w:rsidP="00667CFB">
            <w:pPr>
              <w:pStyle w:val="Fibocomzhb"/>
            </w:pPr>
            <w:r w:rsidRPr="0095429F">
              <w:t>GTUSBMODE: 29</w:t>
            </w:r>
          </w:p>
        </w:tc>
      </w:tr>
      <w:tr w:rsidR="00667CFB" w14:paraId="1F68FDAB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7EA1C755" w14:textId="24E34A9C" w:rsidR="00667CFB" w:rsidRPr="0095429F" w:rsidRDefault="00667CFB" w:rsidP="00667CFB">
            <w:pPr>
              <w:pStyle w:val="Fibocomzhb"/>
            </w:pPr>
            <w:r w:rsidRPr="0095429F">
              <w:t>Vendor ID: 0x2CB7 Product ID: 0x0110</w:t>
            </w:r>
          </w:p>
        </w:tc>
      </w:tr>
      <w:tr w:rsidR="00667CFB" w14:paraId="3FA7D68A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2D55880B" w14:textId="29AEE411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接口号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4550EB82" w14:textId="56DBBE63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center"/>
          </w:tcPr>
          <w:p w14:paraId="4C67A814" w14:textId="22A1D06E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接口功能</w:t>
            </w:r>
          </w:p>
        </w:tc>
      </w:tr>
      <w:tr w:rsidR="00667CFB" w14:paraId="5D060C70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6AF4B701" w14:textId="0E5EBBD0" w:rsidR="00667CFB" w:rsidRPr="0095429F" w:rsidRDefault="00667CFB" w:rsidP="00667CFB">
            <w:pPr>
              <w:pStyle w:val="Fibocomzhb"/>
            </w:pPr>
            <w:r>
              <w:t>0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491DA46A" w14:textId="3DAFE2F7" w:rsidR="00667CFB" w:rsidRPr="0095429F" w:rsidRDefault="00667CFB" w:rsidP="00667CFB">
            <w:pPr>
              <w:pStyle w:val="Fibocomzhb"/>
            </w:pPr>
            <w:r w:rsidRPr="0095429F">
              <w:t>MBIM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11394483" w14:textId="44EC7779" w:rsidR="00667CFB" w:rsidRPr="0095429F" w:rsidRDefault="00667CFB" w:rsidP="00667CFB">
            <w:pPr>
              <w:pStyle w:val="Fibocomzhb"/>
            </w:pPr>
            <w:r>
              <w:t>MBIM</w:t>
            </w:r>
            <w:r w:rsidRPr="00D67588">
              <w:t xml:space="preserve"> communication </w:t>
            </w:r>
            <w:r>
              <w:t>class</w:t>
            </w:r>
            <w:r w:rsidRPr="00D67588">
              <w:t xml:space="preserve"> interface</w:t>
            </w:r>
          </w:p>
        </w:tc>
      </w:tr>
      <w:tr w:rsidR="00667CFB" w14:paraId="2C13D1F6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1E380933" w14:textId="5E007CF9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66C5A505" w14:textId="53C732A0" w:rsidR="00667CFB" w:rsidRPr="0095429F" w:rsidRDefault="00667CFB" w:rsidP="00667CFB">
            <w:pPr>
              <w:pStyle w:val="Fibocomzhb"/>
            </w:pPr>
            <w:r>
              <w:t>MBIM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47589332" w14:textId="07F9AFE2" w:rsidR="00667CFB" w:rsidRPr="0095429F" w:rsidRDefault="00667CFB" w:rsidP="00667CFB">
            <w:pPr>
              <w:pStyle w:val="Fibocomzhb"/>
            </w:pPr>
            <w:r>
              <w:t>MBIM</w:t>
            </w:r>
            <w:r w:rsidRPr="00D67588">
              <w:t xml:space="preserve"> data </w:t>
            </w:r>
            <w:r>
              <w:t xml:space="preserve">class </w:t>
            </w:r>
            <w:r w:rsidRPr="00D67588">
              <w:t>interface</w:t>
            </w:r>
          </w:p>
        </w:tc>
      </w:tr>
      <w:tr w:rsidR="00667CFB" w14:paraId="1BC500BB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4E3B99CB" w14:textId="47DB6090" w:rsidR="00667CFB" w:rsidRPr="0095429F" w:rsidRDefault="00667CFB" w:rsidP="00667CFB">
            <w:pPr>
              <w:pStyle w:val="Fibocomzhb"/>
            </w:pPr>
            <w:r w:rsidRPr="0095429F">
              <w:t>2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5F87E2C0" w14:textId="169C2219" w:rsidR="00667CFB" w:rsidRPr="0095429F" w:rsidRDefault="00667CFB" w:rsidP="00667CFB">
            <w:pPr>
              <w:pStyle w:val="Fibocomzhb"/>
            </w:pPr>
            <w:r w:rsidRPr="0095429F">
              <w:t>AT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7B12D010" w14:textId="46564900" w:rsidR="00667CFB" w:rsidRPr="0095429F" w:rsidRDefault="00667CFB" w:rsidP="00667CFB">
            <w:pPr>
              <w:pStyle w:val="Fibocomzhb"/>
            </w:pPr>
            <w:r w:rsidRPr="0095429F">
              <w:t>Device Application Interface</w:t>
            </w:r>
          </w:p>
        </w:tc>
      </w:tr>
      <w:tr w:rsidR="00667CFB" w14:paraId="59378C7E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2F7AD99C" w14:textId="773B4C8E" w:rsidR="00667CFB" w:rsidRPr="0095429F" w:rsidRDefault="00667CFB" w:rsidP="00667CFB">
            <w:pPr>
              <w:pStyle w:val="Fibocomzhb"/>
            </w:pPr>
            <w:r w:rsidRPr="0095429F">
              <w:t>3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16FB0EFD" w14:textId="38F4CF55" w:rsidR="00667CFB" w:rsidRPr="0095429F" w:rsidRDefault="00667CFB" w:rsidP="00667CFB">
            <w:pPr>
              <w:pStyle w:val="Fibocomzhb"/>
            </w:pPr>
            <w:r w:rsidRPr="0095429F">
              <w:t>DIAG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387AC72B" w14:textId="22C2D183" w:rsidR="00667CFB" w:rsidRPr="0095429F" w:rsidRDefault="00667CFB" w:rsidP="00667CFB">
            <w:pPr>
              <w:pStyle w:val="Fibocomzhb"/>
            </w:pPr>
            <w:r w:rsidRPr="0095429F">
              <w:t>Device Diagnostic Interface</w:t>
            </w:r>
          </w:p>
        </w:tc>
      </w:tr>
      <w:tr w:rsidR="00667CFB" w14:paraId="2E5DA78F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61C06E8B" w14:textId="514D1E71" w:rsidR="00667CFB" w:rsidRPr="0095429F" w:rsidRDefault="00667CFB" w:rsidP="00667CFB">
            <w:pPr>
              <w:pStyle w:val="Fibocomzhb"/>
            </w:pPr>
            <w:r w:rsidRPr="0095429F">
              <w:t>GTUSBMODE: 30</w:t>
            </w:r>
          </w:p>
        </w:tc>
      </w:tr>
      <w:tr w:rsidR="00667CFB" w14:paraId="5EF90E6B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7EC82324" w14:textId="1695B5C9" w:rsidR="00667CFB" w:rsidRPr="0095429F" w:rsidRDefault="00667CFB" w:rsidP="00667CFB">
            <w:pPr>
              <w:pStyle w:val="Fibocomzhb"/>
            </w:pPr>
            <w:r w:rsidRPr="0095429F">
              <w:t>Vendor ID: 0x2CB7 Product ID: 0x0111</w:t>
            </w:r>
          </w:p>
        </w:tc>
      </w:tr>
      <w:tr w:rsidR="00667CFB" w14:paraId="0EBDE01F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1BE29BAD" w14:textId="46072750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接口号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5F7AEDE6" w14:textId="3F51E0F2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center"/>
          </w:tcPr>
          <w:p w14:paraId="0A057749" w14:textId="243C3B9B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接口功能</w:t>
            </w:r>
          </w:p>
        </w:tc>
      </w:tr>
      <w:tr w:rsidR="00667CFB" w14:paraId="74DE6ED5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3673A28B" w14:textId="233B5992" w:rsidR="00667CFB" w:rsidRPr="0095429F" w:rsidRDefault="00667CFB" w:rsidP="00667CFB">
            <w:pPr>
              <w:pStyle w:val="Fibocomzhb"/>
            </w:pPr>
            <w:r>
              <w:t>0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0D2F880A" w14:textId="7D20DA27" w:rsidR="00667CFB" w:rsidRPr="0095429F" w:rsidRDefault="00667CFB" w:rsidP="00667CFB">
            <w:pPr>
              <w:pStyle w:val="Fibocomzhb"/>
            </w:pPr>
            <w:r w:rsidRPr="0095429F">
              <w:t>MBIM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73829D6E" w14:textId="1AED4147" w:rsidR="00667CFB" w:rsidRPr="0095429F" w:rsidRDefault="00667CFB" w:rsidP="00667CFB">
            <w:pPr>
              <w:pStyle w:val="Fibocomzhb"/>
            </w:pPr>
            <w:r>
              <w:t>MBIM</w:t>
            </w:r>
            <w:r w:rsidRPr="00D67588">
              <w:t xml:space="preserve"> communication </w:t>
            </w:r>
            <w:r>
              <w:t>class</w:t>
            </w:r>
            <w:r w:rsidRPr="00D67588">
              <w:t xml:space="preserve"> interface</w:t>
            </w:r>
          </w:p>
        </w:tc>
      </w:tr>
      <w:tr w:rsidR="00667CFB" w14:paraId="6DB560FC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664AAE86" w14:textId="6C331195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1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5A16256B" w14:textId="7E367BC8" w:rsidR="00667CFB" w:rsidRPr="0095429F" w:rsidRDefault="00667CFB" w:rsidP="00667CFB">
            <w:pPr>
              <w:pStyle w:val="Fibocomzhb"/>
            </w:pPr>
            <w:r>
              <w:t>MBIM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1EA65270" w14:textId="36816413" w:rsidR="00667CFB" w:rsidRPr="0095429F" w:rsidRDefault="00667CFB" w:rsidP="00667CFB">
            <w:pPr>
              <w:pStyle w:val="Fibocomzhb"/>
            </w:pPr>
            <w:r>
              <w:t>MBIM</w:t>
            </w:r>
            <w:r w:rsidRPr="00D67588">
              <w:t xml:space="preserve"> data </w:t>
            </w:r>
            <w:r>
              <w:t xml:space="preserve">class </w:t>
            </w:r>
            <w:r w:rsidRPr="00D67588">
              <w:t>interface</w:t>
            </w:r>
          </w:p>
        </w:tc>
      </w:tr>
      <w:tr w:rsidR="00667CFB" w14:paraId="476D0991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4934BE8E" w14:textId="3D1498B5" w:rsidR="00667CFB" w:rsidRPr="0095429F" w:rsidRDefault="00667CFB" w:rsidP="00667CFB">
            <w:pPr>
              <w:pStyle w:val="Fibocomzhb"/>
            </w:pPr>
            <w:r w:rsidRPr="0095429F">
              <w:t>2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077F2C26" w14:textId="14A5F4DF" w:rsidR="00667CFB" w:rsidRPr="0095429F" w:rsidRDefault="00667CFB" w:rsidP="00667CFB">
            <w:pPr>
              <w:pStyle w:val="Fibocomzhb"/>
            </w:pPr>
            <w:r w:rsidRPr="0095429F">
              <w:t>Modem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34CD6A1F" w14:textId="1971D658" w:rsidR="00667CFB" w:rsidRPr="0095429F" w:rsidRDefault="00667CFB" w:rsidP="00667CFB">
            <w:pPr>
              <w:pStyle w:val="Fibocomzhb"/>
            </w:pPr>
            <w:r w:rsidRPr="0095429F">
              <w:t>Modem Connector</w:t>
            </w:r>
          </w:p>
        </w:tc>
      </w:tr>
      <w:tr w:rsidR="00667CFB" w14:paraId="5ADB1E13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3EBD9D6F" w14:textId="5A3338C9" w:rsidR="00667CFB" w:rsidRPr="0095429F" w:rsidRDefault="00667CFB" w:rsidP="00667CFB">
            <w:pPr>
              <w:pStyle w:val="Fibocomzhb"/>
            </w:pPr>
            <w:r w:rsidRPr="0095429F">
              <w:t>3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0B4D7282" w14:textId="7E67B81D" w:rsidR="00667CFB" w:rsidRPr="0095429F" w:rsidRDefault="00667CFB" w:rsidP="00667CFB">
            <w:pPr>
              <w:pStyle w:val="Fibocomzhb"/>
            </w:pPr>
            <w:r w:rsidRPr="0095429F">
              <w:t>DIAG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352EAE22" w14:textId="1AB9F7D8" w:rsidR="00667CFB" w:rsidRPr="0095429F" w:rsidRDefault="00667CFB" w:rsidP="00667CFB">
            <w:pPr>
              <w:pStyle w:val="Fibocomzhb"/>
            </w:pPr>
            <w:r w:rsidRPr="0095429F">
              <w:t>Device Diagnostic Interface</w:t>
            </w:r>
          </w:p>
        </w:tc>
      </w:tr>
      <w:tr w:rsidR="00667CFB" w14:paraId="56483B82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76FA772B" w14:textId="7A165979" w:rsidR="00667CFB" w:rsidRPr="0095429F" w:rsidRDefault="00667CFB" w:rsidP="00667CFB">
            <w:pPr>
              <w:pStyle w:val="Fibocomzhb"/>
            </w:pPr>
            <w:r w:rsidRPr="0095429F">
              <w:t>4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01BAB0E0" w14:textId="3EEF497F" w:rsidR="00667CFB" w:rsidRPr="0095429F" w:rsidRDefault="00667CFB" w:rsidP="00667CFB">
            <w:pPr>
              <w:pStyle w:val="Fibocomzhb"/>
            </w:pPr>
            <w:r w:rsidRPr="0095429F">
              <w:t>AT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7220256A" w14:textId="39266B2F" w:rsidR="00667CFB" w:rsidRPr="0095429F" w:rsidRDefault="00667CFB" w:rsidP="00667CFB">
            <w:pPr>
              <w:pStyle w:val="Fibocomzhb"/>
            </w:pPr>
            <w:r w:rsidRPr="0095429F">
              <w:t>Device Application Interface</w:t>
            </w:r>
          </w:p>
        </w:tc>
      </w:tr>
      <w:tr w:rsidR="00667CFB" w14:paraId="7AAA5700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0E5F5772" w14:textId="2707F4B9" w:rsidR="00667CFB" w:rsidRPr="0095429F" w:rsidRDefault="00667CFB" w:rsidP="00667CFB">
            <w:pPr>
              <w:pStyle w:val="Fibocomzhb"/>
            </w:pPr>
            <w:r w:rsidRPr="0095429F">
              <w:t>(Default) GTUSBMODE: 32</w:t>
            </w:r>
          </w:p>
        </w:tc>
      </w:tr>
      <w:tr w:rsidR="00667CFB" w14:paraId="7F1E6935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76D5B219" w14:textId="774421C3" w:rsidR="00667CFB" w:rsidRPr="0095429F" w:rsidRDefault="00667CFB" w:rsidP="00667CFB">
            <w:pPr>
              <w:pStyle w:val="Fibocomzhb"/>
            </w:pPr>
            <w:r w:rsidRPr="0095429F">
              <w:t>Vendor ID: 0x2CB7 Product ID:0x0104</w:t>
            </w:r>
          </w:p>
        </w:tc>
      </w:tr>
      <w:tr w:rsidR="00667CFB" w14:paraId="1CEFFE92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36330CA6" w14:textId="716DFB91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接口号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5F791E9C" w14:textId="3025774E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center"/>
          </w:tcPr>
          <w:p w14:paraId="44982C80" w14:textId="41B73DB6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接口功能</w:t>
            </w:r>
          </w:p>
        </w:tc>
      </w:tr>
      <w:tr w:rsidR="00667CFB" w14:paraId="5E0A643B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05CFD31A" w14:textId="4EDE287F" w:rsidR="00667CFB" w:rsidRPr="0095429F" w:rsidRDefault="00667CFB" w:rsidP="00667CFB">
            <w:pPr>
              <w:pStyle w:val="Fibocomzhb"/>
            </w:pPr>
            <w:r w:rsidRPr="0095429F">
              <w:t>0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10E23DD4" w14:textId="0BD8C314" w:rsidR="00667CFB" w:rsidRPr="0095429F" w:rsidRDefault="00667CFB" w:rsidP="00667CFB">
            <w:pPr>
              <w:pStyle w:val="Fibocomzhb"/>
            </w:pPr>
            <w:r w:rsidRPr="0095429F">
              <w:t>DIAG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526A9607" w14:textId="15267E92" w:rsidR="00667CFB" w:rsidRPr="0095429F" w:rsidRDefault="00667CFB" w:rsidP="00667CFB">
            <w:pPr>
              <w:pStyle w:val="Fibocomzhb"/>
            </w:pPr>
            <w:r w:rsidRPr="0095429F">
              <w:t>Device Diagnostic Interface</w:t>
            </w:r>
          </w:p>
        </w:tc>
      </w:tr>
      <w:tr w:rsidR="00667CFB" w14:paraId="0703301F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6984372F" w14:textId="3BC474FE" w:rsidR="00667CFB" w:rsidRPr="0095429F" w:rsidRDefault="00667CFB" w:rsidP="00667CFB">
            <w:pPr>
              <w:pStyle w:val="Fibocomzhb"/>
            </w:pPr>
            <w:r w:rsidRPr="0095429F">
              <w:t>1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1045FF16" w14:textId="22DE54FF" w:rsidR="00667CFB" w:rsidRPr="0095429F" w:rsidRDefault="00667CFB" w:rsidP="00667CFB">
            <w:pPr>
              <w:pStyle w:val="Fibocomzhb"/>
            </w:pPr>
            <w:r w:rsidRPr="0095429F">
              <w:t>Modem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6857AFE1" w14:textId="3CF6FF2A" w:rsidR="00667CFB" w:rsidRPr="0095429F" w:rsidRDefault="00667CFB" w:rsidP="00667CFB">
            <w:pPr>
              <w:pStyle w:val="Fibocomzhb"/>
            </w:pPr>
            <w:r w:rsidRPr="0095429F">
              <w:t>Modem Connector</w:t>
            </w:r>
          </w:p>
        </w:tc>
      </w:tr>
      <w:tr w:rsidR="00667CFB" w14:paraId="35F2897D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3F1C0E14" w14:textId="7AC8FA7A" w:rsidR="00667CFB" w:rsidRPr="0095429F" w:rsidRDefault="00667CFB" w:rsidP="00667CFB">
            <w:pPr>
              <w:pStyle w:val="Fibocomzhb"/>
            </w:pPr>
            <w:r w:rsidRPr="0095429F">
              <w:t>2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3254FBD8" w14:textId="416C5BFD" w:rsidR="00667CFB" w:rsidRPr="0095429F" w:rsidRDefault="00667CFB" w:rsidP="00667CFB">
            <w:pPr>
              <w:pStyle w:val="Fibocomzhb"/>
            </w:pPr>
            <w:r w:rsidRPr="0095429F">
              <w:t>AT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014E5A80" w14:textId="45EED705" w:rsidR="00667CFB" w:rsidRPr="0095429F" w:rsidRDefault="00667CFB" w:rsidP="00667CFB">
            <w:pPr>
              <w:pStyle w:val="Fibocomzhb"/>
            </w:pPr>
            <w:r w:rsidRPr="0095429F">
              <w:t>Device Application Interface</w:t>
            </w:r>
          </w:p>
        </w:tc>
      </w:tr>
      <w:tr w:rsidR="00667CFB" w14:paraId="4A29FFDE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6B095FEB" w14:textId="0B3E2218" w:rsidR="00667CFB" w:rsidRPr="0095429F" w:rsidRDefault="00667CFB" w:rsidP="00667CFB">
            <w:pPr>
              <w:pStyle w:val="Fibocomzhb"/>
            </w:pPr>
            <w:r w:rsidRPr="0095429F">
              <w:t>3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61B1B1F4" w14:textId="19A6E75D" w:rsidR="00667CFB" w:rsidRPr="0095429F" w:rsidRDefault="00667CFB" w:rsidP="00667CFB">
            <w:pPr>
              <w:pStyle w:val="Fibocomzhb"/>
            </w:pPr>
            <w:r w:rsidRPr="0095429F">
              <w:t>Pipe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7904D9F2" w14:textId="1CBD7B53" w:rsidR="00667CFB" w:rsidRPr="0095429F" w:rsidRDefault="00667CFB" w:rsidP="00667CFB">
            <w:pPr>
              <w:pStyle w:val="Fibocomzhb"/>
            </w:pPr>
            <w:r w:rsidRPr="0095429F">
              <w:t>Device Pipe</w:t>
            </w:r>
          </w:p>
        </w:tc>
      </w:tr>
      <w:tr w:rsidR="00667CFB" w14:paraId="311E6596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14AF27F5" w14:textId="69AEAB4A" w:rsidR="00667CFB" w:rsidRPr="0095429F" w:rsidRDefault="00667CFB" w:rsidP="00667CFB">
            <w:pPr>
              <w:pStyle w:val="Fibocomzhb"/>
            </w:pPr>
            <w:r w:rsidRPr="0095429F">
              <w:t>4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1E9CAE0F" w14:textId="0177583E" w:rsidR="00667CFB" w:rsidRPr="0095429F" w:rsidRDefault="00667CFB" w:rsidP="00667CFB">
            <w:pPr>
              <w:pStyle w:val="Fibocomzhb"/>
            </w:pPr>
            <w:proofErr w:type="spellStart"/>
            <w:r>
              <w:t>RmNet</w:t>
            </w:r>
            <w:proofErr w:type="spellEnd"/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7BCE36EF" w14:textId="42AE0BD8" w:rsidR="00667CFB" w:rsidRPr="0095429F" w:rsidRDefault="00667CFB" w:rsidP="00667CFB">
            <w:pPr>
              <w:pStyle w:val="Fibocomzhb"/>
            </w:pPr>
            <w:r w:rsidRPr="0095429F">
              <w:t>Remote Network</w:t>
            </w:r>
          </w:p>
        </w:tc>
      </w:tr>
      <w:tr w:rsidR="00667CFB" w14:paraId="622A86CF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4713EAFB" w14:textId="29BBB394" w:rsidR="00667CFB" w:rsidRPr="0095429F" w:rsidRDefault="00667CFB" w:rsidP="00667CFB">
            <w:pPr>
              <w:pStyle w:val="Fibocomzhb"/>
            </w:pPr>
            <w:r w:rsidRPr="0095429F">
              <w:t>GTUSBMODE: 33</w:t>
            </w:r>
          </w:p>
        </w:tc>
      </w:tr>
      <w:tr w:rsidR="00667CFB" w14:paraId="09767883" w14:textId="77777777" w:rsidTr="006300EE">
        <w:trPr>
          <w:jc w:val="center"/>
        </w:trPr>
        <w:tc>
          <w:tcPr>
            <w:tcW w:w="9627" w:type="dxa"/>
            <w:gridSpan w:val="3"/>
            <w:tcMar>
              <w:left w:w="113" w:type="dxa"/>
              <w:right w:w="113" w:type="dxa"/>
            </w:tcMar>
            <w:vAlign w:val="bottom"/>
          </w:tcPr>
          <w:p w14:paraId="05D9A408" w14:textId="20E50431" w:rsidR="00667CFB" w:rsidRPr="0095429F" w:rsidRDefault="00667CFB" w:rsidP="00667CFB">
            <w:pPr>
              <w:pStyle w:val="Fibocomzhb"/>
            </w:pPr>
            <w:r w:rsidRPr="0095429F">
              <w:t>Vendor ID: 0x2CB7 Product ID: 0x0105</w:t>
            </w:r>
          </w:p>
        </w:tc>
      </w:tr>
      <w:tr w:rsidR="00667CFB" w14:paraId="08948384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360E637A" w14:textId="5935C816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接口号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610B2012" w14:textId="4DDFBA3E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center"/>
          </w:tcPr>
          <w:p w14:paraId="02DA379F" w14:textId="4F66A646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t>接口功能</w:t>
            </w:r>
          </w:p>
        </w:tc>
      </w:tr>
      <w:tr w:rsidR="00667CFB" w14:paraId="03772B4A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457D5ED4" w14:textId="51DEF4C5" w:rsidR="00667CFB" w:rsidRPr="0095429F" w:rsidRDefault="00667CFB" w:rsidP="00667CFB">
            <w:pPr>
              <w:pStyle w:val="Fibocomzhb"/>
            </w:pPr>
            <w:r w:rsidRPr="0095429F">
              <w:t>0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75ABB784" w14:textId="294BA4E0" w:rsidR="00667CFB" w:rsidRPr="0095429F" w:rsidRDefault="00667CFB" w:rsidP="00667CFB">
            <w:pPr>
              <w:pStyle w:val="Fibocomzhb"/>
            </w:pPr>
            <w:r w:rsidRPr="0095429F">
              <w:t>DIAG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57AC2E40" w14:textId="7BF5F90F" w:rsidR="00667CFB" w:rsidRPr="0095429F" w:rsidRDefault="00667CFB" w:rsidP="00667CFB">
            <w:pPr>
              <w:pStyle w:val="Fibocomzhb"/>
            </w:pPr>
            <w:r w:rsidRPr="0095429F">
              <w:t>Device Diagnostic Interface</w:t>
            </w:r>
          </w:p>
        </w:tc>
      </w:tr>
      <w:tr w:rsidR="00667CFB" w14:paraId="44BC2EE7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07E113FF" w14:textId="71611071" w:rsidR="00667CFB" w:rsidRPr="0095429F" w:rsidRDefault="00667CFB" w:rsidP="00667CFB">
            <w:pPr>
              <w:pStyle w:val="Fibocomzhb"/>
            </w:pPr>
            <w:r w:rsidRPr="0095429F">
              <w:t>1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60C8E0B2" w14:textId="66612373" w:rsidR="00667CFB" w:rsidRPr="0095429F" w:rsidRDefault="00667CFB" w:rsidP="00667CFB">
            <w:pPr>
              <w:pStyle w:val="Fibocomzhb"/>
            </w:pPr>
            <w:r w:rsidRPr="0095429F">
              <w:t>Modem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1560FC4F" w14:textId="2772FFB6" w:rsidR="00667CFB" w:rsidRPr="0095429F" w:rsidRDefault="00667CFB" w:rsidP="00667CFB">
            <w:pPr>
              <w:pStyle w:val="Fibocomzhb"/>
            </w:pPr>
            <w:r w:rsidRPr="0095429F">
              <w:t>Modem Connector</w:t>
            </w:r>
          </w:p>
        </w:tc>
      </w:tr>
      <w:tr w:rsidR="00667CFB" w14:paraId="6BA1C5C7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0885D04B" w14:textId="33C0A7F4" w:rsidR="00667CFB" w:rsidRPr="0095429F" w:rsidRDefault="00667CFB" w:rsidP="00667CFB">
            <w:pPr>
              <w:pStyle w:val="Fibocomzhb"/>
            </w:pPr>
            <w:r w:rsidRPr="0095429F">
              <w:t>2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109476AF" w14:textId="0C1777C2" w:rsidR="00667CFB" w:rsidRPr="0095429F" w:rsidRDefault="00667CFB" w:rsidP="00667CFB">
            <w:pPr>
              <w:pStyle w:val="Fibocomzhb"/>
            </w:pPr>
            <w:r w:rsidRPr="0095429F">
              <w:t>AT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2A99DC36" w14:textId="49C07854" w:rsidR="00667CFB" w:rsidRPr="0095429F" w:rsidRDefault="00667CFB" w:rsidP="00667CFB">
            <w:pPr>
              <w:pStyle w:val="Fibocomzhb"/>
            </w:pPr>
            <w:r w:rsidRPr="0095429F">
              <w:t>Device Application Interface</w:t>
            </w:r>
          </w:p>
        </w:tc>
      </w:tr>
      <w:tr w:rsidR="00667CFB" w14:paraId="5D32CD8B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261E5512" w14:textId="00F7FA82" w:rsidR="00667CFB" w:rsidRPr="0095429F" w:rsidRDefault="00667CFB" w:rsidP="00667CFB">
            <w:pPr>
              <w:pStyle w:val="Fibocomzhb"/>
            </w:pPr>
            <w:r w:rsidRPr="0095429F">
              <w:t>3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74B24C2F" w14:textId="427A9F0F" w:rsidR="00667CFB" w:rsidRPr="0095429F" w:rsidRDefault="00667CFB" w:rsidP="00667CFB">
            <w:pPr>
              <w:pStyle w:val="Fibocomzhb"/>
            </w:pPr>
            <w:r w:rsidRPr="0095429F">
              <w:t>Pipe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77218D33" w14:textId="0780D9BB" w:rsidR="00667CFB" w:rsidRPr="0095429F" w:rsidRDefault="00667CFB" w:rsidP="00667CFB">
            <w:pPr>
              <w:pStyle w:val="Fibocomzhb"/>
            </w:pPr>
            <w:r w:rsidRPr="0095429F">
              <w:t>Device Pipe</w:t>
            </w:r>
          </w:p>
        </w:tc>
      </w:tr>
      <w:tr w:rsidR="00667CFB" w14:paraId="777DDA08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59E796A0" w14:textId="26B7EAE6" w:rsidR="00667CFB" w:rsidRPr="0095429F" w:rsidRDefault="00667CFB" w:rsidP="00667CFB">
            <w:pPr>
              <w:pStyle w:val="Fibocomzhb"/>
            </w:pPr>
            <w:r w:rsidRPr="0095429F">
              <w:t>4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248A6034" w14:textId="44A944CE" w:rsidR="00667CFB" w:rsidRPr="0095429F" w:rsidRDefault="00667CFB" w:rsidP="00667CFB">
            <w:pPr>
              <w:pStyle w:val="Fibocomzhb"/>
            </w:pPr>
            <w:r w:rsidRPr="0095429F">
              <w:t>ECM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6B9969D4" w14:textId="05C2BBDA" w:rsidR="00667CFB" w:rsidRPr="0095429F" w:rsidRDefault="00667CFB" w:rsidP="00667CFB">
            <w:pPr>
              <w:pStyle w:val="Fibocomzhb"/>
            </w:pPr>
            <w:r>
              <w:t>ECM</w:t>
            </w:r>
            <w:r w:rsidRPr="00D67588">
              <w:t xml:space="preserve"> communication </w:t>
            </w:r>
            <w:r>
              <w:t>class</w:t>
            </w:r>
            <w:r w:rsidRPr="00D67588">
              <w:t xml:space="preserve"> interface</w:t>
            </w:r>
          </w:p>
        </w:tc>
      </w:tr>
      <w:tr w:rsidR="00667CFB" w14:paraId="3E33E555" w14:textId="77777777" w:rsidTr="006300EE">
        <w:trPr>
          <w:jc w:val="center"/>
        </w:trPr>
        <w:tc>
          <w:tcPr>
            <w:tcW w:w="2432" w:type="dxa"/>
            <w:tcMar>
              <w:left w:w="113" w:type="dxa"/>
              <w:right w:w="113" w:type="dxa"/>
            </w:tcMar>
            <w:vAlign w:val="center"/>
          </w:tcPr>
          <w:p w14:paraId="50E9A934" w14:textId="315A071C" w:rsidR="00667CFB" w:rsidRPr="0095429F" w:rsidRDefault="00667CFB" w:rsidP="00667CFB">
            <w:pPr>
              <w:pStyle w:val="Fibocomzhb"/>
            </w:pPr>
            <w:r>
              <w:rPr>
                <w:rFonts w:hint="eastAsia"/>
              </w:rPr>
              <w:lastRenderedPageBreak/>
              <w:t>5</w:t>
            </w:r>
          </w:p>
        </w:tc>
        <w:tc>
          <w:tcPr>
            <w:tcW w:w="2432" w:type="dxa"/>
            <w:tcMar>
              <w:left w:w="113" w:type="dxa"/>
              <w:right w:w="113" w:type="dxa"/>
            </w:tcMar>
            <w:vAlign w:val="bottom"/>
          </w:tcPr>
          <w:p w14:paraId="2F0D17E5" w14:textId="65CF918A" w:rsidR="00667CFB" w:rsidRPr="0095429F" w:rsidRDefault="00667CFB" w:rsidP="00667CFB">
            <w:pPr>
              <w:pStyle w:val="Fibocomzhb"/>
            </w:pPr>
            <w:r w:rsidRPr="0095429F">
              <w:t>ECM</w:t>
            </w:r>
          </w:p>
        </w:tc>
        <w:tc>
          <w:tcPr>
            <w:tcW w:w="4763" w:type="dxa"/>
            <w:tcMar>
              <w:left w:w="113" w:type="dxa"/>
              <w:right w:w="113" w:type="dxa"/>
            </w:tcMar>
            <w:vAlign w:val="bottom"/>
          </w:tcPr>
          <w:p w14:paraId="245A7B2B" w14:textId="6CCB3ADD" w:rsidR="00667CFB" w:rsidRPr="0095429F" w:rsidRDefault="00667CFB" w:rsidP="00667CFB">
            <w:pPr>
              <w:pStyle w:val="Fibocomzhb"/>
            </w:pPr>
            <w:r>
              <w:t>ECM</w:t>
            </w:r>
            <w:r w:rsidRPr="00D67588">
              <w:t xml:space="preserve"> data </w:t>
            </w:r>
            <w:r>
              <w:t xml:space="preserve">class </w:t>
            </w:r>
            <w:r w:rsidRPr="00D67588">
              <w:t>interface</w:t>
            </w:r>
          </w:p>
        </w:tc>
      </w:tr>
    </w:tbl>
    <w:p w14:paraId="2677E7F2" w14:textId="47212969" w:rsidR="008A3250" w:rsidRDefault="008A3250" w:rsidP="008A3250"/>
    <w:tbl>
      <w:tblPr>
        <w:tblStyle w:val="af9"/>
        <w:tblW w:w="9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"/>
        <w:gridCol w:w="741"/>
        <w:gridCol w:w="247"/>
        <w:gridCol w:w="8507"/>
      </w:tblGrid>
      <w:tr w:rsidR="008A3250" w14:paraId="5E3811FC" w14:textId="77777777" w:rsidTr="00334A09">
        <w:trPr>
          <w:trHeight w:val="1193"/>
        </w:trPr>
        <w:tc>
          <w:tcPr>
            <w:tcW w:w="247" w:type="dxa"/>
            <w:vAlign w:val="center"/>
          </w:tcPr>
          <w:p w14:paraId="49A0E2AC" w14:textId="77777777" w:rsidR="008A3250" w:rsidRDefault="008A3250" w:rsidP="00334A09">
            <w:pPr>
              <w:jc w:val="center"/>
            </w:pPr>
          </w:p>
        </w:tc>
        <w:tc>
          <w:tcPr>
            <w:tcW w:w="741" w:type="dxa"/>
            <w:vAlign w:val="center"/>
          </w:tcPr>
          <w:p w14:paraId="3C24C437" w14:textId="77777777" w:rsidR="008A3250" w:rsidRDefault="008A3250" w:rsidP="00334A09">
            <w:pPr>
              <w:jc w:val="center"/>
            </w:pPr>
            <w:r w:rsidRPr="00D8305D">
              <w:rPr>
                <w:noProof/>
              </w:rPr>
              <w:drawing>
                <wp:inline distT="0" distB="0" distL="0" distR="0" wp14:anchorId="2816DE2B" wp14:editId="1055E77F">
                  <wp:extent cx="288000" cy="288000"/>
                  <wp:effectExtent l="0" t="0" r="0" b="0"/>
                  <wp:docPr id="69" name="图片 69" descr="C:\Users\Administrator\Desktop\图层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图层 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" w:type="dxa"/>
            <w:tcBorders>
              <w:right w:val="single" w:sz="4" w:space="0" w:color="DDDDDD"/>
            </w:tcBorders>
            <w:vAlign w:val="center"/>
          </w:tcPr>
          <w:p w14:paraId="698842C0" w14:textId="77777777" w:rsidR="008A3250" w:rsidRDefault="008A3250" w:rsidP="00334A09">
            <w:pPr>
              <w:jc w:val="center"/>
            </w:pPr>
          </w:p>
        </w:tc>
        <w:tc>
          <w:tcPr>
            <w:tcW w:w="8507" w:type="dxa"/>
            <w:tcBorders>
              <w:left w:val="single" w:sz="4" w:space="0" w:color="DDDDDD"/>
            </w:tcBorders>
            <w:vAlign w:val="center"/>
          </w:tcPr>
          <w:p w14:paraId="2B75B89C" w14:textId="77777777" w:rsidR="008A3250" w:rsidRDefault="008A3250" w:rsidP="00334A09">
            <w:r>
              <w:rPr>
                <w:rFonts w:hint="eastAsia"/>
              </w:rPr>
              <w:t>E</w:t>
            </w:r>
            <w:r>
              <w:t>CM/MBIM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A</w:t>
            </w:r>
            <w:r>
              <w:t>DB</w:t>
            </w:r>
            <w:r>
              <w:rPr>
                <w:rFonts w:hint="eastAsia"/>
              </w:rPr>
              <w:t>端口加载系统驱动，不需要修改</w:t>
            </w:r>
            <w:r>
              <w:rPr>
                <w:rFonts w:hint="eastAsia"/>
              </w:rPr>
              <w:t>Host</w:t>
            </w:r>
            <w:r>
              <w:rPr>
                <w:rFonts w:hint="eastAsia"/>
              </w:rPr>
              <w:t>侧文件。</w:t>
            </w:r>
          </w:p>
        </w:tc>
      </w:tr>
    </w:tbl>
    <w:p w14:paraId="61E7AE7E" w14:textId="77777777" w:rsidR="008A3250" w:rsidRPr="008A3250" w:rsidRDefault="008A3250" w:rsidP="008A3250">
      <w:pPr>
        <w:sectPr w:rsidR="008A3250" w:rsidRPr="008A3250" w:rsidSect="00672F76">
          <w:headerReference w:type="default" r:id="rId20"/>
          <w:footerReference w:type="default" r:id="rId21"/>
          <w:pgSz w:w="11906" w:h="16838"/>
          <w:pgMar w:top="1440" w:right="1083" w:bottom="1440" w:left="1083" w:header="851" w:footer="850" w:gutter="0"/>
          <w:cols w:space="425"/>
          <w:docGrid w:type="lines" w:linePitch="312"/>
        </w:sectPr>
      </w:pPr>
    </w:p>
    <w:p w14:paraId="4D0FF29F" w14:textId="7818DAF9" w:rsidR="009A38C5" w:rsidRPr="001667DD" w:rsidRDefault="0040110C" w:rsidP="007619B6">
      <w:pPr>
        <w:pStyle w:val="1"/>
      </w:pPr>
      <w:bookmarkStart w:id="22" w:name="_Toc19113237"/>
      <w:bookmarkStart w:id="23" w:name="_Toc43645331"/>
      <w:bookmarkStart w:id="24" w:name="_Toc86854967"/>
      <w:r w:rsidRPr="001667DD">
        <w:lastRenderedPageBreak/>
        <w:t>集成</w:t>
      </w:r>
      <w:proofErr w:type="spellStart"/>
      <w:r w:rsidR="007619B6" w:rsidRPr="007619B6">
        <w:t>Fibocom</w:t>
      </w:r>
      <w:proofErr w:type="spellEnd"/>
      <w:r w:rsidRPr="001667DD">
        <w:t>模块</w:t>
      </w:r>
      <w:bookmarkEnd w:id="22"/>
      <w:r w:rsidR="00672F76">
        <w:t>QMI_WWAN</w:t>
      </w:r>
      <w:r w:rsidRPr="001667DD">
        <w:t>驱动信息</w:t>
      </w:r>
      <w:bookmarkEnd w:id="23"/>
      <w:bookmarkEnd w:id="24"/>
    </w:p>
    <w:p w14:paraId="77DBA768" w14:textId="67543AFE" w:rsidR="009A38C5" w:rsidRPr="0095429F" w:rsidRDefault="00FA7A9C" w:rsidP="0017622F">
      <w:r w:rsidRPr="006A5485">
        <w:rPr>
          <w:rFonts w:ascii="思源黑体 CN Regular" w:eastAsia="思源黑体 CN Regular" w:hAnsi="思源黑体 CN Light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615BA81" wp14:editId="7AA0B13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88451" cy="0"/>
                <wp:effectExtent l="0" t="0" r="22225" b="1905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845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D7D6F4" id="直接连接符 80" o:spid="_x0000_s1026" style="position:absolute;left:0;text-align:lef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87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" strokecolor="#d8d8d8 [2732]" strokeweight="1pt">
                <v:stroke dashstyle="1 1"/>
              </v:line>
            </w:pict>
          </mc:Fallback>
        </mc:AlternateContent>
      </w:r>
      <w:r w:rsidR="00672F76" w:rsidRPr="00672F76">
        <w:rPr>
          <w:rFonts w:hint="eastAsia"/>
        </w:rPr>
        <w:t>QMI_WWAN</w:t>
      </w:r>
      <w:r w:rsidR="00672F76" w:rsidRPr="00672F76">
        <w:rPr>
          <w:rFonts w:hint="eastAsia"/>
        </w:rPr>
        <w:t>和</w:t>
      </w:r>
      <w:proofErr w:type="spellStart"/>
      <w:r w:rsidR="00672F76" w:rsidRPr="00672F76">
        <w:rPr>
          <w:rFonts w:hint="eastAsia"/>
        </w:rPr>
        <w:t>GobiNet</w:t>
      </w:r>
      <w:proofErr w:type="spellEnd"/>
      <w:r w:rsidR="00672F76" w:rsidRPr="00672F76">
        <w:rPr>
          <w:rFonts w:hint="eastAsia"/>
        </w:rPr>
        <w:t>都是</w:t>
      </w:r>
      <w:r w:rsidR="00672F76" w:rsidRPr="00672F76">
        <w:rPr>
          <w:rFonts w:hint="eastAsia"/>
        </w:rPr>
        <w:t>Linux</w:t>
      </w:r>
      <w:r w:rsidR="00672F76" w:rsidRPr="00672F76">
        <w:rPr>
          <w:rFonts w:hint="eastAsia"/>
        </w:rPr>
        <w:t>上高通模块的驱动程序，使用的都是</w:t>
      </w:r>
      <w:r w:rsidR="00EF0CA4">
        <w:t>QMI</w:t>
      </w:r>
      <w:r w:rsidR="00EF0CA4">
        <w:rPr>
          <w:rFonts w:hint="eastAsia"/>
        </w:rPr>
        <w:t>接</w:t>
      </w:r>
      <w:r w:rsidR="00672F76" w:rsidRPr="00672F76">
        <w:rPr>
          <w:rFonts w:hint="eastAsia"/>
        </w:rPr>
        <w:t>口，</w:t>
      </w:r>
      <w:r w:rsidR="00672F76" w:rsidRPr="00672F76">
        <w:rPr>
          <w:rFonts w:hint="eastAsia"/>
        </w:rPr>
        <w:t xml:space="preserve"> </w:t>
      </w:r>
      <w:r w:rsidR="00672F76" w:rsidRPr="00672F76">
        <w:rPr>
          <w:rFonts w:hint="eastAsia"/>
        </w:rPr>
        <w:t>分界线就是</w:t>
      </w:r>
      <w:r w:rsidR="00672F76" w:rsidRPr="00672F76">
        <w:rPr>
          <w:rFonts w:hint="eastAsia"/>
        </w:rPr>
        <w:t>Linux3.4</w:t>
      </w:r>
      <w:r w:rsidR="00672F76" w:rsidRPr="00672F76">
        <w:rPr>
          <w:rFonts w:hint="eastAsia"/>
        </w:rPr>
        <w:t>内核，之前版本的</w:t>
      </w:r>
      <w:r w:rsidR="00672F76" w:rsidRPr="00672F76">
        <w:rPr>
          <w:rFonts w:hint="eastAsia"/>
        </w:rPr>
        <w:t>Linux</w:t>
      </w:r>
      <w:r w:rsidR="00672F76" w:rsidRPr="00672F76">
        <w:rPr>
          <w:rFonts w:hint="eastAsia"/>
        </w:rPr>
        <w:t>内核并没有添加</w:t>
      </w:r>
      <w:r w:rsidR="00672F76" w:rsidRPr="00672F76">
        <w:rPr>
          <w:rFonts w:hint="eastAsia"/>
        </w:rPr>
        <w:t>QMI_WWAN</w:t>
      </w:r>
      <w:r w:rsidR="00672F76" w:rsidRPr="00672F76">
        <w:rPr>
          <w:rFonts w:hint="eastAsia"/>
        </w:rPr>
        <w:t>，所以高通开发了</w:t>
      </w:r>
      <w:proofErr w:type="spellStart"/>
      <w:r w:rsidR="00672F76" w:rsidRPr="00672F76">
        <w:rPr>
          <w:rFonts w:hint="eastAsia"/>
        </w:rPr>
        <w:t>GobiNet</w:t>
      </w:r>
      <w:proofErr w:type="spellEnd"/>
      <w:r w:rsidR="00672F76" w:rsidRPr="00672F76">
        <w:rPr>
          <w:rFonts w:hint="eastAsia"/>
        </w:rPr>
        <w:t>驱动，包括其</w:t>
      </w:r>
      <w:r w:rsidR="00672F76" w:rsidRPr="00672F76">
        <w:rPr>
          <w:rFonts w:hint="eastAsia"/>
        </w:rPr>
        <w:t>4G</w:t>
      </w:r>
      <w:r w:rsidR="00672F76" w:rsidRPr="00672F76">
        <w:rPr>
          <w:rFonts w:hint="eastAsia"/>
        </w:rPr>
        <w:t>驱动与</w:t>
      </w:r>
      <w:r w:rsidR="00672F76" w:rsidRPr="00672F76">
        <w:rPr>
          <w:rFonts w:hint="eastAsia"/>
        </w:rPr>
        <w:t>4G</w:t>
      </w:r>
      <w:r w:rsidR="00672F76" w:rsidRPr="00672F76">
        <w:rPr>
          <w:rFonts w:hint="eastAsia"/>
        </w:rPr>
        <w:t>拨号程序。在</w:t>
      </w:r>
      <w:r w:rsidR="00672F76" w:rsidRPr="00672F76">
        <w:rPr>
          <w:rFonts w:hint="eastAsia"/>
        </w:rPr>
        <w:t>Linux3.4</w:t>
      </w:r>
      <w:r w:rsidR="00672F76" w:rsidRPr="00672F76">
        <w:rPr>
          <w:rFonts w:hint="eastAsia"/>
        </w:rPr>
        <w:t>内核以后，已经将</w:t>
      </w:r>
      <w:r w:rsidR="00672F76" w:rsidRPr="00672F76">
        <w:rPr>
          <w:rFonts w:hint="eastAsia"/>
        </w:rPr>
        <w:t>QMI</w:t>
      </w:r>
      <w:r w:rsidR="00672F76" w:rsidRPr="00672F76">
        <w:rPr>
          <w:rFonts w:hint="eastAsia"/>
        </w:rPr>
        <w:t>添加到内核中了，基于原生的</w:t>
      </w:r>
      <w:r w:rsidR="00672F76" w:rsidRPr="00672F76">
        <w:rPr>
          <w:rFonts w:hint="eastAsia"/>
        </w:rPr>
        <w:t>QMI_WWAN</w:t>
      </w:r>
      <w:r w:rsidR="00672F76" w:rsidRPr="00672F76">
        <w:rPr>
          <w:rFonts w:hint="eastAsia"/>
        </w:rPr>
        <w:t>驱动，我们开发</w:t>
      </w:r>
      <w:proofErr w:type="spellStart"/>
      <w:r w:rsidR="00672F76" w:rsidRPr="00672F76">
        <w:rPr>
          <w:rFonts w:hint="eastAsia"/>
        </w:rPr>
        <w:t>Fibocom_QMI_WWAN_Driver</w:t>
      </w:r>
      <w:proofErr w:type="spellEnd"/>
      <w:r w:rsidR="00672F76" w:rsidRPr="00672F76">
        <w:rPr>
          <w:rFonts w:hint="eastAsia"/>
        </w:rPr>
        <w:t>供客户使用，目前</w:t>
      </w:r>
      <w:r w:rsidR="003029F8">
        <w:rPr>
          <w:rFonts w:hint="eastAsia"/>
        </w:rPr>
        <w:t>可</w:t>
      </w:r>
      <w:r w:rsidR="00672F76" w:rsidRPr="00672F76">
        <w:rPr>
          <w:rFonts w:hint="eastAsia"/>
        </w:rPr>
        <w:t>支持</w:t>
      </w:r>
      <w:r w:rsidR="00672F76" w:rsidRPr="00672F76">
        <w:rPr>
          <w:rFonts w:hint="eastAsia"/>
        </w:rPr>
        <w:t>QMI</w:t>
      </w:r>
      <w:r w:rsidR="00672F76" w:rsidRPr="00672F76">
        <w:rPr>
          <w:rFonts w:hint="eastAsia"/>
        </w:rPr>
        <w:t>单路</w:t>
      </w:r>
      <w:r w:rsidR="003029F8">
        <w:rPr>
          <w:rFonts w:hint="eastAsia"/>
        </w:rPr>
        <w:t>与多路</w:t>
      </w:r>
      <w:r w:rsidR="00672F76" w:rsidRPr="00672F76">
        <w:rPr>
          <w:rFonts w:hint="eastAsia"/>
        </w:rPr>
        <w:t>拨号</w:t>
      </w:r>
      <w:r w:rsidR="0040110C" w:rsidRPr="0095429F">
        <w:t>。</w:t>
      </w:r>
    </w:p>
    <w:p w14:paraId="3AF59A56" w14:textId="0AB6623C" w:rsidR="009A38C5" w:rsidRPr="001667DD" w:rsidRDefault="00672F76" w:rsidP="0017622F">
      <w:pPr>
        <w:pStyle w:val="2"/>
      </w:pPr>
      <w:bookmarkStart w:id="25" w:name="_Toc17826498"/>
      <w:bookmarkStart w:id="26" w:name="_Toc17826426"/>
      <w:bookmarkStart w:id="27" w:name="_Toc17968950"/>
      <w:bookmarkStart w:id="28" w:name="_Toc19113238"/>
      <w:bookmarkStart w:id="29" w:name="_Toc25568966"/>
      <w:bookmarkStart w:id="30" w:name="_Toc17826496"/>
      <w:bookmarkStart w:id="31" w:name="_Toc19113240"/>
      <w:bookmarkStart w:id="32" w:name="_Toc25568967"/>
      <w:bookmarkStart w:id="33" w:name="_Toc17970097"/>
      <w:bookmarkStart w:id="34" w:name="_Toc25568968"/>
      <w:bookmarkStart w:id="35" w:name="_Toc17826429"/>
      <w:bookmarkStart w:id="36" w:name="_Toc19113241"/>
      <w:bookmarkStart w:id="37" w:name="_Toc17968953"/>
      <w:bookmarkStart w:id="38" w:name="_Toc19113239"/>
      <w:bookmarkStart w:id="39" w:name="_Toc25568965"/>
      <w:bookmarkStart w:id="40" w:name="_Toc17970098"/>
      <w:bookmarkStart w:id="41" w:name="_Toc17968951"/>
      <w:bookmarkStart w:id="42" w:name="_Toc17826427"/>
      <w:bookmarkStart w:id="43" w:name="_Toc17970095"/>
      <w:bookmarkStart w:id="44" w:name="_Toc17826497"/>
      <w:bookmarkStart w:id="45" w:name="_Toc17968952"/>
      <w:bookmarkStart w:id="46" w:name="_Toc17826428"/>
      <w:bookmarkStart w:id="47" w:name="_Toc17970096"/>
      <w:bookmarkStart w:id="48" w:name="_Toc17826495"/>
      <w:bookmarkStart w:id="49" w:name="_Toc43645333"/>
      <w:bookmarkStart w:id="50" w:name="_Toc86854968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>
        <w:rPr>
          <w:szCs w:val="36"/>
        </w:rPr>
        <w:t>QMI_WWAN</w:t>
      </w:r>
      <w:r w:rsidR="0040110C" w:rsidRPr="001667DD">
        <w:t>驱动代码结构</w:t>
      </w:r>
      <w:bookmarkEnd w:id="49"/>
      <w:bookmarkEnd w:id="50"/>
    </w:p>
    <w:p w14:paraId="7B2EB7EC" w14:textId="77777777" w:rsidR="009A38C5" w:rsidRPr="0095429F" w:rsidRDefault="0040110C" w:rsidP="0017622F">
      <w:r w:rsidRPr="0095429F">
        <w:t>如下所示，驱动以源代码的形式提供，由用户在自己的系统编译。</w:t>
      </w:r>
    </w:p>
    <w:p w14:paraId="4A52D20B" w14:textId="0389C1F5" w:rsidR="009A38C5" w:rsidRPr="0095429F" w:rsidRDefault="00672F76" w:rsidP="00FA7A9C">
      <w:pPr>
        <w:pStyle w:val="Fibocomzhf5"/>
      </w:pPr>
      <w:proofErr w:type="spellStart"/>
      <w:r>
        <w:t>q</w:t>
      </w:r>
      <w:r>
        <w:rPr>
          <w:rFonts w:hint="eastAsia"/>
        </w:rPr>
        <w:t>mi_wwan_f</w:t>
      </w:r>
      <w:proofErr w:type="spellEnd"/>
      <w:r w:rsidR="0040110C" w:rsidRPr="0095429F">
        <w:t>/</w:t>
      </w:r>
    </w:p>
    <w:p w14:paraId="6650CCD5" w14:textId="0FCB087E" w:rsidR="009A38C5" w:rsidRPr="0095429F" w:rsidRDefault="0040110C" w:rsidP="00FA7A9C">
      <w:pPr>
        <w:pStyle w:val="Fibocomzhf5"/>
      </w:pPr>
      <w:r w:rsidRPr="0095429F">
        <w:rPr>
          <w:rFonts w:ascii="微软雅黑" w:eastAsia="微软雅黑" w:hAnsi="微软雅黑" w:cs="微软雅黑" w:hint="eastAsia"/>
        </w:rPr>
        <w:t>├──</w:t>
      </w:r>
      <w:r w:rsidRPr="0095429F">
        <w:t xml:space="preserve"> </w:t>
      </w:r>
      <w:proofErr w:type="spellStart"/>
      <w:r w:rsidR="00672F76">
        <w:t>qmi_wwan_f</w:t>
      </w:r>
      <w:r w:rsidRPr="0095429F">
        <w:t>.</w:t>
      </w:r>
      <w:proofErr w:type="gramStart"/>
      <w:r w:rsidRPr="0095429F">
        <w:t>c</w:t>
      </w:r>
      <w:proofErr w:type="spellEnd"/>
      <w:proofErr w:type="gramEnd"/>
    </w:p>
    <w:p w14:paraId="44CEE33E" w14:textId="6C24883F" w:rsidR="009A38C5" w:rsidRDefault="0040110C" w:rsidP="00FA7A9C">
      <w:pPr>
        <w:pStyle w:val="Fibocomzhf5"/>
      </w:pPr>
      <w:r w:rsidRPr="0095429F">
        <w:rPr>
          <w:rFonts w:ascii="微软雅黑" w:eastAsia="微软雅黑" w:hAnsi="微软雅黑" w:cs="微软雅黑" w:hint="eastAsia"/>
        </w:rPr>
        <w:t>├──</w:t>
      </w:r>
      <w:r w:rsidRPr="0095429F">
        <w:t xml:space="preserve"> </w:t>
      </w:r>
      <w:proofErr w:type="spellStart"/>
      <w:r w:rsidRPr="0095429F">
        <w:t>Makefile</w:t>
      </w:r>
      <w:proofErr w:type="spellEnd"/>
    </w:p>
    <w:p w14:paraId="508BBB31" w14:textId="2BEC754B" w:rsidR="00A74FA8" w:rsidRPr="0095429F" w:rsidRDefault="00A74FA8" w:rsidP="00FA7A9C">
      <w:pPr>
        <w:pStyle w:val="Fibocomzhf5"/>
      </w:pPr>
      <w:r w:rsidRPr="0095429F">
        <w:rPr>
          <w:rFonts w:ascii="微软雅黑" w:eastAsia="微软雅黑" w:hAnsi="微软雅黑" w:cs="微软雅黑" w:hint="eastAsia"/>
        </w:rPr>
        <w:t>├──</w:t>
      </w:r>
      <w:r w:rsidRPr="0095429F">
        <w:t xml:space="preserve"> </w:t>
      </w:r>
      <w:r w:rsidRPr="00A74FA8">
        <w:t>README</w:t>
      </w:r>
    </w:p>
    <w:p w14:paraId="4B4F9D89" w14:textId="3D91E9AF" w:rsidR="00674973" w:rsidRPr="00674973" w:rsidRDefault="004F42ED" w:rsidP="0017622F">
      <w:pPr>
        <w:pStyle w:val="2"/>
      </w:pPr>
      <w:r>
        <w:rPr>
          <w:rStyle w:val="60"/>
          <w:rFonts w:eastAsiaTheme="minorEastAsia"/>
          <w:color w:val="000000" w:themeColor="text1"/>
        </w:rPr>
        <w:tab/>
      </w:r>
      <w:bookmarkStart w:id="51" w:name="_Toc64708719"/>
      <w:bookmarkStart w:id="52" w:name="_Toc19113244"/>
      <w:bookmarkStart w:id="53" w:name="_Toc43645334"/>
      <w:bookmarkStart w:id="54" w:name="_Toc86854969"/>
      <w:bookmarkEnd w:id="51"/>
      <w:r w:rsidR="0040110C" w:rsidRPr="001667DD">
        <w:t>配置Linux内核编译</w:t>
      </w:r>
      <w:bookmarkEnd w:id="52"/>
      <w:r w:rsidR="00672F76">
        <w:rPr>
          <w:szCs w:val="36"/>
        </w:rPr>
        <w:t>QMI_WWAN</w:t>
      </w:r>
      <w:r w:rsidR="0040110C" w:rsidRPr="001667DD">
        <w:t>驱动</w:t>
      </w:r>
      <w:bookmarkEnd w:id="53"/>
      <w:bookmarkEnd w:id="54"/>
    </w:p>
    <w:p w14:paraId="5FCB9FB6" w14:textId="1F83D91E" w:rsidR="0023707C" w:rsidRDefault="0040110C" w:rsidP="0017622F">
      <w:r w:rsidRPr="0095429F">
        <w:t>将</w:t>
      </w:r>
      <w:r w:rsidR="00672F76" w:rsidRPr="00672F76">
        <w:t>QMI_WWAN</w:t>
      </w:r>
      <w:r w:rsidRPr="0095429F">
        <w:t>代码源码文件复制到待编译镜像的</w:t>
      </w:r>
      <w:r w:rsidR="00B33B4D" w:rsidRPr="0095429F">
        <w:t>kernel/drivers/net/</w:t>
      </w:r>
      <w:proofErr w:type="spellStart"/>
      <w:r w:rsidR="00B33B4D" w:rsidRPr="0095429F">
        <w:t>usb</w:t>
      </w:r>
      <w:proofErr w:type="spellEnd"/>
      <w:r w:rsidR="00B33B4D" w:rsidRPr="0095429F">
        <w:t>（</w:t>
      </w:r>
      <w:r w:rsidR="00672F76" w:rsidRPr="00672F76">
        <w:t>QMI_WWAN</w:t>
      </w:r>
      <w:r w:rsidRPr="0095429F">
        <w:t>驱动的</w:t>
      </w:r>
      <w:proofErr w:type="spellStart"/>
      <w:r w:rsidRPr="0095429F">
        <w:t>makefile</w:t>
      </w:r>
      <w:proofErr w:type="spellEnd"/>
      <w:r w:rsidRPr="0095429F">
        <w:t>文件除外</w:t>
      </w:r>
      <w:r w:rsidR="00B33B4D" w:rsidRPr="0095429F">
        <w:t>）</w:t>
      </w:r>
      <w:r w:rsidR="000C60B5">
        <w:t>目录下</w:t>
      </w:r>
      <w:r w:rsidR="00A82509">
        <w:rPr>
          <w:rFonts w:hint="eastAsia"/>
        </w:rPr>
        <w:t>。</w:t>
      </w:r>
    </w:p>
    <w:p w14:paraId="4730CFCA" w14:textId="77777777" w:rsidR="00FA7A9C" w:rsidRPr="00FA7A9C" w:rsidRDefault="0023707C" w:rsidP="00FA7A9C">
      <w:pPr>
        <w:pStyle w:val="3"/>
        <w:rPr>
          <w:rStyle w:val="60"/>
          <w:rFonts w:ascii="思源黑体 CN Regular" w:eastAsia="思源黑体 CN Regular" w:hAnsi="思源黑体 CN Regular" w:cstheme="minorBidi"/>
          <w:b w:val="0"/>
          <w:bCs/>
          <w:sz w:val="32"/>
          <w:szCs w:val="32"/>
        </w:rPr>
      </w:pPr>
      <w:bookmarkStart w:id="55" w:name="_Toc86854970"/>
      <w:r w:rsidRPr="00FA7A9C">
        <w:rPr>
          <w:rStyle w:val="60"/>
          <w:rFonts w:ascii="思源黑体 CN Regular" w:eastAsia="思源黑体 CN Regular" w:hAnsi="思源黑体 CN Regular" w:cstheme="minorBidi" w:hint="eastAsia"/>
          <w:b w:val="0"/>
          <w:bCs/>
          <w:sz w:val="32"/>
          <w:szCs w:val="32"/>
        </w:rPr>
        <w:t>以</w:t>
      </w:r>
      <w:proofErr w:type="spellStart"/>
      <w:r w:rsidRPr="00FA7A9C">
        <w:rPr>
          <w:rStyle w:val="60"/>
          <w:rFonts w:ascii="思源黑体 CN Regular" w:eastAsia="思源黑体 CN Regular" w:hAnsi="思源黑体 CN Regular" w:cstheme="minorBidi"/>
          <w:b w:val="0"/>
          <w:bCs/>
          <w:sz w:val="32"/>
          <w:szCs w:val="32"/>
        </w:rPr>
        <w:t>builtin</w:t>
      </w:r>
      <w:proofErr w:type="spellEnd"/>
      <w:r w:rsidRPr="00FA7A9C">
        <w:rPr>
          <w:rStyle w:val="60"/>
          <w:rFonts w:ascii="思源黑体 CN Regular" w:eastAsia="思源黑体 CN Regular" w:hAnsi="思源黑体 CN Regular" w:cstheme="minorBidi"/>
          <w:b w:val="0"/>
          <w:bCs/>
          <w:sz w:val="32"/>
          <w:szCs w:val="32"/>
        </w:rPr>
        <w:t>方式编译</w:t>
      </w:r>
      <w:bookmarkEnd w:id="55"/>
    </w:p>
    <w:p w14:paraId="41547F69" w14:textId="7D26FE45" w:rsidR="006557C2" w:rsidRPr="00B560F6" w:rsidRDefault="0040110C" w:rsidP="00B560F6">
      <w:pPr>
        <w:pStyle w:val="Fibocomzh1"/>
        <w:numPr>
          <w:ilvl w:val="0"/>
          <w:numId w:val="47"/>
        </w:numPr>
        <w:rPr>
          <w:rFonts w:cs="Times New Roman"/>
        </w:rPr>
      </w:pPr>
      <w:r w:rsidRPr="00A40646">
        <w:t>kernel/drivers/net/</w:t>
      </w:r>
      <w:proofErr w:type="spellStart"/>
      <w:r w:rsidRPr="00A40646">
        <w:t>usb</w:t>
      </w:r>
      <w:proofErr w:type="spellEnd"/>
      <w:r w:rsidRPr="00A40646">
        <w:t>/</w:t>
      </w:r>
      <w:proofErr w:type="spellStart"/>
      <w:r w:rsidRPr="00A40646">
        <w:t>Makefile</w:t>
      </w:r>
      <w:proofErr w:type="spellEnd"/>
      <w:r w:rsidRPr="00A40646">
        <w:rPr>
          <w:rFonts w:hint="eastAsia"/>
        </w:rPr>
        <w:t>中增加以下内容：</w:t>
      </w:r>
      <w:r w:rsidRPr="00A40646">
        <w:t xml:space="preserve"> </w:t>
      </w:r>
    </w:p>
    <w:p w14:paraId="74721DDA" w14:textId="2F6DADA0" w:rsidR="009A38C5" w:rsidRPr="0095429F" w:rsidRDefault="0040110C" w:rsidP="00FA7A9C">
      <w:pPr>
        <w:pStyle w:val="Fibocomzhf5"/>
      </w:pPr>
      <w:proofErr w:type="spellStart"/>
      <w:proofErr w:type="gramStart"/>
      <w:r w:rsidRPr="0095429F">
        <w:t>obj</w:t>
      </w:r>
      <w:proofErr w:type="spellEnd"/>
      <w:r w:rsidRPr="0095429F">
        <w:t>-y</w:t>
      </w:r>
      <w:proofErr w:type="gramEnd"/>
      <w:r w:rsidRPr="0095429F">
        <w:t xml:space="preserve"> += </w:t>
      </w:r>
      <w:proofErr w:type="spellStart"/>
      <w:r w:rsidR="00672F76" w:rsidRPr="00672F76">
        <w:t>qmi_wwan_f</w:t>
      </w:r>
      <w:r w:rsidRPr="0095429F">
        <w:t>.o</w:t>
      </w:r>
      <w:proofErr w:type="spellEnd"/>
      <w:r w:rsidRPr="0095429F">
        <w:t xml:space="preserve"> </w:t>
      </w:r>
    </w:p>
    <w:p w14:paraId="58F035F8" w14:textId="0C4D3C01" w:rsidR="009A38C5" w:rsidRPr="0095429F" w:rsidRDefault="00672F76" w:rsidP="00FA7A9C">
      <w:pPr>
        <w:pStyle w:val="Fibocomzhf5"/>
      </w:pPr>
      <w:proofErr w:type="spellStart"/>
      <w:r>
        <w:rPr>
          <w:rFonts w:eastAsiaTheme="minorEastAsia"/>
          <w:color w:val="000000" w:themeColor="text1"/>
        </w:rPr>
        <w:t>qmi_wwan_f</w:t>
      </w:r>
      <w:proofErr w:type="spellEnd"/>
      <w:r w:rsidRPr="0095429F">
        <w:t xml:space="preserve"> </w:t>
      </w:r>
      <w:r w:rsidR="0040110C" w:rsidRPr="0095429F">
        <w:t>-</w:t>
      </w:r>
      <w:proofErr w:type="spellStart"/>
      <w:r w:rsidR="001C3502" w:rsidRPr="0095429F">
        <w:t>objs</w:t>
      </w:r>
      <w:proofErr w:type="spellEnd"/>
      <w:r w:rsidR="001C3502" w:rsidRPr="0095429F">
        <w:t>: =</w:t>
      </w:r>
      <w:r w:rsidR="0040110C" w:rsidRPr="0095429F">
        <w:t xml:space="preserve"> </w:t>
      </w:r>
      <w:proofErr w:type="spellStart"/>
      <w:r>
        <w:rPr>
          <w:rFonts w:eastAsiaTheme="minorEastAsia"/>
          <w:color w:val="000000" w:themeColor="text1"/>
        </w:rPr>
        <w:t>qmi_wwan_f</w:t>
      </w:r>
      <w:r w:rsidR="0040110C" w:rsidRPr="0095429F">
        <w:t>.o</w:t>
      </w:r>
      <w:proofErr w:type="spellEnd"/>
    </w:p>
    <w:p w14:paraId="12535C04" w14:textId="5F723FA5" w:rsidR="009A38C5" w:rsidRPr="0095429F" w:rsidRDefault="0040110C" w:rsidP="0017622F">
      <w:r w:rsidRPr="0095429F">
        <w:t>之后每次编译内核都会自动编译</w:t>
      </w:r>
      <w:r w:rsidR="00672F76" w:rsidRPr="00672F76">
        <w:t>QMI_WWAN</w:t>
      </w:r>
      <w:r w:rsidRPr="0095429F">
        <w:t>驱动。</w:t>
      </w:r>
      <w:r w:rsidRPr="0095429F">
        <w:t xml:space="preserve"> </w:t>
      </w:r>
    </w:p>
    <w:p w14:paraId="22FDAEAA" w14:textId="74EF9B41" w:rsidR="009A38C5" w:rsidRPr="00A40646" w:rsidRDefault="0040110C" w:rsidP="00FA7A9C">
      <w:pPr>
        <w:pStyle w:val="Fibocomzh1"/>
      </w:pPr>
      <w:r w:rsidRPr="00A40646">
        <w:rPr>
          <w:rFonts w:hint="eastAsia"/>
        </w:rPr>
        <w:t>修改如下路径下各</w:t>
      </w:r>
      <w:proofErr w:type="spellStart"/>
      <w:r w:rsidRPr="00A40646">
        <w:t>modules.builtin</w:t>
      </w:r>
      <w:proofErr w:type="spellEnd"/>
      <w:r w:rsidRPr="00A40646">
        <w:rPr>
          <w:rFonts w:hint="eastAsia"/>
        </w:rPr>
        <w:t>文件：</w:t>
      </w:r>
    </w:p>
    <w:p w14:paraId="792285D9" w14:textId="77777777" w:rsidR="009A38C5" w:rsidRPr="0095429F" w:rsidRDefault="0040110C" w:rsidP="00FA7A9C">
      <w:pPr>
        <w:pStyle w:val="Fibocomzhf5"/>
        <w:rPr>
          <w:w w:val="120"/>
        </w:rPr>
      </w:pPr>
      <w:r w:rsidRPr="0095429F">
        <w:rPr>
          <w:w w:val="120"/>
        </w:rPr>
        <w:t>“</w:t>
      </w:r>
      <w:proofErr w:type="gramStart"/>
      <w:r w:rsidRPr="0095429F">
        <w:rPr>
          <w:w w:val="120"/>
        </w:rPr>
        <w:t>kernel/</w:t>
      </w:r>
      <w:proofErr w:type="spellStart"/>
      <w:r w:rsidRPr="0095429F">
        <w:rPr>
          <w:w w:val="120"/>
        </w:rPr>
        <w:t>modules.builtin</w:t>
      </w:r>
      <w:proofErr w:type="spellEnd"/>
      <w:proofErr w:type="gramEnd"/>
      <w:r w:rsidRPr="0095429F">
        <w:rPr>
          <w:w w:val="120"/>
        </w:rPr>
        <w:t xml:space="preserve">                </w:t>
      </w:r>
    </w:p>
    <w:p w14:paraId="3C75CAB9" w14:textId="77777777" w:rsidR="009A38C5" w:rsidRPr="0095429F" w:rsidRDefault="0040110C" w:rsidP="00FA7A9C">
      <w:pPr>
        <w:pStyle w:val="Fibocomzhf5"/>
        <w:rPr>
          <w:w w:val="120"/>
        </w:rPr>
      </w:pPr>
      <w:r w:rsidRPr="0095429F">
        <w:rPr>
          <w:w w:val="120"/>
        </w:rPr>
        <w:t>kernel/drivers/</w:t>
      </w:r>
      <w:proofErr w:type="spellStart"/>
      <w:r w:rsidRPr="0095429F">
        <w:rPr>
          <w:w w:val="120"/>
        </w:rPr>
        <w:t>modules.builtin</w:t>
      </w:r>
      <w:proofErr w:type="spellEnd"/>
      <w:r w:rsidRPr="0095429F">
        <w:rPr>
          <w:w w:val="120"/>
        </w:rPr>
        <w:t xml:space="preserve">        </w:t>
      </w:r>
    </w:p>
    <w:p w14:paraId="0DEEDC79" w14:textId="77777777" w:rsidR="009A38C5" w:rsidRPr="0095429F" w:rsidRDefault="0040110C" w:rsidP="00FA7A9C">
      <w:pPr>
        <w:pStyle w:val="Fibocomzhf5"/>
        <w:rPr>
          <w:w w:val="120"/>
        </w:rPr>
      </w:pPr>
      <w:r w:rsidRPr="0095429F">
        <w:rPr>
          <w:w w:val="120"/>
        </w:rPr>
        <w:t>kernel/drivers/net/</w:t>
      </w:r>
      <w:proofErr w:type="spellStart"/>
      <w:r w:rsidRPr="0095429F">
        <w:rPr>
          <w:w w:val="120"/>
        </w:rPr>
        <w:t>modules.builtin</w:t>
      </w:r>
      <w:proofErr w:type="spellEnd"/>
      <w:r w:rsidRPr="0095429F">
        <w:rPr>
          <w:w w:val="120"/>
        </w:rPr>
        <w:t xml:space="preserve">    </w:t>
      </w:r>
    </w:p>
    <w:p w14:paraId="1F8CC974" w14:textId="77777777" w:rsidR="009A38C5" w:rsidRPr="0095429F" w:rsidRDefault="0040110C" w:rsidP="00FA7A9C">
      <w:pPr>
        <w:pStyle w:val="Fibocomzhf5"/>
        <w:rPr>
          <w:w w:val="120"/>
        </w:rPr>
      </w:pPr>
      <w:r w:rsidRPr="0095429F">
        <w:rPr>
          <w:w w:val="120"/>
        </w:rPr>
        <w:t>kernel/drivers/net/</w:t>
      </w:r>
      <w:proofErr w:type="spellStart"/>
      <w:r w:rsidRPr="0095429F">
        <w:rPr>
          <w:w w:val="120"/>
        </w:rPr>
        <w:t>usb</w:t>
      </w:r>
      <w:proofErr w:type="spellEnd"/>
      <w:r w:rsidRPr="0095429F">
        <w:rPr>
          <w:w w:val="120"/>
        </w:rPr>
        <w:t>/</w:t>
      </w:r>
      <w:proofErr w:type="spellStart"/>
      <w:r w:rsidRPr="0095429F">
        <w:rPr>
          <w:w w:val="120"/>
        </w:rPr>
        <w:t>modules.builtin</w:t>
      </w:r>
      <w:proofErr w:type="spellEnd"/>
      <w:r w:rsidRPr="0095429F">
        <w:rPr>
          <w:w w:val="120"/>
        </w:rPr>
        <w:t>”</w:t>
      </w:r>
    </w:p>
    <w:p w14:paraId="77192328" w14:textId="43FA5126" w:rsidR="009A38C5" w:rsidRPr="0095429F" w:rsidRDefault="0040110C" w:rsidP="007950FA">
      <w:pPr>
        <w:pStyle w:val="Fibocomzh1"/>
      </w:pPr>
      <w:r w:rsidRPr="0095429F">
        <w:lastRenderedPageBreak/>
        <w:t>在</w:t>
      </w:r>
      <w:r w:rsidRPr="007950FA">
        <w:rPr>
          <w:color w:val="000000" w:themeColor="text1"/>
        </w:rPr>
        <w:t>各文件中增</w:t>
      </w:r>
      <w:r w:rsidRPr="0095429F">
        <w:t>加</w:t>
      </w:r>
      <w:r w:rsidRPr="0095429F">
        <w:t xml:space="preserve"> “kernel/drivers/net/</w:t>
      </w:r>
      <w:proofErr w:type="spellStart"/>
      <w:r w:rsidRPr="0095429F">
        <w:t>usb</w:t>
      </w:r>
      <w:proofErr w:type="spellEnd"/>
      <w:r w:rsidRPr="0095429F">
        <w:t>/</w:t>
      </w:r>
      <w:proofErr w:type="spellStart"/>
      <w:r w:rsidR="00672F76" w:rsidRPr="00672F76">
        <w:t>qmi_wwan_f</w:t>
      </w:r>
      <w:r w:rsidRPr="0095429F">
        <w:t>.ko</w:t>
      </w:r>
      <w:proofErr w:type="spellEnd"/>
      <w:r w:rsidRPr="0095429F">
        <w:t xml:space="preserve">” </w:t>
      </w:r>
      <w:r w:rsidR="00672F76" w:rsidRPr="0095429F">
        <w:t xml:space="preserve"> </w:t>
      </w:r>
    </w:p>
    <w:p w14:paraId="66E11EAA" w14:textId="2869CD90" w:rsidR="00197FFB" w:rsidRPr="001667DD" w:rsidRDefault="00197FFB" w:rsidP="0017622F">
      <w:r w:rsidRPr="001667DD">
        <w:t>之后镜像启动后都会自动加载</w:t>
      </w:r>
      <w:r w:rsidR="00672F76" w:rsidRPr="00672F76">
        <w:t>QMI_WWAN</w:t>
      </w:r>
      <w:r w:rsidRPr="001667DD">
        <w:t>驱动。</w:t>
      </w:r>
    </w:p>
    <w:tbl>
      <w:tblPr>
        <w:tblStyle w:val="af9"/>
        <w:tblW w:w="9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"/>
        <w:gridCol w:w="741"/>
        <w:gridCol w:w="247"/>
        <w:gridCol w:w="8507"/>
      </w:tblGrid>
      <w:tr w:rsidR="00FA7A9C" w14:paraId="2B4EC9E1" w14:textId="77777777" w:rsidTr="00753878">
        <w:trPr>
          <w:trHeight w:val="1193"/>
        </w:trPr>
        <w:tc>
          <w:tcPr>
            <w:tcW w:w="247" w:type="dxa"/>
            <w:vAlign w:val="center"/>
          </w:tcPr>
          <w:p w14:paraId="279D82DF" w14:textId="77777777" w:rsidR="00FA7A9C" w:rsidRDefault="00FA7A9C" w:rsidP="00134E83">
            <w:pPr>
              <w:jc w:val="center"/>
            </w:pPr>
          </w:p>
        </w:tc>
        <w:tc>
          <w:tcPr>
            <w:tcW w:w="741" w:type="dxa"/>
            <w:vAlign w:val="center"/>
          </w:tcPr>
          <w:p w14:paraId="60B27482" w14:textId="77777777" w:rsidR="00FA7A9C" w:rsidRDefault="00FA7A9C" w:rsidP="00134E83">
            <w:pPr>
              <w:jc w:val="center"/>
            </w:pPr>
            <w:r w:rsidRPr="00D8305D">
              <w:rPr>
                <w:noProof/>
              </w:rPr>
              <w:drawing>
                <wp:inline distT="0" distB="0" distL="0" distR="0" wp14:anchorId="08A37BE8" wp14:editId="02D52B7B">
                  <wp:extent cx="288000" cy="288000"/>
                  <wp:effectExtent l="0" t="0" r="0" b="0"/>
                  <wp:docPr id="82" name="图片 82" descr="C:\Users\Administrator\Desktop\图层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图层 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" w:type="dxa"/>
            <w:tcBorders>
              <w:right w:val="single" w:sz="4" w:space="0" w:color="DDDDDD"/>
            </w:tcBorders>
            <w:vAlign w:val="center"/>
          </w:tcPr>
          <w:p w14:paraId="392C94B7" w14:textId="77777777" w:rsidR="00FA7A9C" w:rsidRDefault="00FA7A9C" w:rsidP="00134E83">
            <w:pPr>
              <w:jc w:val="center"/>
            </w:pPr>
          </w:p>
        </w:tc>
        <w:tc>
          <w:tcPr>
            <w:tcW w:w="8507" w:type="dxa"/>
            <w:tcBorders>
              <w:left w:val="single" w:sz="4" w:space="0" w:color="DDDDDD"/>
            </w:tcBorders>
            <w:vAlign w:val="center"/>
          </w:tcPr>
          <w:p w14:paraId="7E52031F" w14:textId="4A428EA7" w:rsidR="00FA7A9C" w:rsidRPr="00365A73" w:rsidRDefault="00672F76" w:rsidP="00134E83">
            <w:pPr>
              <w:rPr>
                <w:rFonts w:ascii="思源黑体 CN Light" w:hAnsi="思源黑体 CN Light"/>
              </w:rPr>
            </w:pPr>
            <w:r w:rsidRPr="00365A73">
              <w:rPr>
                <w:rFonts w:cs="Noto Sans Light"/>
                <w:color w:val="000000" w:themeColor="text1"/>
              </w:rPr>
              <w:t>此处增加</w:t>
            </w:r>
            <w:r w:rsidRPr="00365A73">
              <w:rPr>
                <w:rFonts w:cs="Noto Sans Light"/>
                <w:color w:val="000000" w:themeColor="text1"/>
              </w:rPr>
              <w:t xml:space="preserve"> “kernel/drivers/net/</w:t>
            </w:r>
            <w:proofErr w:type="spellStart"/>
            <w:r w:rsidRPr="00365A73">
              <w:rPr>
                <w:rFonts w:cs="Noto Sans Light"/>
                <w:color w:val="000000" w:themeColor="text1"/>
              </w:rPr>
              <w:t>usb</w:t>
            </w:r>
            <w:proofErr w:type="spellEnd"/>
            <w:r w:rsidRPr="00365A73">
              <w:rPr>
                <w:rFonts w:cs="Noto Sans Light"/>
                <w:color w:val="000000" w:themeColor="text1"/>
              </w:rPr>
              <w:t>/</w:t>
            </w:r>
            <w:proofErr w:type="spellStart"/>
            <w:r w:rsidRPr="00365A73">
              <w:rPr>
                <w:rFonts w:cs="Noto Sans Light"/>
                <w:color w:val="000000" w:themeColor="text1"/>
              </w:rPr>
              <w:t>qmi_wwan_f.ko</w:t>
            </w:r>
            <w:proofErr w:type="spellEnd"/>
            <w:r w:rsidRPr="00365A73">
              <w:rPr>
                <w:rFonts w:cs="Noto Sans Light"/>
                <w:color w:val="000000" w:themeColor="text1"/>
              </w:rPr>
              <w:t>”</w:t>
            </w:r>
            <w:r w:rsidRPr="00365A73">
              <w:rPr>
                <w:rFonts w:cs="Noto Sans Light"/>
                <w:color w:val="000000" w:themeColor="text1"/>
              </w:rPr>
              <w:t>，是提供一种说明，</w:t>
            </w:r>
            <w:proofErr w:type="spellStart"/>
            <w:r w:rsidRPr="00365A73">
              <w:rPr>
                <w:rFonts w:cs="Noto Sans Light"/>
                <w:color w:val="000000" w:themeColor="text1"/>
              </w:rPr>
              <w:t>qmi_wwan_f</w:t>
            </w:r>
            <w:proofErr w:type="spellEnd"/>
            <w:r w:rsidRPr="00365A73">
              <w:rPr>
                <w:rFonts w:cs="Noto Sans Light"/>
                <w:color w:val="000000" w:themeColor="text1"/>
              </w:rPr>
              <w:t>已编译进内核，实际</w:t>
            </w:r>
            <w:r w:rsidRPr="00365A73">
              <w:rPr>
                <w:rFonts w:cs="Noto Sans Light"/>
                <w:color w:val="000000" w:themeColor="text1"/>
              </w:rPr>
              <w:t>kernel/drivers/net/</w:t>
            </w:r>
            <w:proofErr w:type="spellStart"/>
            <w:r w:rsidRPr="00365A73">
              <w:rPr>
                <w:rFonts w:cs="Noto Sans Light"/>
                <w:color w:val="000000" w:themeColor="text1"/>
              </w:rPr>
              <w:t>usb</w:t>
            </w:r>
            <w:proofErr w:type="spellEnd"/>
            <w:r w:rsidRPr="00365A73">
              <w:rPr>
                <w:rFonts w:cs="Noto Sans Light"/>
                <w:color w:val="000000" w:themeColor="text1"/>
              </w:rPr>
              <w:t>目录下并无</w:t>
            </w:r>
            <w:proofErr w:type="spellStart"/>
            <w:r w:rsidRPr="00365A73">
              <w:rPr>
                <w:rFonts w:cs="Noto Sans Light"/>
                <w:color w:val="000000" w:themeColor="text1"/>
              </w:rPr>
              <w:t>qmi_wwan_f.ko</w:t>
            </w:r>
            <w:proofErr w:type="spellEnd"/>
            <w:r w:rsidRPr="00365A73">
              <w:rPr>
                <w:rFonts w:cs="Noto Sans Light"/>
                <w:color w:val="000000" w:themeColor="text1"/>
              </w:rPr>
              <w:t>文件。如果找不到</w:t>
            </w:r>
            <w:proofErr w:type="spellStart"/>
            <w:r w:rsidRPr="00365A73">
              <w:rPr>
                <w:rFonts w:cs="Noto Sans Light"/>
                <w:w w:val="120"/>
              </w:rPr>
              <w:t>modules.builtin</w:t>
            </w:r>
            <w:proofErr w:type="spellEnd"/>
            <w:r w:rsidRPr="00365A73">
              <w:rPr>
                <w:rFonts w:cs="Noto Sans Light"/>
                <w:w w:val="120"/>
              </w:rPr>
              <w:t>文件，请忽略即可</w:t>
            </w:r>
            <w:r w:rsidRPr="00365A73">
              <w:rPr>
                <w:rFonts w:cs="Noto Sans Light"/>
                <w:color w:val="000000" w:themeColor="text1"/>
              </w:rPr>
              <w:t>。</w:t>
            </w:r>
            <w:r w:rsidRPr="00365A73">
              <w:rPr>
                <w:rFonts w:cs="Noto Sans Light"/>
                <w:bCs/>
                <w:color w:val="000000" w:themeColor="text1"/>
              </w:rPr>
              <w:t>不能修改其他目录下的</w:t>
            </w:r>
            <w:proofErr w:type="spellStart"/>
            <w:r w:rsidRPr="00365A73">
              <w:rPr>
                <w:rFonts w:cs="Noto Sans Light"/>
                <w:bCs/>
                <w:w w:val="120"/>
              </w:rPr>
              <w:t>modules.builtin</w:t>
            </w:r>
            <w:proofErr w:type="spellEnd"/>
            <w:r w:rsidRPr="00365A73">
              <w:rPr>
                <w:rFonts w:cs="Noto Sans Light"/>
                <w:bCs/>
                <w:w w:val="120"/>
              </w:rPr>
              <w:t>文件</w:t>
            </w:r>
            <w:r w:rsidR="00FA7A9C" w:rsidRPr="00365A73">
              <w:rPr>
                <w:rFonts w:ascii="思源黑体 CN Light" w:hAnsi="思源黑体 CN Light" w:hint="eastAsia"/>
              </w:rPr>
              <w:t>。</w:t>
            </w:r>
          </w:p>
        </w:tc>
      </w:tr>
    </w:tbl>
    <w:p w14:paraId="7FEC0D24" w14:textId="0EB5CDE9" w:rsidR="00F078C5" w:rsidRPr="0017622F" w:rsidRDefault="00D2475E" w:rsidP="0017622F">
      <w:pPr>
        <w:pStyle w:val="3"/>
      </w:pPr>
      <w:bookmarkStart w:id="56" w:name="_Toc10253"/>
      <w:bookmarkStart w:id="57" w:name="_Toc515972993"/>
      <w:bookmarkStart w:id="58" w:name="_Toc395703440"/>
      <w:bookmarkStart w:id="59" w:name="_Toc86854971"/>
      <w:bookmarkEnd w:id="56"/>
      <w:bookmarkEnd w:id="57"/>
      <w:bookmarkEnd w:id="58"/>
      <w:r w:rsidRPr="0017622F">
        <w:rPr>
          <w:rStyle w:val="60"/>
          <w:rFonts w:ascii="思源黑体 CN Regular" w:eastAsia="思源黑体 CN Regular" w:hAnsi="思源黑体 CN Regular" w:cs="Times New Roman" w:hint="eastAsia"/>
          <w:b w:val="0"/>
          <w:bCs/>
          <w:sz w:val="32"/>
          <w:szCs w:val="32"/>
        </w:rPr>
        <w:t>以.</w:t>
      </w:r>
      <w:proofErr w:type="spellStart"/>
      <w:r w:rsidRPr="0017622F">
        <w:rPr>
          <w:rStyle w:val="60"/>
          <w:rFonts w:ascii="思源黑体 CN Regular" w:eastAsia="思源黑体 CN Regular" w:hAnsi="思源黑体 CN Regular" w:cs="Times New Roman"/>
          <w:b w:val="0"/>
          <w:bCs/>
          <w:sz w:val="32"/>
          <w:szCs w:val="32"/>
        </w:rPr>
        <w:t>ko</w:t>
      </w:r>
      <w:proofErr w:type="spellEnd"/>
      <w:r w:rsidR="00495E75" w:rsidRPr="0017622F">
        <w:rPr>
          <w:rStyle w:val="60"/>
          <w:rFonts w:ascii="思源黑体 CN Regular" w:eastAsia="思源黑体 CN Regular" w:hAnsi="思源黑体 CN Regular" w:cs="Times New Roman" w:hint="eastAsia"/>
          <w:b w:val="0"/>
          <w:bCs/>
          <w:sz w:val="32"/>
          <w:szCs w:val="32"/>
        </w:rPr>
        <w:t>方式</w:t>
      </w:r>
      <w:r w:rsidRPr="0017622F">
        <w:rPr>
          <w:rStyle w:val="60"/>
          <w:rFonts w:ascii="思源黑体 CN Regular" w:eastAsia="思源黑体 CN Regular" w:hAnsi="思源黑体 CN Regular" w:cs="Times New Roman" w:hint="eastAsia"/>
          <w:b w:val="0"/>
          <w:bCs/>
          <w:sz w:val="32"/>
          <w:szCs w:val="32"/>
        </w:rPr>
        <w:t>编译</w:t>
      </w:r>
      <w:bookmarkEnd w:id="59"/>
    </w:p>
    <w:p w14:paraId="7F0CA658" w14:textId="6AE084C9" w:rsidR="0017622F" w:rsidRDefault="00F078C5" w:rsidP="0017622F">
      <w:r w:rsidRPr="0023707C">
        <w:t>kernel/drivers/net/</w:t>
      </w:r>
      <w:proofErr w:type="spellStart"/>
      <w:r w:rsidRPr="0023707C">
        <w:t>usb</w:t>
      </w:r>
      <w:proofErr w:type="spellEnd"/>
      <w:r w:rsidRPr="0023707C">
        <w:t>/</w:t>
      </w:r>
      <w:proofErr w:type="spellStart"/>
      <w:r w:rsidRPr="0023707C">
        <w:t>Makefile</w:t>
      </w:r>
      <w:proofErr w:type="spellEnd"/>
      <w:r w:rsidRPr="0023707C">
        <w:t>中增加以下内容：</w:t>
      </w:r>
      <w:r w:rsidRPr="0023707C">
        <w:t xml:space="preserve"> </w:t>
      </w:r>
    </w:p>
    <w:p w14:paraId="7E9A566A" w14:textId="77777777" w:rsidR="00672F76" w:rsidRDefault="00672F76" w:rsidP="00672F76">
      <w:pPr>
        <w:pStyle w:val="Fibocomzhf5"/>
      </w:pPr>
      <w:proofErr w:type="spellStart"/>
      <w:proofErr w:type="gramStart"/>
      <w:r>
        <w:t>obj</w:t>
      </w:r>
      <w:proofErr w:type="spellEnd"/>
      <w:r>
        <w:t>-m</w:t>
      </w:r>
      <w:proofErr w:type="gramEnd"/>
      <w:r>
        <w:t xml:space="preserve"> := </w:t>
      </w:r>
      <w:proofErr w:type="spellStart"/>
      <w:r>
        <w:t>qmi_wwan_f.o</w:t>
      </w:r>
      <w:proofErr w:type="spellEnd"/>
    </w:p>
    <w:p w14:paraId="3CFA16A7" w14:textId="15AB28D7" w:rsidR="00672F76" w:rsidRDefault="00672F76" w:rsidP="00672F76">
      <w:pPr>
        <w:pStyle w:val="Fibocomzhf5"/>
      </w:pPr>
      <w:proofErr w:type="spellStart"/>
      <w:proofErr w:type="gramStart"/>
      <w:r>
        <w:t>qmi_wwan_f-objs</w:t>
      </w:r>
      <w:proofErr w:type="spellEnd"/>
      <w:proofErr w:type="gramEnd"/>
      <w:r>
        <w:t xml:space="preserve"> := </w:t>
      </w:r>
      <w:proofErr w:type="spellStart"/>
      <w:r>
        <w:t>qmi_wwan_f.o</w:t>
      </w:r>
      <w:proofErr w:type="spellEnd"/>
    </w:p>
    <w:p w14:paraId="317F6F92" w14:textId="43041DE9" w:rsidR="00F078C5" w:rsidRPr="00746569" w:rsidRDefault="00F078C5" w:rsidP="00672F76">
      <w:r w:rsidRPr="0095429F">
        <w:t>之后每次编译内核都会自动编译</w:t>
      </w:r>
      <w:r w:rsidR="00672F76" w:rsidRPr="00672F76">
        <w:t>QMI_WWAN</w:t>
      </w:r>
      <w:r w:rsidRPr="0095429F">
        <w:t>驱动。</w:t>
      </w:r>
    </w:p>
    <w:p w14:paraId="6D153762" w14:textId="09C0D678" w:rsidR="004234CC" w:rsidRPr="0017622F" w:rsidRDefault="00D415D9" w:rsidP="0017622F">
      <w:pPr>
        <w:pStyle w:val="2"/>
      </w:pPr>
      <w:bookmarkStart w:id="60" w:name="_Toc86854972"/>
      <w:r w:rsidRPr="0017622F">
        <w:rPr>
          <w:rFonts w:hint="eastAsia"/>
        </w:rPr>
        <w:t>加载</w:t>
      </w:r>
      <w:r w:rsidR="00672F76" w:rsidRPr="00672F76">
        <w:t>QMI_WWAN</w:t>
      </w:r>
      <w:r w:rsidR="00A108E7" w:rsidRPr="0017622F">
        <w:t>驱动</w:t>
      </w:r>
      <w:bookmarkEnd w:id="60"/>
    </w:p>
    <w:p w14:paraId="309260E5" w14:textId="45CB6480" w:rsidR="004234CC" w:rsidRDefault="00B5526E" w:rsidP="00672F76">
      <w:pPr>
        <w:pStyle w:val="Fibocomzh1"/>
        <w:numPr>
          <w:ilvl w:val="0"/>
          <w:numId w:val="48"/>
        </w:numPr>
      </w:pPr>
      <w:r>
        <w:rPr>
          <w:rFonts w:hint="eastAsia"/>
        </w:rPr>
        <w:t>若</w:t>
      </w:r>
      <w:r w:rsidR="00672F76" w:rsidRPr="00672F76">
        <w:t>QMI_WWAN</w:t>
      </w:r>
      <w:r>
        <w:rPr>
          <w:rFonts w:hint="eastAsia"/>
        </w:rPr>
        <w:t>驱动以</w:t>
      </w:r>
      <w:r>
        <w:rPr>
          <w:rFonts w:hint="eastAsia"/>
        </w:rPr>
        <w:t>.</w:t>
      </w:r>
      <w:proofErr w:type="spellStart"/>
      <w:r>
        <w:t>ko</w:t>
      </w:r>
      <w:proofErr w:type="spellEnd"/>
      <w:r>
        <w:rPr>
          <w:rFonts w:hint="eastAsia"/>
        </w:rPr>
        <w:t>的方式编译，则</w:t>
      </w:r>
      <w:proofErr w:type="spellStart"/>
      <w:r w:rsidR="00672F76" w:rsidRPr="00672F76">
        <w:t>qmi_wwan_f</w:t>
      </w:r>
      <w:r w:rsidR="004234CC" w:rsidRPr="00A726B8">
        <w:t>.ko</w:t>
      </w:r>
      <w:proofErr w:type="spellEnd"/>
      <w:r w:rsidR="004234CC" w:rsidRPr="00A726B8">
        <w:rPr>
          <w:rFonts w:hint="eastAsia"/>
        </w:rPr>
        <w:t>作为模块加入到系统中，因此会自动进行加载。</w:t>
      </w:r>
    </w:p>
    <w:p w14:paraId="26DB5E97" w14:textId="46A6A2DB" w:rsidR="00672F76" w:rsidRDefault="00672F76" w:rsidP="00672F76">
      <w:pPr>
        <w:pStyle w:val="Fibocomzh3"/>
      </w:pPr>
      <w:r w:rsidRPr="002F0109">
        <w:drawing>
          <wp:inline distT="0" distB="0" distL="0" distR="0" wp14:anchorId="2116FA04" wp14:editId="09823449">
            <wp:extent cx="5402580" cy="2565918"/>
            <wp:effectExtent l="0" t="0" r="7620" b="6350"/>
            <wp:docPr id="9" name="图片 9" descr="C:\Users\Administrator\AppData\Roaming\DingTalk\9077886_v2\ImageFiles\68\lALPDiQ3NkGnvP_NARnNAjc_567_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DingTalk\9077886_v2\ImageFiles\68\lALPDiQ3NkGnvP_NARnNAjc_567_281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997" cy="2569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2760B" w14:textId="601B53E8" w:rsidR="00672F76" w:rsidRPr="00A726B8" w:rsidRDefault="00672F76" w:rsidP="00672F76">
      <w:pPr>
        <w:pStyle w:val="Fibocomzh5"/>
      </w:pPr>
      <w:r>
        <w:rPr>
          <w:rFonts w:hint="eastAsia"/>
        </w:rPr>
        <w:t>图1</w:t>
      </w:r>
      <w:r>
        <w:t xml:space="preserve">. </w:t>
      </w:r>
      <w:proofErr w:type="spellStart"/>
      <w:r w:rsidRPr="005B6CDC">
        <w:t>qmi_wwan_f</w:t>
      </w:r>
      <w:proofErr w:type="spellEnd"/>
      <w:r w:rsidRPr="005B6CDC">
        <w:rPr>
          <w:rFonts w:hint="eastAsia"/>
        </w:rPr>
        <w:t>驱动加载</w:t>
      </w:r>
    </w:p>
    <w:p w14:paraId="7A9BEDBB" w14:textId="74505ADF" w:rsidR="004234CC" w:rsidRDefault="004234CC" w:rsidP="00FA7A9C">
      <w:pPr>
        <w:pStyle w:val="Fibocomzh1"/>
      </w:pPr>
      <w:r>
        <w:rPr>
          <w:rFonts w:hint="eastAsia"/>
        </w:rPr>
        <w:t>如果驱动未进行加载，请将</w:t>
      </w:r>
      <w:proofErr w:type="spellStart"/>
      <w:r w:rsidR="00672F76">
        <w:rPr>
          <w:rFonts w:eastAsiaTheme="minorEastAsia"/>
          <w:color w:val="000000" w:themeColor="text1"/>
        </w:rPr>
        <w:t>qmi_wwan_f</w:t>
      </w:r>
      <w:r w:rsidRPr="00A726B8">
        <w:t>.ko</w:t>
      </w:r>
      <w:proofErr w:type="spellEnd"/>
      <w:r>
        <w:rPr>
          <w:rFonts w:hint="eastAsia"/>
        </w:rPr>
        <w:t>复制到系统中，以下有两方法可以手动进行驱动加载：</w:t>
      </w:r>
    </w:p>
    <w:p w14:paraId="4AFC1625" w14:textId="18302718" w:rsidR="004234CC" w:rsidRDefault="004234CC" w:rsidP="00805C3C">
      <w:pPr>
        <w:pStyle w:val="Fibocomzh0"/>
        <w:ind w:left="420"/>
      </w:pPr>
      <w:r>
        <w:rPr>
          <w:rFonts w:hint="eastAsia"/>
        </w:rPr>
        <w:t>使用</w:t>
      </w:r>
      <w:proofErr w:type="spellStart"/>
      <w:r>
        <w:rPr>
          <w:rFonts w:hint="eastAsia"/>
        </w:rPr>
        <w:t>insmod</w:t>
      </w:r>
      <w:proofErr w:type="spellEnd"/>
      <w:r>
        <w:rPr>
          <w:rFonts w:hint="eastAsia"/>
        </w:rPr>
        <w:t>命令加载</w:t>
      </w:r>
      <w:r w:rsidR="00672F76">
        <w:rPr>
          <w:rFonts w:eastAsiaTheme="minorEastAsia"/>
          <w:color w:val="000000" w:themeColor="text1"/>
        </w:rPr>
        <w:t>QMI_WWAN</w:t>
      </w:r>
      <w:r>
        <w:rPr>
          <w:rFonts w:hint="eastAsia"/>
        </w:rPr>
        <w:t>驱动：</w:t>
      </w:r>
    </w:p>
    <w:p w14:paraId="43EA62FB" w14:textId="26FFEA1E" w:rsidR="004234CC" w:rsidRPr="00BA66B5" w:rsidRDefault="004234CC" w:rsidP="00850857">
      <w:pPr>
        <w:pStyle w:val="Fibocomzhf5"/>
      </w:pPr>
      <w:proofErr w:type="spellStart"/>
      <w:proofErr w:type="gramStart"/>
      <w:r w:rsidRPr="00BA66B5">
        <w:t>sudo</w:t>
      </w:r>
      <w:proofErr w:type="spellEnd"/>
      <w:proofErr w:type="gramEnd"/>
      <w:r w:rsidRPr="00BA66B5">
        <w:t xml:space="preserve"> </w:t>
      </w:r>
      <w:proofErr w:type="spellStart"/>
      <w:r w:rsidRPr="00BA66B5">
        <w:t>insmod</w:t>
      </w:r>
      <w:proofErr w:type="spellEnd"/>
      <w:r w:rsidRPr="00BA66B5">
        <w:t xml:space="preserve"> </w:t>
      </w:r>
      <w:proofErr w:type="spellStart"/>
      <w:r w:rsidR="00672F76">
        <w:rPr>
          <w:rFonts w:eastAsiaTheme="minorEastAsia"/>
          <w:color w:val="000000" w:themeColor="text1"/>
        </w:rPr>
        <w:t>qmi_wwan_f</w:t>
      </w:r>
      <w:r w:rsidRPr="00BA66B5">
        <w:t>.ko</w:t>
      </w:r>
      <w:proofErr w:type="spellEnd"/>
      <w:r w:rsidRPr="00BA66B5">
        <w:t xml:space="preserve"> </w:t>
      </w:r>
    </w:p>
    <w:p w14:paraId="11E41359" w14:textId="2223743D" w:rsidR="004234CC" w:rsidRDefault="004234CC" w:rsidP="00805C3C">
      <w:pPr>
        <w:pStyle w:val="Fibocomzh0"/>
        <w:ind w:left="420"/>
      </w:pPr>
      <w:r>
        <w:rPr>
          <w:rFonts w:hint="eastAsia"/>
        </w:rPr>
        <w:lastRenderedPageBreak/>
        <w:t>使用</w:t>
      </w:r>
      <w:proofErr w:type="spellStart"/>
      <w:r w:rsidRPr="00BA66B5">
        <w:t>modprobe</w:t>
      </w:r>
      <w:proofErr w:type="spellEnd"/>
      <w:r>
        <w:rPr>
          <w:rFonts w:hint="eastAsia"/>
        </w:rPr>
        <w:t>命令加载</w:t>
      </w:r>
      <w:r w:rsidR="00672F76">
        <w:rPr>
          <w:rFonts w:eastAsiaTheme="minorEastAsia"/>
          <w:color w:val="000000" w:themeColor="text1"/>
        </w:rPr>
        <w:t>QMI_WWAN</w:t>
      </w:r>
      <w:r>
        <w:rPr>
          <w:rFonts w:hint="eastAsia"/>
        </w:rPr>
        <w:t>驱动：</w:t>
      </w:r>
    </w:p>
    <w:p w14:paraId="75C700D7" w14:textId="1B9AF025" w:rsidR="004234CC" w:rsidRPr="00175A86" w:rsidRDefault="00672F76" w:rsidP="00850857">
      <w:pPr>
        <w:pStyle w:val="Fibocomzhf5"/>
      </w:pPr>
      <w:proofErr w:type="spellStart"/>
      <w:r>
        <w:t>cp</w:t>
      </w:r>
      <w:proofErr w:type="spellEnd"/>
      <w:r>
        <w:t xml:space="preserve"> -f </w:t>
      </w:r>
      <w:proofErr w:type="spellStart"/>
      <w:r>
        <w:t>GobiNet.ko</w:t>
      </w:r>
      <w:proofErr w:type="spellEnd"/>
      <w:r>
        <w:t xml:space="preserve"> /lib/modules/’</w:t>
      </w:r>
      <w:proofErr w:type="spellStart"/>
      <w:r>
        <w:t>uname</w:t>
      </w:r>
      <w:proofErr w:type="spellEnd"/>
      <w:r>
        <w:t xml:space="preserve"> –r’</w:t>
      </w:r>
      <w:r w:rsidR="004234CC" w:rsidRPr="00175A86">
        <w:t>/kernel/drivers/net/</w:t>
      </w:r>
      <w:proofErr w:type="spellStart"/>
      <w:r w:rsidR="004234CC" w:rsidRPr="00175A86">
        <w:t>usb</w:t>
      </w:r>
      <w:proofErr w:type="spellEnd"/>
      <w:r w:rsidR="004234CC" w:rsidRPr="00175A86">
        <w:t>/</w:t>
      </w:r>
    </w:p>
    <w:p w14:paraId="6E782B31" w14:textId="77777777" w:rsidR="004234CC" w:rsidRPr="00175A86" w:rsidRDefault="004234CC" w:rsidP="00850857">
      <w:pPr>
        <w:pStyle w:val="Fibocomzhf5"/>
      </w:pPr>
      <w:proofErr w:type="spellStart"/>
      <w:proofErr w:type="gramStart"/>
      <w:r w:rsidRPr="00175A86">
        <w:t>modprobe</w:t>
      </w:r>
      <w:proofErr w:type="spellEnd"/>
      <w:proofErr w:type="gramEnd"/>
      <w:r w:rsidRPr="00175A86">
        <w:t xml:space="preserve"> </w:t>
      </w:r>
      <w:proofErr w:type="spellStart"/>
      <w:r w:rsidRPr="00175A86">
        <w:t>GobiNet</w:t>
      </w:r>
      <w:proofErr w:type="spellEnd"/>
    </w:p>
    <w:p w14:paraId="131DF702" w14:textId="2D21BE5A" w:rsidR="004234CC" w:rsidRDefault="00672F76" w:rsidP="00805C3C">
      <w:pPr>
        <w:pStyle w:val="Fibocomzh0"/>
        <w:ind w:left="420"/>
      </w:pPr>
      <w:r>
        <w:rPr>
          <w:rFonts w:hint="eastAsia"/>
        </w:rPr>
        <w:t>使用</w:t>
      </w:r>
      <w:proofErr w:type="spellStart"/>
      <w:r>
        <w:rPr>
          <w:rFonts w:hint="eastAsia"/>
        </w:rPr>
        <w:t>usb</w:t>
      </w:r>
      <w:proofErr w:type="spellEnd"/>
      <w:r>
        <w:rPr>
          <w:rFonts w:hint="eastAsia"/>
        </w:rPr>
        <w:t>-devices</w:t>
      </w:r>
      <w:r>
        <w:rPr>
          <w:rFonts w:hint="eastAsia"/>
        </w:rPr>
        <w:t>命令检查驱动加载信息</w:t>
      </w:r>
      <w:r w:rsidR="004234CC">
        <w:rPr>
          <w:rFonts w:hint="eastAsia"/>
        </w:rPr>
        <w:t>：</w:t>
      </w:r>
    </w:p>
    <w:p w14:paraId="3EBDDBB5" w14:textId="77777777" w:rsidR="00672F76" w:rsidRDefault="00672F76" w:rsidP="00672F76">
      <w:pPr>
        <w:pStyle w:val="Fibocomzh3"/>
        <w:rPr>
          <w:rFonts w:eastAsiaTheme="minorEastAsia"/>
          <w:color w:val="000000" w:themeColor="text1"/>
        </w:rPr>
      </w:pPr>
      <w:r>
        <w:drawing>
          <wp:inline distT="0" distB="0" distL="0" distR="0" wp14:anchorId="3B397710" wp14:editId="269973E9">
            <wp:extent cx="5190476" cy="714286"/>
            <wp:effectExtent l="0" t="0" r="0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190476" cy="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28E4A" w14:textId="77777777" w:rsidR="00672F76" w:rsidRDefault="00672F76" w:rsidP="00672F76">
      <w:pPr>
        <w:pStyle w:val="Fibocomzh5"/>
      </w:pPr>
      <w:r w:rsidRPr="005B6CDC">
        <w:rPr>
          <w:rFonts w:hint="eastAsia"/>
        </w:rPr>
        <w:t>图</w:t>
      </w:r>
      <w:r>
        <w:t xml:space="preserve">2. </w:t>
      </w:r>
      <w:r w:rsidRPr="005B6CDC">
        <w:t xml:space="preserve"> </w:t>
      </w:r>
      <w:proofErr w:type="spellStart"/>
      <w:r w:rsidRPr="005B6CDC">
        <w:t>qmi_wwan_f</w:t>
      </w:r>
      <w:proofErr w:type="spellEnd"/>
      <w:r w:rsidRPr="005B6CDC">
        <w:rPr>
          <w:rFonts w:hint="eastAsia"/>
        </w:rPr>
        <w:t>驱动加载成功</w:t>
      </w:r>
    </w:p>
    <w:p w14:paraId="02FF411E" w14:textId="281F8769" w:rsidR="00672F76" w:rsidRPr="007A7696" w:rsidRDefault="00672F76" w:rsidP="00805C3C">
      <w:pPr>
        <w:pStyle w:val="Fibocomzh0"/>
        <w:ind w:left="420"/>
      </w:pPr>
      <w:r w:rsidRPr="00672F76">
        <w:rPr>
          <w:rFonts w:hint="eastAsia"/>
        </w:rPr>
        <w:t>使用</w:t>
      </w:r>
      <w:proofErr w:type="spellStart"/>
      <w:r w:rsidRPr="00672F76">
        <w:rPr>
          <w:rFonts w:hint="eastAsia"/>
        </w:rPr>
        <w:t>ifconfig</w:t>
      </w:r>
      <w:proofErr w:type="spellEnd"/>
      <w:r w:rsidRPr="00672F76">
        <w:t xml:space="preserve"> </w:t>
      </w:r>
      <w:r w:rsidRPr="00672F76">
        <w:rPr>
          <w:rFonts w:hint="eastAsia"/>
        </w:rPr>
        <w:t>-a</w:t>
      </w:r>
      <w:r w:rsidRPr="00672F76">
        <w:rPr>
          <w:rFonts w:hint="eastAsia"/>
        </w:rPr>
        <w:t>命令检查网卡信息，如果显示有“</w:t>
      </w:r>
      <w:r w:rsidR="003029F8">
        <w:rPr>
          <w:rFonts w:hint="eastAsia"/>
        </w:rPr>
        <w:t>wwan</w:t>
      </w:r>
      <w:r w:rsidR="003029F8">
        <w:t>0</w:t>
      </w:r>
      <w:r w:rsidRPr="00672F76">
        <w:rPr>
          <w:rFonts w:hint="eastAsia"/>
        </w:rPr>
        <w:t>”表示驱动加载成功，如下所示</w:t>
      </w:r>
      <w:r w:rsidR="003029F8">
        <w:t>wwan0</w:t>
      </w:r>
      <w:r w:rsidRPr="00672F76">
        <w:rPr>
          <w:rFonts w:hint="eastAsia"/>
        </w:rPr>
        <w:t>为新增加的口：</w:t>
      </w:r>
    </w:p>
    <w:p w14:paraId="389AD7A4" w14:textId="77777777" w:rsidR="003029F8" w:rsidRPr="003029F8" w:rsidRDefault="003029F8" w:rsidP="003029F8">
      <w:pPr>
        <w:pStyle w:val="Fibocomzhf5"/>
      </w:pPr>
      <w:r w:rsidRPr="003029F8">
        <w:t>wwan0: flags=193&lt;UP</w:t>
      </w:r>
      <w:proofErr w:type="gramStart"/>
      <w:r w:rsidRPr="003029F8">
        <w:t>,RUNNING,NOARP</w:t>
      </w:r>
      <w:proofErr w:type="gramEnd"/>
      <w:r w:rsidRPr="003029F8">
        <w:t xml:space="preserve">&gt;  </w:t>
      </w:r>
      <w:proofErr w:type="spellStart"/>
      <w:r w:rsidRPr="003029F8">
        <w:t>mtu</w:t>
      </w:r>
      <w:proofErr w:type="spellEnd"/>
      <w:r w:rsidRPr="003029F8">
        <w:t xml:space="preserve"> 1500</w:t>
      </w:r>
    </w:p>
    <w:p w14:paraId="274F73AA" w14:textId="77777777" w:rsidR="003029F8" w:rsidRPr="003029F8" w:rsidRDefault="003029F8" w:rsidP="003029F8">
      <w:pPr>
        <w:pStyle w:val="Fibocomzhf5"/>
      </w:pPr>
      <w:r w:rsidRPr="003029F8">
        <w:rPr>
          <w:rFonts w:hint="eastAsia"/>
        </w:rPr>
        <w:t xml:space="preserve">        ether 0a:44:72:90:32:b4  </w:t>
      </w:r>
      <w:proofErr w:type="spellStart"/>
      <w:r w:rsidRPr="003029F8">
        <w:rPr>
          <w:rFonts w:hint="eastAsia"/>
        </w:rPr>
        <w:t>txqueuelen</w:t>
      </w:r>
      <w:proofErr w:type="spellEnd"/>
      <w:r w:rsidRPr="003029F8">
        <w:rPr>
          <w:rFonts w:hint="eastAsia"/>
        </w:rPr>
        <w:t xml:space="preserve"> 1000  (</w:t>
      </w:r>
      <w:r w:rsidRPr="003029F8">
        <w:rPr>
          <w:rFonts w:hint="eastAsia"/>
        </w:rPr>
        <w:t>以太网</w:t>
      </w:r>
      <w:r w:rsidRPr="003029F8">
        <w:rPr>
          <w:rFonts w:hint="eastAsia"/>
        </w:rPr>
        <w:t>)</w:t>
      </w:r>
    </w:p>
    <w:p w14:paraId="2E15065E" w14:textId="77777777" w:rsidR="003029F8" w:rsidRPr="003029F8" w:rsidRDefault="003029F8" w:rsidP="003029F8">
      <w:pPr>
        <w:pStyle w:val="Fibocomzhf5"/>
      </w:pPr>
      <w:r w:rsidRPr="003029F8">
        <w:t xml:space="preserve">        RX packets </w:t>
      </w:r>
      <w:proofErr w:type="gramStart"/>
      <w:r w:rsidRPr="003029F8">
        <w:t>2  bytes</w:t>
      </w:r>
      <w:proofErr w:type="gramEnd"/>
      <w:r w:rsidRPr="003029F8">
        <w:t xml:space="preserve"> 217 (217.0 B)</w:t>
      </w:r>
    </w:p>
    <w:p w14:paraId="77A2142B" w14:textId="77777777" w:rsidR="003029F8" w:rsidRPr="003029F8" w:rsidRDefault="003029F8" w:rsidP="003029F8">
      <w:pPr>
        <w:pStyle w:val="Fibocomzhf5"/>
      </w:pPr>
      <w:r w:rsidRPr="003029F8">
        <w:t xml:space="preserve">        RX errors </w:t>
      </w:r>
      <w:proofErr w:type="gramStart"/>
      <w:r w:rsidRPr="003029F8">
        <w:t>0  dropped</w:t>
      </w:r>
      <w:proofErr w:type="gramEnd"/>
      <w:r w:rsidRPr="003029F8">
        <w:t xml:space="preserve"> 0  overruns 0  frame 0</w:t>
      </w:r>
    </w:p>
    <w:p w14:paraId="1FECB587" w14:textId="77777777" w:rsidR="003029F8" w:rsidRPr="003029F8" w:rsidRDefault="003029F8" w:rsidP="003029F8">
      <w:pPr>
        <w:pStyle w:val="Fibocomzhf5"/>
      </w:pPr>
      <w:r w:rsidRPr="003029F8">
        <w:t xml:space="preserve">        TX packets </w:t>
      </w:r>
      <w:proofErr w:type="gramStart"/>
      <w:r w:rsidRPr="003029F8">
        <w:t>3  bytes</w:t>
      </w:r>
      <w:proofErr w:type="gramEnd"/>
      <w:r w:rsidRPr="003029F8">
        <w:t xml:space="preserve"> 196 (196.0 B)</w:t>
      </w:r>
    </w:p>
    <w:p w14:paraId="3E3BC1E1" w14:textId="56FCB1EA" w:rsidR="00FA7A9C" w:rsidRPr="003029F8" w:rsidRDefault="003029F8" w:rsidP="003029F8">
      <w:pPr>
        <w:pStyle w:val="Fibocomzhf5"/>
      </w:pPr>
      <w:r w:rsidRPr="003029F8">
        <w:t xml:space="preserve">        TX errors </w:t>
      </w:r>
      <w:proofErr w:type="gramStart"/>
      <w:r w:rsidRPr="003029F8">
        <w:t>0  dropped</w:t>
      </w:r>
      <w:proofErr w:type="gramEnd"/>
      <w:r w:rsidRPr="003029F8">
        <w:t xml:space="preserve"> 0 overruns 0  carrier 0  collisions 0</w:t>
      </w:r>
    </w:p>
    <w:tbl>
      <w:tblPr>
        <w:tblStyle w:val="af9"/>
        <w:tblW w:w="9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"/>
        <w:gridCol w:w="741"/>
        <w:gridCol w:w="247"/>
        <w:gridCol w:w="8507"/>
      </w:tblGrid>
      <w:tr w:rsidR="00FA7A9C" w14:paraId="0BF3E6F4" w14:textId="77777777" w:rsidTr="00753878">
        <w:trPr>
          <w:trHeight w:val="1193"/>
        </w:trPr>
        <w:tc>
          <w:tcPr>
            <w:tcW w:w="247" w:type="dxa"/>
            <w:vAlign w:val="center"/>
          </w:tcPr>
          <w:p w14:paraId="3BF1129C" w14:textId="77777777" w:rsidR="00FA7A9C" w:rsidRDefault="00FA7A9C" w:rsidP="00134E83">
            <w:pPr>
              <w:jc w:val="center"/>
            </w:pPr>
          </w:p>
        </w:tc>
        <w:tc>
          <w:tcPr>
            <w:tcW w:w="741" w:type="dxa"/>
            <w:vAlign w:val="center"/>
          </w:tcPr>
          <w:p w14:paraId="2A63CF27" w14:textId="77777777" w:rsidR="00FA7A9C" w:rsidRDefault="00FA7A9C" w:rsidP="00134E83">
            <w:pPr>
              <w:jc w:val="center"/>
            </w:pPr>
            <w:r w:rsidRPr="00D8305D">
              <w:rPr>
                <w:noProof/>
              </w:rPr>
              <w:drawing>
                <wp:inline distT="0" distB="0" distL="0" distR="0" wp14:anchorId="26EFE90C" wp14:editId="5CCC32FF">
                  <wp:extent cx="288000" cy="288000"/>
                  <wp:effectExtent l="0" t="0" r="0" b="0"/>
                  <wp:docPr id="83" name="图片 83" descr="C:\Users\Administrator\Desktop\图层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图层 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" w:type="dxa"/>
            <w:tcBorders>
              <w:right w:val="single" w:sz="4" w:space="0" w:color="DDDDDD"/>
            </w:tcBorders>
            <w:vAlign w:val="center"/>
          </w:tcPr>
          <w:p w14:paraId="520ED4E6" w14:textId="77777777" w:rsidR="00FA7A9C" w:rsidRDefault="00FA7A9C" w:rsidP="00134E83">
            <w:pPr>
              <w:jc w:val="center"/>
            </w:pPr>
          </w:p>
        </w:tc>
        <w:tc>
          <w:tcPr>
            <w:tcW w:w="8507" w:type="dxa"/>
            <w:tcBorders>
              <w:left w:val="single" w:sz="4" w:space="0" w:color="DDDDDD"/>
            </w:tcBorders>
            <w:vAlign w:val="center"/>
          </w:tcPr>
          <w:p w14:paraId="1E0A4B35" w14:textId="402FE136" w:rsidR="00FA7A9C" w:rsidRPr="00FA7A9C" w:rsidRDefault="00FA7A9C" w:rsidP="00672F76">
            <w:r w:rsidRPr="00FA7A9C">
              <w:rPr>
                <w:rFonts w:hint="eastAsia"/>
              </w:rPr>
              <w:t>不同的</w:t>
            </w:r>
            <w:r w:rsidRPr="00FA7A9C">
              <w:rPr>
                <w:rFonts w:hint="eastAsia"/>
              </w:rPr>
              <w:t>Linux</w:t>
            </w:r>
            <w:r w:rsidRPr="00FA7A9C">
              <w:rPr>
                <w:rFonts w:hint="eastAsia"/>
              </w:rPr>
              <w:t>版本可能会显示不同的名称。</w:t>
            </w:r>
          </w:p>
        </w:tc>
      </w:tr>
    </w:tbl>
    <w:p w14:paraId="2F11FAEF" w14:textId="7CD6F63B" w:rsidR="00672F76" w:rsidRDefault="00672F76" w:rsidP="00672F76">
      <w:pPr>
        <w:pStyle w:val="2"/>
      </w:pPr>
      <w:bookmarkStart w:id="61" w:name="_Toc86854973"/>
      <w:r w:rsidRPr="00672F76">
        <w:rPr>
          <w:rFonts w:hint="eastAsia"/>
        </w:rPr>
        <w:t>检测</w:t>
      </w:r>
      <w:proofErr w:type="spellStart"/>
      <w:r w:rsidRPr="00672F76">
        <w:rPr>
          <w:rFonts w:hint="eastAsia"/>
        </w:rPr>
        <w:t>F</w:t>
      </w:r>
      <w:r>
        <w:t>ibocom</w:t>
      </w:r>
      <w:proofErr w:type="spellEnd"/>
      <w:r w:rsidRPr="00672F76">
        <w:rPr>
          <w:rFonts w:hint="eastAsia"/>
        </w:rPr>
        <w:t>模块设备加载</w:t>
      </w:r>
      <w:bookmarkEnd w:id="61"/>
    </w:p>
    <w:p w14:paraId="7891DD68" w14:textId="77777777" w:rsidR="00672F76" w:rsidRDefault="00672F76" w:rsidP="00672F76">
      <w:r>
        <w:rPr>
          <w:rFonts w:hint="eastAsia"/>
        </w:rPr>
        <w:t>嵌入式</w:t>
      </w:r>
      <w:r>
        <w:rPr>
          <w:rFonts w:hint="eastAsia"/>
        </w:rPr>
        <w:t>Linux Host</w:t>
      </w:r>
      <w:r>
        <w:rPr>
          <w:rFonts w:hint="eastAsia"/>
        </w:rPr>
        <w:t>系统镜像编译完成后，升级到开发板中，使用“</w:t>
      </w:r>
      <w:r>
        <w:rPr>
          <w:rFonts w:hint="eastAsia"/>
        </w:rPr>
        <w:t xml:space="preserve">ls </w:t>
      </w:r>
      <w:r>
        <w:rPr>
          <w:rFonts w:hint="eastAsia"/>
        </w:rPr>
        <w:t>–</w:t>
      </w:r>
      <w:r>
        <w:rPr>
          <w:rFonts w:hint="eastAsia"/>
        </w:rPr>
        <w:t>l /dev/</w:t>
      </w:r>
      <w:proofErr w:type="spellStart"/>
      <w:r>
        <w:rPr>
          <w:rFonts w:hint="eastAsia"/>
        </w:rPr>
        <w:t>ttyUSB</w:t>
      </w:r>
      <w:proofErr w:type="spellEnd"/>
      <w:r>
        <w:rPr>
          <w:rFonts w:hint="eastAsia"/>
        </w:rPr>
        <w:t>*</w:t>
      </w:r>
      <w:r>
        <w:rPr>
          <w:rFonts w:hint="eastAsia"/>
        </w:rPr>
        <w:t>”命令查看模块端口信息，若设备正常挂载，将会有如下内容返回：</w:t>
      </w:r>
    </w:p>
    <w:p w14:paraId="0EE7E282" w14:textId="32A17D28" w:rsidR="00672F76" w:rsidRDefault="00672F76" w:rsidP="00672F76">
      <w:pPr>
        <w:pStyle w:val="Fibocomzh3"/>
      </w:pPr>
      <w:r>
        <w:t xml:space="preserve"> </w:t>
      </w:r>
      <w:r w:rsidRPr="00CE198A">
        <w:rPr>
          <w:rFonts w:eastAsiaTheme="minorEastAsia"/>
          <w:color w:val="000000" w:themeColor="text1"/>
        </w:rPr>
        <w:drawing>
          <wp:inline distT="0" distB="0" distL="0" distR="0" wp14:anchorId="784B29FD" wp14:editId="7696D388">
            <wp:extent cx="4018915" cy="723265"/>
            <wp:effectExtent l="0" t="0" r="635" b="635"/>
            <wp:docPr id="25" name="图片 25" descr="C:\Users\Administrator\AppData\Roaming\DingTalk\9077886_v2\ImageFiles\1612429135365_822DA784-7136-4f8e-AC2D-5BC4516487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DingTalk\9077886_v2\ImageFiles\1612429135365_822DA784-7136-4f8e-AC2D-5BC451648788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91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6B653" w14:textId="3EE6B246" w:rsidR="00672F76" w:rsidRDefault="00672F76" w:rsidP="00672F76">
      <w:pPr>
        <w:pStyle w:val="Fibocomzh5"/>
      </w:pPr>
      <w:r>
        <w:rPr>
          <w:rFonts w:hint="eastAsia"/>
        </w:rPr>
        <w:t>图</w:t>
      </w:r>
      <w:r>
        <w:t xml:space="preserve">4. </w:t>
      </w:r>
      <w:r>
        <w:rPr>
          <w:rFonts w:hint="eastAsia"/>
        </w:rPr>
        <w:t>查看模块端口信息</w:t>
      </w:r>
      <w:bookmarkStart w:id="62" w:name="_FIBOCOM模块拨号"/>
      <w:bookmarkStart w:id="63" w:name="_Toc43645336"/>
      <w:bookmarkEnd w:id="62"/>
    </w:p>
    <w:p w14:paraId="2ADD7309" w14:textId="77777777" w:rsidR="00672F76" w:rsidRPr="008A3250" w:rsidRDefault="00672F76" w:rsidP="00672F76">
      <w:pPr>
        <w:sectPr w:rsidR="00672F76" w:rsidRPr="008A3250" w:rsidSect="00672F76">
          <w:headerReference w:type="default" r:id="rId25"/>
          <w:footerReference w:type="default" r:id="rId26"/>
          <w:pgSz w:w="11906" w:h="16838"/>
          <w:pgMar w:top="1440" w:right="1083" w:bottom="1440" w:left="1083" w:header="851" w:footer="850" w:gutter="0"/>
          <w:cols w:space="425"/>
          <w:docGrid w:type="lines" w:linePitch="312"/>
        </w:sectPr>
      </w:pPr>
    </w:p>
    <w:p w14:paraId="74B73558" w14:textId="1D8CD518" w:rsidR="00A30485" w:rsidRPr="001667DD" w:rsidRDefault="007619B6" w:rsidP="00672F76">
      <w:pPr>
        <w:pStyle w:val="1"/>
      </w:pPr>
      <w:bookmarkStart w:id="64" w:name="_Toc86854974"/>
      <w:proofErr w:type="spellStart"/>
      <w:r w:rsidRPr="007619B6">
        <w:lastRenderedPageBreak/>
        <w:t>Fibocom</w:t>
      </w:r>
      <w:proofErr w:type="spellEnd"/>
      <w:r w:rsidR="0040110C" w:rsidRPr="001667DD">
        <w:t>模块拨号</w:t>
      </w:r>
      <w:bookmarkEnd w:id="63"/>
      <w:bookmarkEnd w:id="64"/>
    </w:p>
    <w:bookmarkStart w:id="65" w:name="_Toc4079675"/>
    <w:bookmarkStart w:id="66" w:name="_Toc25053013"/>
    <w:bookmarkStart w:id="67" w:name="_Toc25575463"/>
    <w:bookmarkStart w:id="68" w:name="_Toc42244854"/>
    <w:bookmarkStart w:id="69" w:name="_Toc43645337"/>
    <w:p w14:paraId="7780DC0A" w14:textId="5CBDF92D" w:rsidR="00672F76" w:rsidRDefault="00672F76" w:rsidP="00672F76">
      <w:r w:rsidRPr="006A5485">
        <w:rPr>
          <w:rFonts w:ascii="思源黑体 CN Regular" w:eastAsia="思源黑体 CN Regular" w:hAnsi="思源黑体 CN Light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06207BD" wp14:editId="3BCFBD3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188451" cy="0"/>
                <wp:effectExtent l="0" t="0" r="22225" b="19050"/>
                <wp:wrapNone/>
                <wp:docPr id="100" name="直接连接符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845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8943D3" id="直接连接符 100" o:spid="_x0000_s1026" style="position:absolute;left:0;text-align:lef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87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" strokecolor="#d8d8d8 [2732]" strokeweight="1pt">
                <v:stroke dashstyle="1 1"/>
              </v:line>
            </w:pict>
          </mc:Fallback>
        </mc:AlternateContent>
      </w:r>
      <w:r w:rsidRPr="002F0109">
        <w:t>QMI_WWAN</w:t>
      </w:r>
      <w:r w:rsidRPr="002F0109">
        <w:t>驱动加载完毕，即可进行</w:t>
      </w:r>
      <w:proofErr w:type="spellStart"/>
      <w:r w:rsidRPr="002F0109">
        <w:t>fibocom</w:t>
      </w:r>
      <w:proofErr w:type="spellEnd"/>
      <w:r w:rsidRPr="002F0109">
        <w:t>-dial</w:t>
      </w:r>
      <w:r w:rsidRPr="002F0109">
        <w:t>拨号</w:t>
      </w:r>
      <w:r>
        <w:rPr>
          <w:rFonts w:hint="eastAsia"/>
        </w:rPr>
        <w:t>，由于</w:t>
      </w:r>
      <w:r>
        <w:t>QMI_WWAN</w:t>
      </w:r>
      <w:r>
        <w:rPr>
          <w:rFonts w:hint="eastAsia"/>
        </w:rPr>
        <w:t>驱动与</w:t>
      </w:r>
      <w:proofErr w:type="spellStart"/>
      <w:r>
        <w:rPr>
          <w:rFonts w:hint="eastAsia"/>
        </w:rPr>
        <w:t>GobiNet</w:t>
      </w:r>
      <w:proofErr w:type="spellEnd"/>
      <w:r>
        <w:rPr>
          <w:rFonts w:hint="eastAsia"/>
        </w:rPr>
        <w:t>驱动皆对应</w:t>
      </w:r>
      <w:r w:rsidR="00EF0CA4">
        <w:rPr>
          <w:rFonts w:hint="eastAsia"/>
        </w:rPr>
        <w:t>Q</w:t>
      </w:r>
      <w:r w:rsidR="00EF0CA4">
        <w:t>MI</w:t>
      </w:r>
      <w:r w:rsidR="00EF0CA4">
        <w:rPr>
          <w:rFonts w:hint="eastAsia"/>
        </w:rPr>
        <w:t>接口</w:t>
      </w:r>
      <w:r>
        <w:rPr>
          <w:rFonts w:hint="eastAsia"/>
        </w:rPr>
        <w:t>，因此都采用</w:t>
      </w:r>
      <w:r w:rsidR="00EF0CA4">
        <w:t>QMI</w:t>
      </w:r>
      <w:r>
        <w:rPr>
          <w:rFonts w:hint="eastAsia"/>
        </w:rPr>
        <w:t>方式进行数据拨号。</w:t>
      </w:r>
    </w:p>
    <w:p w14:paraId="6BD238BC" w14:textId="35F80D94" w:rsidR="00A30485" w:rsidRPr="0017622F" w:rsidRDefault="00EF0CA4" w:rsidP="0017622F">
      <w:pPr>
        <w:pStyle w:val="2"/>
      </w:pPr>
      <w:bookmarkStart w:id="70" w:name="_Toc86854975"/>
      <w:r>
        <w:t>QMI</w:t>
      </w:r>
      <w:r w:rsidR="00A30485" w:rsidRPr="0017622F">
        <w:t>拨号流程</w:t>
      </w:r>
      <w:bookmarkEnd w:id="65"/>
      <w:bookmarkEnd w:id="66"/>
      <w:bookmarkEnd w:id="67"/>
      <w:bookmarkEnd w:id="68"/>
      <w:bookmarkEnd w:id="69"/>
      <w:bookmarkEnd w:id="70"/>
    </w:p>
    <w:p w14:paraId="7AD7883E" w14:textId="26B27E0C" w:rsidR="00A30485" w:rsidRPr="0095429F" w:rsidRDefault="00672F76" w:rsidP="00A30485">
      <w:pPr>
        <w:rPr>
          <w:rFonts w:eastAsiaTheme="minorEastAsia"/>
        </w:rPr>
      </w:pPr>
      <w:bookmarkStart w:id="71" w:name="OLE_LINK1"/>
      <w:bookmarkStart w:id="72" w:name="OLE_LINK2"/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33664" behindDoc="1" locked="0" layoutInCell="1" allowOverlap="1" wp14:anchorId="352B23B6" wp14:editId="3A238DB4">
                <wp:simplePos x="0" y="0"/>
                <wp:positionH relativeFrom="margin">
                  <wp:align>right</wp:align>
                </wp:positionH>
                <wp:positionV relativeFrom="paragraph">
                  <wp:posOffset>84274</wp:posOffset>
                </wp:positionV>
                <wp:extent cx="4346641" cy="755015"/>
                <wp:effectExtent l="0" t="0" r="0" b="6985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6641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3F7371C" w14:textId="287B2DBA" w:rsidR="00A30485" w:rsidRPr="0017622F" w:rsidRDefault="00A30485" w:rsidP="0017622F">
                            <w:pPr>
                              <w:spacing w:before="0" w:after="0"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17622F">
                              <w:rPr>
                                <w:sz w:val="18"/>
                                <w:szCs w:val="18"/>
                              </w:rPr>
                              <w:t>模块开机：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模块的供电稳定后，</w:t>
                            </w:r>
                            <w:r w:rsidR="00672F76" w:rsidRPr="002F0109">
                              <w:rPr>
                                <w:rFonts w:eastAsia="宋体"/>
                                <w:sz w:val="18"/>
                                <w:szCs w:val="18"/>
                              </w:rPr>
                              <w:t>FG150/FM150/NL952</w:t>
                            </w:r>
                            <w:r w:rsidR="00672F76" w:rsidRPr="002F0109">
                              <w:rPr>
                                <w:rFonts w:eastAsia="宋体"/>
                                <w:sz w:val="18"/>
                                <w:szCs w:val="18"/>
                              </w:rPr>
                              <w:t>系列</w:t>
                            </w:r>
                            <w:r w:rsidR="00672F76">
                              <w:rPr>
                                <w:sz w:val="18"/>
                                <w:szCs w:val="18"/>
                              </w:rPr>
                              <w:t>模块上电后开机</w:t>
                            </w:r>
                            <w:r w:rsidR="00672F7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3E09D6D5" w14:textId="4677A7AC" w:rsidR="00A30485" w:rsidRPr="0017622F" w:rsidRDefault="00A30485" w:rsidP="0017622F">
                            <w:pPr>
                              <w:spacing w:before="0" w:after="0"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17622F">
                              <w:rPr>
                                <w:sz w:val="18"/>
                                <w:szCs w:val="18"/>
                              </w:rPr>
                              <w:t>模块关机：</w:t>
                            </w:r>
                            <w:r w:rsidR="00672F7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模块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断电。推荐断电和再次上电间隔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12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秒以上（视断电时电容放电时间而定）建议相邻两次开机间隔大于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90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秒，相邻两次断电大于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300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秒。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2B23B6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91.05pt;margin-top:6.65pt;width:342.25pt;height:59.45pt;z-index:-2516828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" stroked="f">
                <v:textbox>
                  <w:txbxContent>
                    <w:p w14:paraId="03F7371C" w14:textId="287B2DBA" w:rsidR="00A30485" w:rsidRPr="0017622F" w:rsidRDefault="00A30485" w:rsidP="0017622F">
                      <w:pPr>
                        <w:spacing w:before="0" w:after="0" w:line="240" w:lineRule="atLeast"/>
                        <w:rPr>
                          <w:sz w:val="18"/>
                          <w:szCs w:val="18"/>
                        </w:rPr>
                      </w:pPr>
                      <w:r w:rsidRPr="0017622F">
                        <w:rPr>
                          <w:sz w:val="18"/>
                          <w:szCs w:val="18"/>
                        </w:rPr>
                        <w:t>模块开机：</w:t>
                      </w:r>
                      <w:r w:rsidRPr="0017622F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17622F">
                        <w:rPr>
                          <w:sz w:val="18"/>
                          <w:szCs w:val="18"/>
                        </w:rPr>
                        <w:t>模块的供电稳定后，</w:t>
                      </w:r>
                      <w:r w:rsidR="00672F76" w:rsidRPr="002F0109">
                        <w:rPr>
                          <w:rFonts w:eastAsia="宋体"/>
                          <w:sz w:val="18"/>
                          <w:szCs w:val="18"/>
                        </w:rPr>
                        <w:t>FG150/FM150/NL952</w:t>
                      </w:r>
                      <w:r w:rsidR="00672F76" w:rsidRPr="002F0109">
                        <w:rPr>
                          <w:rFonts w:eastAsia="宋体"/>
                          <w:sz w:val="18"/>
                          <w:szCs w:val="18"/>
                        </w:rPr>
                        <w:t>系列</w:t>
                      </w:r>
                      <w:r w:rsidR="00672F76">
                        <w:rPr>
                          <w:sz w:val="18"/>
                          <w:szCs w:val="18"/>
                        </w:rPr>
                        <w:t>模块上电后开机</w:t>
                      </w:r>
                      <w:r w:rsidR="00672F76">
                        <w:rPr>
                          <w:rFonts w:hint="eastAsia"/>
                          <w:sz w:val="18"/>
                          <w:szCs w:val="18"/>
                        </w:rPr>
                        <w:t>；</w:t>
                      </w:r>
                    </w:p>
                    <w:p w14:paraId="3E09D6D5" w14:textId="4677A7AC" w:rsidR="00A30485" w:rsidRPr="0017622F" w:rsidRDefault="00A30485" w:rsidP="0017622F">
                      <w:pPr>
                        <w:spacing w:before="0" w:after="0" w:line="240" w:lineRule="atLeast"/>
                        <w:rPr>
                          <w:sz w:val="18"/>
                          <w:szCs w:val="18"/>
                        </w:rPr>
                      </w:pPr>
                      <w:r w:rsidRPr="0017622F">
                        <w:rPr>
                          <w:sz w:val="18"/>
                          <w:szCs w:val="18"/>
                        </w:rPr>
                        <w:t>模块关机：</w:t>
                      </w:r>
                      <w:r w:rsidR="00672F76">
                        <w:rPr>
                          <w:rFonts w:hint="eastAsia"/>
                          <w:sz w:val="18"/>
                          <w:szCs w:val="18"/>
                        </w:rPr>
                        <w:t>模块</w:t>
                      </w:r>
                      <w:r w:rsidRPr="0017622F">
                        <w:rPr>
                          <w:sz w:val="18"/>
                          <w:szCs w:val="18"/>
                        </w:rPr>
                        <w:t>断电。推荐断电和再次上电间隔</w:t>
                      </w:r>
                      <w:r w:rsidRPr="0017622F">
                        <w:rPr>
                          <w:sz w:val="18"/>
                          <w:szCs w:val="18"/>
                        </w:rPr>
                        <w:t>12</w:t>
                      </w:r>
                      <w:r w:rsidRPr="0017622F">
                        <w:rPr>
                          <w:sz w:val="18"/>
                          <w:szCs w:val="18"/>
                        </w:rPr>
                        <w:t>秒以上（视断电时电容放电时间而定）建议相邻两次开机间隔大于</w:t>
                      </w:r>
                      <w:r w:rsidRPr="0017622F">
                        <w:rPr>
                          <w:sz w:val="18"/>
                          <w:szCs w:val="18"/>
                        </w:rPr>
                        <w:t>90</w:t>
                      </w:r>
                      <w:r w:rsidRPr="0017622F">
                        <w:rPr>
                          <w:sz w:val="18"/>
                          <w:szCs w:val="18"/>
                        </w:rPr>
                        <w:t>秒，相邻两次断电大于</w:t>
                      </w:r>
                      <w:r w:rsidRPr="0017622F">
                        <w:rPr>
                          <w:sz w:val="18"/>
                          <w:szCs w:val="18"/>
                        </w:rPr>
                        <w:t>300</w:t>
                      </w:r>
                      <w:r w:rsidRPr="0017622F">
                        <w:rPr>
                          <w:sz w:val="18"/>
                          <w:szCs w:val="18"/>
                        </w:rPr>
                        <w:t>秒。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622F"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32640" behindDoc="1" locked="0" layoutInCell="1" allowOverlap="1" wp14:anchorId="1F7684D0" wp14:editId="4B962005">
                <wp:simplePos x="0" y="0"/>
                <wp:positionH relativeFrom="column">
                  <wp:posOffset>77525</wp:posOffset>
                </wp:positionH>
                <wp:positionV relativeFrom="paragraph">
                  <wp:posOffset>236772</wp:posOffset>
                </wp:positionV>
                <wp:extent cx="1534133" cy="302150"/>
                <wp:effectExtent l="0" t="0" r="28575" b="22225"/>
                <wp:wrapNone/>
                <wp:docPr id="217" name="文本框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33" cy="30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2424D88" w14:textId="77777777" w:rsidR="00A30485" w:rsidRPr="001667DD" w:rsidRDefault="00A30485" w:rsidP="00C21AD6">
                            <w:pPr>
                              <w:spacing w:before="0" w:after="0" w:line="240" w:lineRule="atLeas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667D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模块开机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684D0" id="文本框 217" o:spid="_x0000_s1028" type="#_x0000_t202" style="position:absolute;margin-left:6.1pt;margin-top:18.65pt;width:120.8pt;height:23.8pt;z-index:-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">
                <v:textbox>
                  <w:txbxContent>
                    <w:p w14:paraId="42424D88" w14:textId="77777777" w:rsidR="00A30485" w:rsidRPr="001667DD" w:rsidRDefault="00A30485" w:rsidP="00C21AD6">
                      <w:pPr>
                        <w:spacing w:before="0" w:after="0" w:line="240" w:lineRule="atLeas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1667DD">
                        <w:rPr>
                          <w:rFonts w:hint="eastAsia"/>
                          <w:sz w:val="18"/>
                          <w:szCs w:val="18"/>
                        </w:rPr>
                        <w:t>模块开机</w:t>
                      </w:r>
                    </w:p>
                  </w:txbxContent>
                </v:textbox>
              </v:shape>
            </w:pict>
          </mc:Fallback>
        </mc:AlternateContent>
      </w:r>
    </w:p>
    <w:p w14:paraId="3992B952" w14:textId="3FFEB29C" w:rsidR="00A30485" w:rsidRPr="0017622F" w:rsidRDefault="00A30485" w:rsidP="0017622F">
      <w:pPr>
        <w:spacing w:before="0" w:after="0" w:line="400" w:lineRule="exact"/>
        <w:rPr>
          <w:rFonts w:ascii="思源黑体 CN Light" w:hAnsi="思源黑体 CN Light"/>
          <w:sz w:val="18"/>
          <w:szCs w:val="18"/>
        </w:rPr>
      </w:pPr>
      <w:r w:rsidRPr="0095429F">
        <w:rPr>
          <w:rFonts w:eastAsiaTheme="minorEastAsia"/>
        </w:rPr>
        <w:t xml:space="preserve">        </w:t>
      </w:r>
      <w:r w:rsidRPr="0095429F">
        <w:rPr>
          <w:rFonts w:eastAsiaTheme="minorEastAsia"/>
          <w:sz w:val="18"/>
          <w:szCs w:val="18"/>
        </w:rPr>
        <w:t xml:space="preserve">     </w:t>
      </w:r>
      <w:r w:rsidRPr="00CB23D2">
        <w:rPr>
          <w:rFonts w:asciiTheme="minorEastAsia" w:eastAsiaTheme="minorEastAsia" w:hAnsiTheme="minorEastAsia"/>
          <w:sz w:val="18"/>
          <w:szCs w:val="18"/>
        </w:rPr>
        <w:t xml:space="preserve">  </w:t>
      </w:r>
      <w:r w:rsidRPr="0017622F">
        <w:rPr>
          <w:rFonts w:ascii="思源黑体 CN Light" w:hAnsi="思源黑体 CN Light"/>
          <w:sz w:val="18"/>
          <w:szCs w:val="18"/>
        </w:rPr>
        <w:t xml:space="preserve">             </w:t>
      </w:r>
    </w:p>
    <w:p w14:paraId="4CDC4FF0" w14:textId="0DB46AD5" w:rsidR="00A30485" w:rsidRPr="0095429F" w:rsidRDefault="00C21AD6" w:rsidP="00A30485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6E12FC9E" wp14:editId="3127F163">
                <wp:simplePos x="0" y="0"/>
                <wp:positionH relativeFrom="margin">
                  <wp:align>right</wp:align>
                </wp:positionH>
                <wp:positionV relativeFrom="paragraph">
                  <wp:posOffset>283185</wp:posOffset>
                </wp:positionV>
                <wp:extent cx="4334254" cy="564542"/>
                <wp:effectExtent l="0" t="0" r="9525" b="6985"/>
                <wp:wrapNone/>
                <wp:docPr id="58" name="文本框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4254" cy="5645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3394AE2" w14:textId="3E7A8D7A" w:rsidR="00A30485" w:rsidRPr="0017622F" w:rsidRDefault="00A30485" w:rsidP="0017622F">
                            <w:pPr>
                              <w:spacing w:before="0" w:after="0" w:line="240" w:lineRule="exact"/>
                              <w:rPr>
                                <w:rFonts w:ascii="思源黑体 CN Light" w:hAnsi="思源黑体 CN Light"/>
                                <w:sz w:val="18"/>
                                <w:szCs w:val="18"/>
                              </w:rPr>
                            </w:pPr>
                            <w:r w:rsidRPr="0017622F">
                              <w:rPr>
                                <w:rFonts w:ascii="思源黑体 CN Light" w:hAnsi="思源黑体 CN Light" w:hint="eastAsia"/>
                                <w:sz w:val="18"/>
                                <w:szCs w:val="18"/>
                              </w:rPr>
                              <w:t>使用</w:t>
                            </w:r>
                            <w:proofErr w:type="spellStart"/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lsusb</w:t>
                            </w:r>
                            <w:proofErr w:type="spellEnd"/>
                            <w:r w:rsidRPr="0017622F">
                              <w:rPr>
                                <w:rFonts w:ascii="思源黑体 CN Light" w:hAnsi="思源黑体 CN Light"/>
                                <w:sz w:val="18"/>
                                <w:szCs w:val="18"/>
                              </w:rPr>
                              <w:t>查询模块是否初始化完成</w:t>
                            </w:r>
                            <w:r w:rsidR="00CB23D2" w:rsidRPr="0017622F">
                              <w:rPr>
                                <w:rFonts w:ascii="思源黑体 CN Light" w:hAnsi="思源黑体 CN Light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2FC9E" id="文本框 58" o:spid="_x0000_s1029" type="#_x0000_t202" style="position:absolute;margin-left:290.1pt;margin-top:22.3pt;width:341.3pt;height:44.45pt;z-index:-2516408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" stroked="f">
                <v:textbox>
                  <w:txbxContent>
                    <w:p w14:paraId="53394AE2" w14:textId="3E7A8D7A" w:rsidR="00A30485" w:rsidRPr="0017622F" w:rsidRDefault="00A30485" w:rsidP="0017622F">
                      <w:pPr>
                        <w:spacing w:before="0" w:after="0" w:line="240" w:lineRule="exact"/>
                        <w:rPr>
                          <w:rFonts w:ascii="思源黑体 CN Light" w:hAnsi="思源黑体 CN Light"/>
                          <w:sz w:val="18"/>
                          <w:szCs w:val="18"/>
                        </w:rPr>
                      </w:pPr>
                      <w:r w:rsidRPr="0017622F">
                        <w:rPr>
                          <w:rFonts w:ascii="思源黑体 CN Light" w:hAnsi="思源黑体 CN Light" w:hint="eastAsia"/>
                          <w:sz w:val="18"/>
                          <w:szCs w:val="18"/>
                        </w:rPr>
                        <w:t>使用</w:t>
                      </w:r>
                      <w:proofErr w:type="spellStart"/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lsusb</w:t>
                      </w:r>
                      <w:proofErr w:type="spellEnd"/>
                      <w:r w:rsidRPr="0017622F">
                        <w:rPr>
                          <w:rFonts w:ascii="思源黑体 CN Light" w:hAnsi="思源黑体 CN Light"/>
                          <w:sz w:val="18"/>
                          <w:szCs w:val="18"/>
                        </w:rPr>
                        <w:t>查询模块是否初始化完成</w:t>
                      </w:r>
                      <w:r w:rsidR="00CB23D2" w:rsidRPr="0017622F">
                        <w:rPr>
                          <w:rFonts w:ascii="思源黑体 CN Light" w:hAnsi="思源黑体 CN Light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5CFC076B" wp14:editId="1C784913">
                <wp:simplePos x="0" y="0"/>
                <wp:positionH relativeFrom="margin">
                  <wp:align>left</wp:align>
                </wp:positionH>
                <wp:positionV relativeFrom="paragraph">
                  <wp:posOffset>295062</wp:posOffset>
                </wp:positionV>
                <wp:extent cx="1645920" cy="338446"/>
                <wp:effectExtent l="0" t="0" r="11430" b="24130"/>
                <wp:wrapNone/>
                <wp:docPr id="56" name="文本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3384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43F08439" w14:textId="77777777" w:rsidR="00A30485" w:rsidRPr="0017622F" w:rsidRDefault="00A30485" w:rsidP="007E3E3B">
                            <w:pPr>
                              <w:spacing w:before="0" w:after="0" w:line="240" w:lineRule="atLeast"/>
                              <w:jc w:val="center"/>
                              <w:rPr>
                                <w:rFonts w:ascii="思源黑体 CN Light" w:hAnsi="思源黑体 CN Light"/>
                                <w:sz w:val="18"/>
                                <w:szCs w:val="18"/>
                              </w:rPr>
                            </w:pPr>
                            <w:r w:rsidRPr="0017622F">
                              <w:rPr>
                                <w:rFonts w:ascii="思源黑体 CN Light" w:hAnsi="思源黑体 CN Light"/>
                                <w:sz w:val="18"/>
                                <w:szCs w:val="18"/>
                              </w:rPr>
                              <w:t>查询模块是否初始化完成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C076B" id="文本框 56" o:spid="_x0000_s1030" type="#_x0000_t202" style="position:absolute;margin-left:0;margin-top:23.25pt;width:129.6pt;height:26.65pt;z-index:-2516428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">
                <v:textbox>
                  <w:txbxContent>
                    <w:p w14:paraId="43F08439" w14:textId="77777777" w:rsidR="00A30485" w:rsidRPr="0017622F" w:rsidRDefault="00A30485" w:rsidP="007E3E3B">
                      <w:pPr>
                        <w:spacing w:before="0" w:after="0" w:line="240" w:lineRule="atLeast"/>
                        <w:jc w:val="center"/>
                        <w:rPr>
                          <w:rFonts w:ascii="思源黑体 CN Light" w:hAnsi="思源黑体 CN Light"/>
                          <w:sz w:val="18"/>
                          <w:szCs w:val="18"/>
                        </w:rPr>
                      </w:pPr>
                      <w:r w:rsidRPr="0017622F">
                        <w:rPr>
                          <w:rFonts w:ascii="思源黑体 CN Light" w:hAnsi="思源黑体 CN Light"/>
                          <w:sz w:val="18"/>
                          <w:szCs w:val="18"/>
                        </w:rPr>
                        <w:t>查询模块是否初始化完成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622F"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57C0F7B8" wp14:editId="5994BA2B">
                <wp:simplePos x="0" y="0"/>
                <wp:positionH relativeFrom="column">
                  <wp:posOffset>632473</wp:posOffset>
                </wp:positionH>
                <wp:positionV relativeFrom="paragraph">
                  <wp:posOffset>54294</wp:posOffset>
                </wp:positionV>
                <wp:extent cx="409575" cy="0"/>
                <wp:effectExtent l="33338" t="4762" r="61912" b="42863"/>
                <wp:wrapNone/>
                <wp:docPr id="72" name="直接箭头连接符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A79AE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2" o:spid="_x0000_s1026" type="#_x0000_t32" style="position:absolute;left:0;text-align:left;margin-left:49.8pt;margin-top:4.3pt;width:32.25pt;height:0;rotation:90;z-index:-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">
                <v:stroke endarrow="block"/>
              </v:shape>
            </w:pict>
          </mc:Fallback>
        </mc:AlternateContent>
      </w:r>
    </w:p>
    <w:p w14:paraId="3AF3792A" w14:textId="288F338D" w:rsidR="00A30485" w:rsidRPr="0095429F" w:rsidRDefault="00A30485" w:rsidP="00A30485">
      <w:pPr>
        <w:rPr>
          <w:rFonts w:eastAsiaTheme="minorEastAsia"/>
        </w:rPr>
      </w:pPr>
    </w:p>
    <w:p w14:paraId="297C04F8" w14:textId="38D9B921" w:rsidR="00A30485" w:rsidRPr="0095429F" w:rsidRDefault="00C21AD6" w:rsidP="00A30485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44928" behindDoc="1" locked="0" layoutInCell="1" allowOverlap="1" wp14:anchorId="1F8880D7" wp14:editId="513BD51E">
                <wp:simplePos x="0" y="0"/>
                <wp:positionH relativeFrom="margin">
                  <wp:posOffset>1843645</wp:posOffset>
                </wp:positionH>
                <wp:positionV relativeFrom="paragraph">
                  <wp:posOffset>145629</wp:posOffset>
                </wp:positionV>
                <wp:extent cx="4334386" cy="510638"/>
                <wp:effectExtent l="0" t="0" r="9525" b="3810"/>
                <wp:wrapNone/>
                <wp:docPr id="51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4386" cy="5106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3F98550" w14:textId="62A37D1E" w:rsidR="00A30485" w:rsidRPr="0017622F" w:rsidRDefault="00A30485" w:rsidP="007E3E3B">
                            <w:pPr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最少等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90</w:t>
                            </w:r>
                            <w:r w:rsidR="00672F76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秒。仍然没有端口则认为本次开机失败。重新进入模块开机动作</w:t>
                            </w:r>
                            <w:r w:rsid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167BF374" w14:textId="77777777" w:rsidR="00A30485" w:rsidRPr="0017622F" w:rsidRDefault="00A30485" w:rsidP="007E3E3B">
                            <w:pPr>
                              <w:adjustRightInd w:val="0"/>
                              <w:snapToGrid w:val="0"/>
                              <w:spacing w:before="0" w:after="0"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或者延时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5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秒后连续给模块发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AT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，等模块回复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OK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。最长等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90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秒</w:t>
                            </w:r>
                            <w:r w:rsidRPr="0017622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880D7" id="文本框 51" o:spid="_x0000_s1031" type="#_x0000_t202" style="position:absolute;margin-left:145.15pt;margin-top:11.45pt;width:341.3pt;height:40.2pt;z-index:-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" stroked="f">
                <v:textbox>
                  <w:txbxContent>
                    <w:p w14:paraId="03F98550" w14:textId="62A37D1E" w:rsidR="00A30485" w:rsidRPr="0017622F" w:rsidRDefault="00A30485" w:rsidP="007E3E3B">
                      <w:pPr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最少等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90</w:t>
                      </w:r>
                      <w:r w:rsidR="00672F76">
                        <w:rPr>
                          <w:rFonts w:cs="Noto Sans Light"/>
                          <w:sz w:val="18"/>
                          <w:szCs w:val="18"/>
                        </w:rPr>
                        <w:t>秒。仍然没有端口则认为本次开机失败。重新进入模块开机动作</w:t>
                      </w:r>
                      <w:r w:rsidR="00672F76">
                        <w:rPr>
                          <w:rFonts w:cs="Noto Sans Light" w:hint="eastAsia"/>
                          <w:sz w:val="18"/>
                          <w:szCs w:val="18"/>
                        </w:rPr>
                        <w:t>；</w:t>
                      </w:r>
                    </w:p>
                    <w:p w14:paraId="167BF374" w14:textId="77777777" w:rsidR="00A30485" w:rsidRPr="0017622F" w:rsidRDefault="00A30485" w:rsidP="007E3E3B">
                      <w:pPr>
                        <w:adjustRightInd w:val="0"/>
                        <w:snapToGrid w:val="0"/>
                        <w:spacing w:before="0" w:after="0" w:line="240" w:lineRule="atLeast"/>
                        <w:rPr>
                          <w:sz w:val="18"/>
                          <w:szCs w:val="18"/>
                        </w:rPr>
                      </w:pP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或者延时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5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秒后连续给模块发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AT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，等模块回复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OK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。最长等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90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秒</w:t>
                      </w:r>
                      <w:r w:rsidRPr="0017622F">
                        <w:rPr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36736" behindDoc="1" locked="0" layoutInCell="1" allowOverlap="1" wp14:anchorId="30058DA7" wp14:editId="1A050283">
                <wp:simplePos x="0" y="0"/>
                <wp:positionH relativeFrom="column">
                  <wp:posOffset>62345</wp:posOffset>
                </wp:positionH>
                <wp:positionV relativeFrom="paragraph">
                  <wp:posOffset>222820</wp:posOffset>
                </wp:positionV>
                <wp:extent cx="1550035" cy="356260"/>
                <wp:effectExtent l="0" t="0" r="12065" b="24765"/>
                <wp:wrapNone/>
                <wp:docPr id="50" name="文本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3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14:paraId="6694E0C7" w14:textId="39A0647E" w:rsidR="00A30485" w:rsidRPr="0017622F" w:rsidRDefault="00A30485" w:rsidP="00C21AD6">
                            <w:pPr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模块枚举出</w:t>
                            </w:r>
                            <w:proofErr w:type="spellStart"/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ttyUSB</w:t>
                            </w:r>
                            <w:proofErr w:type="spellEnd"/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*</w:t>
                            </w:r>
                            <w:r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、网</w:t>
                            </w:r>
                            <w:r w:rsidR="0095429F"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58DA7" id="文本框 50" o:spid="_x0000_s1032" type="#_x0000_t202" style="position:absolute;margin-left:4.9pt;margin-top:17.55pt;width:122.05pt;height:28.05pt;z-index:-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">
                <v:textbox>
                  <w:txbxContent>
                    <w:p w14:paraId="6694E0C7" w14:textId="39A0647E" w:rsidR="00A30485" w:rsidRPr="0017622F" w:rsidRDefault="00A30485" w:rsidP="00C21AD6">
                      <w:pPr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模块枚举出</w:t>
                      </w:r>
                      <w:proofErr w:type="spellStart"/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ttyUSB</w:t>
                      </w:r>
                      <w:proofErr w:type="spellEnd"/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*</w:t>
                      </w:r>
                      <w:r w:rsidRPr="0017622F">
                        <w:rPr>
                          <w:rFonts w:cs="Noto Sans Light"/>
                          <w:sz w:val="18"/>
                          <w:szCs w:val="18"/>
                        </w:rPr>
                        <w:t>、网</w:t>
                      </w:r>
                      <w:r w:rsidR="0095429F" w:rsidRPr="0017622F">
                        <w:rPr>
                          <w:rFonts w:cs="Noto Sans Light"/>
                          <w:sz w:val="18"/>
                          <w:szCs w:val="18"/>
                        </w:rPr>
                        <w:t>口</w:t>
                      </w:r>
                    </w:p>
                  </w:txbxContent>
                </v:textbox>
              </v:shape>
            </w:pict>
          </mc:Fallback>
        </mc:AlternateContent>
      </w:r>
      <w:r w:rsidR="0017622F"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64CB423F" wp14:editId="212DF701">
                <wp:simplePos x="0" y="0"/>
                <wp:positionH relativeFrom="column">
                  <wp:posOffset>632396</wp:posOffset>
                </wp:positionH>
                <wp:positionV relativeFrom="paragraph">
                  <wp:posOffset>8846</wp:posOffset>
                </wp:positionV>
                <wp:extent cx="409575" cy="0"/>
                <wp:effectExtent l="33338" t="4762" r="61912" b="42863"/>
                <wp:wrapNone/>
                <wp:docPr id="73" name="直接箭头连接符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CD2F34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3" o:spid="_x0000_s1026" type="#_x0000_t32" style="position:absolute;left:0;text-align:left;margin-left:49.8pt;margin-top:.7pt;width:32.25pt;height:0;rotation:90;z-index:-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">
                <v:stroke endarrow="block"/>
              </v:shape>
            </w:pict>
          </mc:Fallback>
        </mc:AlternateContent>
      </w:r>
    </w:p>
    <w:p w14:paraId="15D7673A" w14:textId="598AB1F4" w:rsidR="00A30485" w:rsidRPr="0095429F" w:rsidRDefault="00A30485" w:rsidP="00A30485">
      <w:pPr>
        <w:tabs>
          <w:tab w:val="right" w:pos="9741"/>
        </w:tabs>
        <w:rPr>
          <w:rFonts w:eastAsiaTheme="minorEastAsia"/>
        </w:rPr>
      </w:pPr>
    </w:p>
    <w:p w14:paraId="039FDA57" w14:textId="1860FDCB" w:rsidR="00A30485" w:rsidRPr="0095429F" w:rsidRDefault="00C21AD6" w:rsidP="00A30485">
      <w:pPr>
        <w:tabs>
          <w:tab w:val="right" w:pos="9741"/>
        </w:tabs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50048" behindDoc="1" locked="0" layoutInCell="1" allowOverlap="1" wp14:anchorId="1635D1CF" wp14:editId="6ED7DB48">
                <wp:simplePos x="0" y="0"/>
                <wp:positionH relativeFrom="margin">
                  <wp:align>right</wp:align>
                </wp:positionH>
                <wp:positionV relativeFrom="paragraph">
                  <wp:posOffset>81635</wp:posOffset>
                </wp:positionV>
                <wp:extent cx="4330766" cy="1033153"/>
                <wp:effectExtent l="0" t="0" r="0" b="0"/>
                <wp:wrapNone/>
                <wp:docPr id="48" name="文本框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66" cy="1033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BF42A40" w14:textId="287AD7BA" w:rsidR="00672F76" w:rsidRPr="00672F76" w:rsidRDefault="00672F76" w:rsidP="00672F76">
                            <w:pPr>
                              <w:adjustRightInd w:val="0"/>
                              <w:snapToGrid w:val="0"/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进入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/drivers/</w:t>
                            </w:r>
                            <w:proofErr w:type="spellStart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qmi_wwan_f</w:t>
                            </w:r>
                            <w:proofErr w:type="spellEnd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目录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6105D27B" w14:textId="2E92F067" w:rsidR="00672F76" w:rsidRPr="00672F76" w:rsidRDefault="00672F76" w:rsidP="00672F76">
                            <w:pPr>
                              <w:adjustRightInd w:val="0"/>
                              <w:snapToGrid w:val="0"/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执行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make install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命令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3768B4FE" w14:textId="25CFB81E" w:rsidR="00672F76" w:rsidRPr="00672F76" w:rsidRDefault="00672F76" w:rsidP="00672F76">
                            <w:pPr>
                              <w:adjustRightInd w:val="0"/>
                              <w:snapToGrid w:val="0"/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加载</w:t>
                            </w:r>
                            <w:proofErr w:type="spellStart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qmi_wwan_f</w:t>
                            </w:r>
                            <w:proofErr w:type="spellEnd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驱动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29FD976E" w14:textId="7A2BBBC2" w:rsidR="00A30485" w:rsidRPr="0017622F" w:rsidRDefault="00672F76" w:rsidP="00672F76">
                            <w:pPr>
                              <w:adjustRightInd w:val="0"/>
                              <w:snapToGrid w:val="0"/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usb</w:t>
                            </w:r>
                            <w:proofErr w:type="spellEnd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-devices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查看驱动加载成功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1161BA6E" w14:textId="77777777" w:rsidR="00A30485" w:rsidRPr="001667DD" w:rsidRDefault="00A30485" w:rsidP="00A30485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</w:p>
                          <w:p w14:paraId="6D39BE8D" w14:textId="77777777" w:rsidR="00A30485" w:rsidRPr="001667DD" w:rsidRDefault="00A30485" w:rsidP="00A30485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5D1CF" id="文本框 48" o:spid="_x0000_s1033" type="#_x0000_t202" style="position:absolute;margin-left:289.8pt;margin-top:6.45pt;width:341pt;height:81.35pt;z-index:-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" stroked="f">
                <v:textbox>
                  <w:txbxContent>
                    <w:p w14:paraId="7BF42A40" w14:textId="287AD7BA" w:rsidR="00672F76" w:rsidRPr="00672F76" w:rsidRDefault="00672F76" w:rsidP="00672F76">
                      <w:pPr>
                        <w:adjustRightInd w:val="0"/>
                        <w:snapToGrid w:val="0"/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进入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/drivers/</w:t>
                      </w:r>
                      <w:proofErr w:type="spellStart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qmi_wwan_f</w:t>
                      </w:r>
                      <w:proofErr w:type="spellEnd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目录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；</w:t>
                      </w:r>
                    </w:p>
                    <w:p w14:paraId="6105D27B" w14:textId="2E92F067" w:rsidR="00672F76" w:rsidRPr="00672F76" w:rsidRDefault="00672F76" w:rsidP="00672F76">
                      <w:pPr>
                        <w:adjustRightInd w:val="0"/>
                        <w:snapToGrid w:val="0"/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执行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make install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命令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；</w:t>
                      </w:r>
                    </w:p>
                    <w:p w14:paraId="3768B4FE" w14:textId="25CFB81E" w:rsidR="00672F76" w:rsidRPr="00672F76" w:rsidRDefault="00672F76" w:rsidP="00672F76">
                      <w:pPr>
                        <w:adjustRightInd w:val="0"/>
                        <w:snapToGrid w:val="0"/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加载</w:t>
                      </w:r>
                      <w:proofErr w:type="spellStart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qmi_wwan_f</w:t>
                      </w:r>
                      <w:proofErr w:type="spellEnd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驱动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；</w:t>
                      </w:r>
                    </w:p>
                    <w:p w14:paraId="29FD976E" w14:textId="7A2BBBC2" w:rsidR="00A30485" w:rsidRPr="0017622F" w:rsidRDefault="00672F76" w:rsidP="00672F76">
                      <w:pPr>
                        <w:adjustRightInd w:val="0"/>
                        <w:snapToGrid w:val="0"/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proofErr w:type="spellStart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usb</w:t>
                      </w:r>
                      <w:proofErr w:type="spellEnd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-devices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查看驱动加载成功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。</w:t>
                      </w:r>
                    </w:p>
                    <w:p w14:paraId="1161BA6E" w14:textId="77777777" w:rsidR="00A30485" w:rsidRPr="001667DD" w:rsidRDefault="00A30485" w:rsidP="00A30485">
                      <w:pPr>
                        <w:rPr>
                          <w:sz w:val="15"/>
                          <w:szCs w:val="15"/>
                        </w:rPr>
                      </w:pPr>
                    </w:p>
                    <w:p w14:paraId="6D39BE8D" w14:textId="77777777" w:rsidR="00A30485" w:rsidRPr="001667DD" w:rsidRDefault="00A30485" w:rsidP="00A30485">
                      <w:pPr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130EC234" wp14:editId="087300CF">
                <wp:simplePos x="0" y="0"/>
                <wp:positionH relativeFrom="column">
                  <wp:posOffset>630271</wp:posOffset>
                </wp:positionH>
                <wp:positionV relativeFrom="paragraph">
                  <wp:posOffset>100269</wp:posOffset>
                </wp:positionV>
                <wp:extent cx="409575" cy="0"/>
                <wp:effectExtent l="33338" t="4762" r="61912" b="42863"/>
                <wp:wrapNone/>
                <wp:docPr id="49" name="直接箭头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D8D000" id="直接箭头连接符 49" o:spid="_x0000_s1026" type="#_x0000_t32" style="position:absolute;left:0;text-align:left;margin-left:49.65pt;margin-top:7.9pt;width:32.25pt;height:0;rotation:90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">
                <v:stroke endarrow="block"/>
              </v:shape>
            </w:pict>
          </mc:Fallback>
        </mc:AlternateContent>
      </w:r>
    </w:p>
    <w:p w14:paraId="2687ECE9" w14:textId="513FD1D0" w:rsidR="00A30485" w:rsidRPr="0095429F" w:rsidRDefault="00C21AD6" w:rsidP="00A30485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41856" behindDoc="1" locked="0" layoutInCell="1" allowOverlap="1" wp14:anchorId="15A0E4DE" wp14:editId="7910F59F">
                <wp:simplePos x="0" y="0"/>
                <wp:positionH relativeFrom="column">
                  <wp:posOffset>97971</wp:posOffset>
                </wp:positionH>
                <wp:positionV relativeFrom="paragraph">
                  <wp:posOffset>5106</wp:posOffset>
                </wp:positionV>
                <wp:extent cx="1480185" cy="338446"/>
                <wp:effectExtent l="0" t="0" r="24765" b="24130"/>
                <wp:wrapNone/>
                <wp:docPr id="47" name="文本框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0185" cy="3384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8F6310F" w14:textId="48097273" w:rsidR="00A30485" w:rsidRPr="0017622F" w:rsidRDefault="00672F76" w:rsidP="00C21AD6">
                            <w:pPr>
                              <w:spacing w:before="0" w:after="0" w:line="240" w:lineRule="atLeast"/>
                              <w:jc w:val="center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加载</w:t>
                            </w:r>
                            <w:proofErr w:type="spellStart"/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qmi_wwan_f</w:t>
                            </w:r>
                            <w:proofErr w:type="spellEnd"/>
                            <w:r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驱动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0E4DE" id="文本框 47" o:spid="_x0000_s1034" type="#_x0000_t202" style="position:absolute;margin-left:7.7pt;margin-top:.4pt;width:116.55pt;height:26.65pt;z-index:-251674624;visibility:visible;mso-wrap-style:square;mso-height-percent:0;mso-wrap-distance-left:9pt;mso-wrap-distance-top:3.6pt;mso-wrap-distance-right:9pt;mso-wrap-distance-bottom:3.6pt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">
                <v:textbox>
                  <w:txbxContent>
                    <w:p w14:paraId="28F6310F" w14:textId="48097273" w:rsidR="00A30485" w:rsidRPr="0017622F" w:rsidRDefault="00672F76" w:rsidP="00C21AD6">
                      <w:pPr>
                        <w:spacing w:before="0" w:after="0" w:line="240" w:lineRule="atLeast"/>
                        <w:jc w:val="center"/>
                        <w:rPr>
                          <w:rFonts w:cs="Noto Sans Light"/>
                          <w:sz w:val="18"/>
                          <w:szCs w:val="18"/>
                        </w:rPr>
                      </w:pP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加载</w:t>
                      </w:r>
                      <w:proofErr w:type="spellStart"/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qmi_wwan_f</w:t>
                      </w:r>
                      <w:proofErr w:type="spellEnd"/>
                      <w:r>
                        <w:rPr>
                          <w:rFonts w:cs="Noto Sans Light"/>
                          <w:sz w:val="18"/>
                          <w:szCs w:val="18"/>
                        </w:rPr>
                        <w:t>驱动</w:t>
                      </w:r>
                    </w:p>
                  </w:txbxContent>
                </v:textbox>
              </v:shape>
            </w:pict>
          </mc:Fallback>
        </mc:AlternateContent>
      </w:r>
    </w:p>
    <w:p w14:paraId="47986E0D" w14:textId="2270A19E" w:rsidR="00A30485" w:rsidRPr="0095429F" w:rsidRDefault="00C21AD6" w:rsidP="00A30485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51072" behindDoc="1" locked="0" layoutInCell="1" allowOverlap="1" wp14:anchorId="1532371E" wp14:editId="3B6C0850">
                <wp:simplePos x="0" y="0"/>
                <wp:positionH relativeFrom="margin">
                  <wp:align>right</wp:align>
                </wp:positionH>
                <wp:positionV relativeFrom="paragraph">
                  <wp:posOffset>332336</wp:posOffset>
                </wp:positionV>
                <wp:extent cx="4334700" cy="736979"/>
                <wp:effectExtent l="0" t="0" r="8890" b="6350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4700" cy="736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E3A34ED" w14:textId="2595F24D" w:rsidR="00672F76" w:rsidRPr="00672F76" w:rsidRDefault="00672F76" w:rsidP="007E3E3B">
                            <w:pPr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成功获取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IPV4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地址说明单路拨号成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功；</w:t>
                            </w:r>
                          </w:p>
                          <w:p w14:paraId="64B63B81" w14:textId="01B34F45" w:rsidR="00A30485" w:rsidRPr="0017622F" w:rsidRDefault="00672F76" w:rsidP="007E3E3B">
                            <w:pPr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假如最少连续拨号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5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次仍然获取不到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IPV4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地址，复位模块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3E15BCB9" w14:textId="568C4D2D" w:rsidR="00A30485" w:rsidRPr="00330775" w:rsidRDefault="00A30485" w:rsidP="007E3E3B">
                            <w:pPr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330775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如果需要</w:t>
                            </w:r>
                            <w:r w:rsidRPr="00330775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PIN</w:t>
                            </w:r>
                            <w:proofErr w:type="gramStart"/>
                            <w:r w:rsidRPr="00330775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码则先用</w:t>
                            </w:r>
                            <w:proofErr w:type="gramEnd"/>
                            <w:r w:rsidRPr="00330775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AT+CPIN</w:t>
                            </w:r>
                            <w:r w:rsidRPr="00330775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按</w:t>
                            </w:r>
                            <w:r w:rsidRPr="00330775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AT</w:t>
                            </w:r>
                            <w:r w:rsidRPr="00330775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手册设置</w:t>
                            </w:r>
                            <w:r w:rsidRPr="00330775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PIN</w:t>
                            </w:r>
                            <w:r w:rsidRPr="00330775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码</w:t>
                            </w:r>
                            <w:r w:rsidR="00CB23D2" w:rsidRPr="00330775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2371E" id="文本框 45" o:spid="_x0000_s1035" type="#_x0000_t202" style="position:absolute;margin-left:290.1pt;margin-top:26.15pt;width:341.3pt;height:58.05pt;z-index:-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" stroked="f">
                <v:textbox>
                  <w:txbxContent>
                    <w:p w14:paraId="0E3A34ED" w14:textId="2595F24D" w:rsidR="00672F76" w:rsidRPr="00672F76" w:rsidRDefault="00672F76" w:rsidP="007E3E3B">
                      <w:pPr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成功获取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IPV4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地址说明单路拨号成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功；</w:t>
                      </w:r>
                    </w:p>
                    <w:p w14:paraId="64B63B81" w14:textId="01B34F45" w:rsidR="00A30485" w:rsidRPr="0017622F" w:rsidRDefault="00672F76" w:rsidP="007E3E3B">
                      <w:pPr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假如最少连续拨号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5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次仍然获取不到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IPV4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地址，复位模块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。</w:t>
                      </w:r>
                    </w:p>
                    <w:p w14:paraId="3E15BCB9" w14:textId="568C4D2D" w:rsidR="00A30485" w:rsidRPr="00330775" w:rsidRDefault="00A30485" w:rsidP="007E3E3B">
                      <w:pPr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330775">
                        <w:rPr>
                          <w:rFonts w:cs="Noto Sans Light"/>
                          <w:sz w:val="18"/>
                          <w:szCs w:val="18"/>
                        </w:rPr>
                        <w:t>如果需要</w:t>
                      </w:r>
                      <w:r w:rsidRPr="00330775">
                        <w:rPr>
                          <w:rFonts w:cs="Noto Sans Light"/>
                          <w:sz w:val="18"/>
                          <w:szCs w:val="18"/>
                        </w:rPr>
                        <w:t>PIN</w:t>
                      </w:r>
                      <w:proofErr w:type="gramStart"/>
                      <w:r w:rsidRPr="00330775">
                        <w:rPr>
                          <w:rFonts w:cs="Noto Sans Light"/>
                          <w:sz w:val="18"/>
                          <w:szCs w:val="18"/>
                        </w:rPr>
                        <w:t>码则先用</w:t>
                      </w:r>
                      <w:proofErr w:type="gramEnd"/>
                      <w:r w:rsidRPr="00330775">
                        <w:rPr>
                          <w:rFonts w:cs="Noto Sans Light"/>
                          <w:sz w:val="18"/>
                          <w:szCs w:val="18"/>
                        </w:rPr>
                        <w:t>AT+CPIN</w:t>
                      </w:r>
                      <w:r w:rsidRPr="00330775">
                        <w:rPr>
                          <w:rFonts w:cs="Noto Sans Light"/>
                          <w:sz w:val="18"/>
                          <w:szCs w:val="18"/>
                        </w:rPr>
                        <w:t>按</w:t>
                      </w:r>
                      <w:r w:rsidRPr="00330775">
                        <w:rPr>
                          <w:rFonts w:cs="Noto Sans Light"/>
                          <w:sz w:val="18"/>
                          <w:szCs w:val="18"/>
                        </w:rPr>
                        <w:t>AT</w:t>
                      </w:r>
                      <w:r w:rsidRPr="00330775">
                        <w:rPr>
                          <w:rFonts w:cs="Noto Sans Light"/>
                          <w:sz w:val="18"/>
                          <w:szCs w:val="18"/>
                        </w:rPr>
                        <w:t>手册设置</w:t>
                      </w:r>
                      <w:r w:rsidRPr="00330775">
                        <w:rPr>
                          <w:rFonts w:cs="Noto Sans Light"/>
                          <w:sz w:val="18"/>
                          <w:szCs w:val="18"/>
                        </w:rPr>
                        <w:t>PIN</w:t>
                      </w:r>
                      <w:r w:rsidRPr="00330775">
                        <w:rPr>
                          <w:rFonts w:cs="Noto Sans Light"/>
                          <w:sz w:val="18"/>
                          <w:szCs w:val="18"/>
                        </w:rPr>
                        <w:t>码</w:t>
                      </w:r>
                      <w:r w:rsidR="00CB23D2" w:rsidRPr="00330775">
                        <w:rPr>
                          <w:rFonts w:cs="Noto Sans Light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746C5C6A" wp14:editId="42C2BD9E">
                <wp:simplePos x="0" y="0"/>
                <wp:positionH relativeFrom="column">
                  <wp:posOffset>623697</wp:posOffset>
                </wp:positionH>
                <wp:positionV relativeFrom="paragraph">
                  <wp:posOffset>222017</wp:posOffset>
                </wp:positionV>
                <wp:extent cx="409575" cy="0"/>
                <wp:effectExtent l="33338" t="4762" r="61912" b="42863"/>
                <wp:wrapNone/>
                <wp:docPr id="74" name="直接箭头连接符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F5B98C" id="直接箭头连接符 74" o:spid="_x0000_s1026" type="#_x0000_t32" style="position:absolute;left:0;text-align:left;margin-left:49.1pt;margin-top:17.5pt;width:32.25pt;height:0;rotation:90;z-index:-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">
                <v:stroke endarrow="block"/>
              </v:shape>
            </w:pict>
          </mc:Fallback>
        </mc:AlternateContent>
      </w:r>
    </w:p>
    <w:p w14:paraId="3DC2C689" w14:textId="3C9EBF85" w:rsidR="00A30485" w:rsidRPr="0095429F" w:rsidRDefault="00C21AD6" w:rsidP="00A30485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42880" behindDoc="1" locked="0" layoutInCell="1" allowOverlap="1" wp14:anchorId="5A82BAAD" wp14:editId="1DD47B6C">
                <wp:simplePos x="0" y="0"/>
                <wp:positionH relativeFrom="margin">
                  <wp:align>left</wp:align>
                </wp:positionH>
                <wp:positionV relativeFrom="paragraph">
                  <wp:posOffset>101428</wp:posOffset>
                </wp:positionV>
                <wp:extent cx="1661822" cy="320634"/>
                <wp:effectExtent l="0" t="0" r="14605" b="2286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822" cy="3206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7421C60" w14:textId="3D7F00C6" w:rsidR="00A30485" w:rsidRPr="0017622F" w:rsidRDefault="00672F76" w:rsidP="00C21AD6">
                            <w:pPr>
                              <w:spacing w:before="0" w:after="0" w:line="240" w:lineRule="atLeast"/>
                              <w:jc w:val="center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执行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./</w:t>
                            </w:r>
                            <w:proofErr w:type="spellStart"/>
                            <w:r w:rsidR="00086CA9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f</w:t>
                            </w:r>
                            <w:r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ibocom</w:t>
                            </w:r>
                            <w:proofErr w:type="spellEnd"/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dial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拨号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2BAAD" id="文本框 44" o:spid="_x0000_s1036" type="#_x0000_t202" style="position:absolute;margin-left:0;margin-top:8pt;width:130.85pt;height:25.25pt;z-index:-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">
                <v:textbox>
                  <w:txbxContent>
                    <w:p w14:paraId="27421C60" w14:textId="3D7F00C6" w:rsidR="00A30485" w:rsidRPr="0017622F" w:rsidRDefault="00672F76" w:rsidP="00C21AD6">
                      <w:pPr>
                        <w:spacing w:before="0" w:after="0" w:line="240" w:lineRule="atLeast"/>
                        <w:jc w:val="center"/>
                        <w:rPr>
                          <w:rFonts w:cs="Noto Sans Light"/>
                          <w:sz w:val="18"/>
                          <w:szCs w:val="18"/>
                        </w:rPr>
                      </w:pP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执行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./</w:t>
                      </w:r>
                      <w:proofErr w:type="spellStart"/>
                      <w:r w:rsidR="00086CA9">
                        <w:rPr>
                          <w:rFonts w:cs="Noto Sans Light"/>
                          <w:sz w:val="18"/>
                          <w:szCs w:val="18"/>
                        </w:rPr>
                        <w:t>f</w:t>
                      </w:r>
                      <w:r>
                        <w:rPr>
                          <w:rFonts w:cs="Noto Sans Light"/>
                          <w:sz w:val="18"/>
                          <w:szCs w:val="18"/>
                        </w:rPr>
                        <w:t>ibocom</w:t>
                      </w:r>
                      <w:proofErr w:type="spellEnd"/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cs="Noto Sans Light"/>
                          <w:sz w:val="18"/>
                          <w:szCs w:val="18"/>
                        </w:rPr>
                        <w:t>dial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拨号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473921" w14:textId="5114F42E" w:rsidR="00A30485" w:rsidRPr="0095429F" w:rsidRDefault="00C21AD6" w:rsidP="00A30485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6CEAF90" wp14:editId="0FF96BCA">
                <wp:simplePos x="0" y="0"/>
                <wp:positionH relativeFrom="column">
                  <wp:posOffset>618172</wp:posOffset>
                </wp:positionH>
                <wp:positionV relativeFrom="paragraph">
                  <wp:posOffset>297763</wp:posOffset>
                </wp:positionV>
                <wp:extent cx="409575" cy="0"/>
                <wp:effectExtent l="33338" t="4762" r="61912" b="42863"/>
                <wp:wrapNone/>
                <wp:docPr id="43" name="直接箭头连接符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C4572C" id="直接箭头连接符 43" o:spid="_x0000_s1026" type="#_x0000_t32" style="position:absolute;left:0;text-align:left;margin-left:48.65pt;margin-top:23.45pt;width:32.25pt;height:0;rotation:90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">
                <v:stroke endarrow="block"/>
              </v:shape>
            </w:pict>
          </mc:Fallback>
        </mc:AlternateContent>
      </w:r>
    </w:p>
    <w:p w14:paraId="6B678C24" w14:textId="6B7D463C" w:rsidR="00A30485" w:rsidRPr="0095429F" w:rsidRDefault="00C21AD6" w:rsidP="00A30485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52096" behindDoc="1" locked="0" layoutInCell="1" allowOverlap="1" wp14:anchorId="645A3BB7" wp14:editId="0BF3A038">
                <wp:simplePos x="0" y="0"/>
                <wp:positionH relativeFrom="margin">
                  <wp:posOffset>1857944</wp:posOffset>
                </wp:positionH>
                <wp:positionV relativeFrom="paragraph">
                  <wp:posOffset>74840</wp:posOffset>
                </wp:positionV>
                <wp:extent cx="4295140" cy="736979"/>
                <wp:effectExtent l="0" t="0" r="0" b="6350"/>
                <wp:wrapNone/>
                <wp:docPr id="201" name="文本框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140" cy="736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410F011" w14:textId="5908D22A" w:rsidR="00672F76" w:rsidRPr="00672F76" w:rsidRDefault="00672F76" w:rsidP="007E3E3B">
                            <w:pPr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验证</w:t>
                            </w:r>
                            <w:r w:rsidR="00E647F2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wwan0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是否获取到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IP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2B09C56B" w14:textId="42359B90" w:rsidR="00A30485" w:rsidRPr="0017622F" w:rsidRDefault="00672F76" w:rsidP="007E3E3B">
                            <w:pPr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假如连续查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5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次，</w:t>
                            </w:r>
                            <w:r w:rsidR="00E647F2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wwan0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都未获得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IP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，则复位模块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；</w:t>
                            </w:r>
                          </w:p>
                          <w:p w14:paraId="30E757EA" w14:textId="77777777" w:rsidR="00A30485" w:rsidRPr="00672F76" w:rsidRDefault="00A30485" w:rsidP="007E3E3B">
                            <w:pPr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假如连续查</w:t>
                            </w:r>
                            <w:r w:rsidRPr="00672F76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90</w:t>
                            </w:r>
                            <w:r w:rsidRPr="00672F76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秒返回值不正确，则复位模块。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A3BB7" id="文本框 201" o:spid="_x0000_s1037" type="#_x0000_t202" style="position:absolute;margin-left:146.3pt;margin-top:5.9pt;width:338.2pt;height:58.05pt;z-index:-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" stroked="f">
                <v:textbox>
                  <w:txbxContent>
                    <w:p w14:paraId="2410F011" w14:textId="5908D22A" w:rsidR="00672F76" w:rsidRPr="00672F76" w:rsidRDefault="00672F76" w:rsidP="007E3E3B">
                      <w:pPr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验证</w:t>
                      </w:r>
                      <w:r w:rsidR="00E647F2">
                        <w:rPr>
                          <w:rFonts w:cs="Noto Sans Light"/>
                          <w:sz w:val="18"/>
                          <w:szCs w:val="18"/>
                        </w:rPr>
                        <w:t>wwan0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是否获取到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IP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；</w:t>
                      </w:r>
                    </w:p>
                    <w:p w14:paraId="2B09C56B" w14:textId="42359B90" w:rsidR="00A30485" w:rsidRPr="0017622F" w:rsidRDefault="00672F76" w:rsidP="007E3E3B">
                      <w:pPr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假如连续查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5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次，</w:t>
                      </w:r>
                      <w:r w:rsidR="00E647F2">
                        <w:rPr>
                          <w:rFonts w:cs="Noto Sans Light"/>
                          <w:sz w:val="18"/>
                          <w:szCs w:val="18"/>
                        </w:rPr>
                        <w:t>wwan0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都未获得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IP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，则复位模块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；</w:t>
                      </w:r>
                    </w:p>
                    <w:p w14:paraId="30E757EA" w14:textId="77777777" w:rsidR="00A30485" w:rsidRPr="00672F76" w:rsidRDefault="00A30485" w:rsidP="007E3E3B">
                      <w:pPr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/>
                          <w:sz w:val="18"/>
                          <w:szCs w:val="18"/>
                        </w:rPr>
                        <w:t>假如连续查</w:t>
                      </w:r>
                      <w:r w:rsidRPr="00672F76">
                        <w:rPr>
                          <w:rFonts w:cs="Noto Sans Light"/>
                          <w:sz w:val="18"/>
                          <w:szCs w:val="18"/>
                        </w:rPr>
                        <w:t>90</w:t>
                      </w:r>
                      <w:r w:rsidRPr="00672F76">
                        <w:rPr>
                          <w:rFonts w:cs="Noto Sans Light"/>
                          <w:sz w:val="18"/>
                          <w:szCs w:val="18"/>
                        </w:rPr>
                        <w:t>秒返回值不正确，则复位模块。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30592" behindDoc="1" locked="0" layoutInCell="1" allowOverlap="1" wp14:anchorId="41694409" wp14:editId="2221FF67">
                <wp:simplePos x="0" y="0"/>
                <wp:positionH relativeFrom="column">
                  <wp:posOffset>84043</wp:posOffset>
                </wp:positionH>
                <wp:positionV relativeFrom="paragraph">
                  <wp:posOffset>161744</wp:posOffset>
                </wp:positionV>
                <wp:extent cx="1510665" cy="525439"/>
                <wp:effectExtent l="0" t="0" r="13335" b="27305"/>
                <wp:wrapNone/>
                <wp:docPr id="200" name="文本框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5254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D6681F1" w14:textId="5D7891E1" w:rsidR="00A30485" w:rsidRPr="0017622F" w:rsidRDefault="00672F76" w:rsidP="007E3E3B">
                            <w:pPr>
                              <w:spacing w:before="0" w:after="0" w:line="240" w:lineRule="atLeast"/>
                              <w:jc w:val="center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ifconfig</w:t>
                            </w:r>
                            <w:proofErr w:type="spellEnd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–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a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查看</w:t>
                            </w:r>
                            <w:r w:rsidR="00E647F2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wwan0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是否获取到</w:t>
                            </w:r>
                            <w:proofErr w:type="spellStart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ip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94409" id="文本框 200" o:spid="_x0000_s1038" type="#_x0000_t202" style="position:absolute;margin-left:6.6pt;margin-top:12.75pt;width:118.95pt;height:41.35pt;z-index:-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">
                <v:textbox>
                  <w:txbxContent>
                    <w:p w14:paraId="0D6681F1" w14:textId="5D7891E1" w:rsidR="00A30485" w:rsidRPr="0017622F" w:rsidRDefault="00672F76" w:rsidP="007E3E3B">
                      <w:pPr>
                        <w:spacing w:before="0" w:after="0" w:line="240" w:lineRule="atLeast"/>
                        <w:jc w:val="center"/>
                        <w:rPr>
                          <w:rFonts w:cs="Noto Sans Light"/>
                          <w:sz w:val="18"/>
                          <w:szCs w:val="18"/>
                        </w:rPr>
                      </w:pPr>
                      <w:proofErr w:type="spellStart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ifconfig</w:t>
                      </w:r>
                      <w:proofErr w:type="spellEnd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 xml:space="preserve"> 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–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a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查看</w:t>
                      </w:r>
                      <w:r w:rsidR="00E647F2">
                        <w:rPr>
                          <w:rFonts w:cs="Noto Sans Light"/>
                          <w:sz w:val="18"/>
                          <w:szCs w:val="18"/>
                        </w:rPr>
                        <w:t>wwan0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是否获取到</w:t>
                      </w:r>
                      <w:proofErr w:type="spellStart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ip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E78234E" w14:textId="4527C4F4" w:rsidR="00A30485" w:rsidRPr="0095429F" w:rsidRDefault="00A30485" w:rsidP="00A30485">
      <w:pPr>
        <w:rPr>
          <w:rFonts w:eastAsiaTheme="minorEastAsia"/>
        </w:rPr>
      </w:pPr>
    </w:p>
    <w:p w14:paraId="61EF6CA2" w14:textId="64BF598F" w:rsidR="00A30485" w:rsidRPr="0095429F" w:rsidRDefault="00C21AD6" w:rsidP="00A30485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D60E3D3" wp14:editId="5DAE2C8E">
                <wp:simplePos x="0" y="0"/>
                <wp:positionH relativeFrom="column">
                  <wp:posOffset>570229</wp:posOffset>
                </wp:positionH>
                <wp:positionV relativeFrom="paragraph">
                  <wp:posOffset>252293</wp:posOffset>
                </wp:positionV>
                <wp:extent cx="481330" cy="0"/>
                <wp:effectExtent l="31115" t="6985" r="64135" b="45085"/>
                <wp:wrapNone/>
                <wp:docPr id="39" name="直接箭头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81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4EB825" id="直接箭头连接符 39" o:spid="_x0000_s1026" type="#_x0000_t32" style="position:absolute;left:0;text-align:left;margin-left:44.9pt;margin-top:19.85pt;width:37.9pt;height:0;rotation:90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">
                <v:stroke endarrow="block"/>
              </v:shape>
            </w:pict>
          </mc:Fallback>
        </mc:AlternateContent>
      </w:r>
    </w:p>
    <w:p w14:paraId="39276216" w14:textId="5951E349" w:rsidR="00A30485" w:rsidRPr="0095429F" w:rsidRDefault="00C21AD6" w:rsidP="00A30485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5B7EEAD4" wp14:editId="0D926981">
                <wp:simplePos x="0" y="0"/>
                <wp:positionH relativeFrom="margin">
                  <wp:align>right</wp:align>
                </wp:positionH>
                <wp:positionV relativeFrom="paragraph">
                  <wp:posOffset>110663</wp:posOffset>
                </wp:positionV>
                <wp:extent cx="4330700" cy="565785"/>
                <wp:effectExtent l="0" t="0" r="0" b="5715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0" cy="56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D277CC8" w14:textId="649F4FD4" w:rsidR="00A30485" w:rsidRPr="0017622F" w:rsidRDefault="00672F76" w:rsidP="007E3E3B">
                            <w:pPr>
                              <w:spacing w:before="0" w:after="0" w:line="240" w:lineRule="atLeast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查询结果一直连续加载数据包收发则表明成功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ping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通，如果连续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ping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超过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5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次仍然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ping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不通，复位模块</w:t>
                            </w:r>
                            <w:r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EEAD4" id="文本框 6" o:spid="_x0000_s1039" type="#_x0000_t202" style="position:absolute;margin-left:289.8pt;margin-top:8.7pt;width:341pt;height:44.55pt;z-index:-2516439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" stroked="f">
                <v:textbox>
                  <w:txbxContent>
                    <w:p w14:paraId="5D277CC8" w14:textId="649F4FD4" w:rsidR="00A30485" w:rsidRPr="0017622F" w:rsidRDefault="00672F76" w:rsidP="007E3E3B">
                      <w:pPr>
                        <w:spacing w:before="0" w:after="0" w:line="240" w:lineRule="atLeast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查询结果一直连续加载数据包收发则表明成功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ping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通，如果连续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ping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超过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5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次仍然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ping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不通，复位模块</w:t>
                      </w:r>
                      <w:r>
                        <w:rPr>
                          <w:rFonts w:cs="Noto Sans Light"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273123EF" wp14:editId="172D25E5">
                <wp:simplePos x="0" y="0"/>
                <wp:positionH relativeFrom="column">
                  <wp:posOffset>80158</wp:posOffset>
                </wp:positionH>
                <wp:positionV relativeFrom="paragraph">
                  <wp:posOffset>158165</wp:posOffset>
                </wp:positionV>
                <wp:extent cx="1458595" cy="504702"/>
                <wp:effectExtent l="0" t="0" r="27305" b="1016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8595" cy="5047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6ECBBCA" w14:textId="00AAD02E" w:rsidR="00A30485" w:rsidRPr="0017622F" w:rsidRDefault="00672F76" w:rsidP="00C21AD6">
                            <w:pPr>
                              <w:spacing w:before="0" w:after="0" w:line="240" w:lineRule="atLeast"/>
                              <w:jc w:val="center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ping www.baidu.com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查看其是否能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ping</w:t>
                            </w:r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通网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123EF" id="文本框 2" o:spid="_x0000_s1040" type="#_x0000_t202" style="position:absolute;margin-left:6.3pt;margin-top:12.45pt;width:114.85pt;height:39.75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">
                <v:textbox>
                  <w:txbxContent>
                    <w:p w14:paraId="46ECBBCA" w14:textId="00AAD02E" w:rsidR="00A30485" w:rsidRPr="0017622F" w:rsidRDefault="00672F76" w:rsidP="00C21AD6">
                      <w:pPr>
                        <w:spacing w:before="0" w:after="0" w:line="240" w:lineRule="atLeast"/>
                        <w:jc w:val="center"/>
                        <w:rPr>
                          <w:rFonts w:cs="Noto Sans Light"/>
                          <w:sz w:val="18"/>
                          <w:szCs w:val="18"/>
                        </w:rPr>
                      </w:pP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ping www.baidu.com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查看其是否能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ping</w:t>
                      </w:r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通网</w:t>
                      </w:r>
                    </w:p>
                  </w:txbxContent>
                </v:textbox>
              </v:shape>
            </w:pict>
          </mc:Fallback>
        </mc:AlternateContent>
      </w:r>
    </w:p>
    <w:p w14:paraId="36EABAA9" w14:textId="2FD72142" w:rsidR="00A30485" w:rsidRPr="0095429F" w:rsidRDefault="00A30485" w:rsidP="00A30485">
      <w:pPr>
        <w:rPr>
          <w:rFonts w:eastAsiaTheme="minorEastAsia"/>
        </w:rPr>
      </w:pPr>
    </w:p>
    <w:p w14:paraId="6607C8F9" w14:textId="3C5830EC" w:rsidR="00A30485" w:rsidRPr="0095429F" w:rsidRDefault="00C21AD6" w:rsidP="00A30485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545B247" wp14:editId="4D8C5A0B">
                <wp:simplePos x="0" y="0"/>
                <wp:positionH relativeFrom="column">
                  <wp:posOffset>516882</wp:posOffset>
                </wp:positionH>
                <wp:positionV relativeFrom="paragraph">
                  <wp:posOffset>145052</wp:posOffset>
                </wp:positionV>
                <wp:extent cx="501650" cy="1270"/>
                <wp:effectExtent l="40640" t="0" r="72390" b="53340"/>
                <wp:wrapNone/>
                <wp:docPr id="16" name="肘形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50165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BA3C90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6" o:spid="_x0000_s1026" type="#_x0000_t34" style="position:absolute;left:0;text-align:left;margin-left:40.7pt;margin-top:11.4pt;width:39.5pt;height:.1pt;rotation:90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">
                <v:stroke endarrow="block"/>
              </v:shape>
            </w:pict>
          </mc:Fallback>
        </mc:AlternateContent>
      </w:r>
    </w:p>
    <w:p w14:paraId="7DAE0976" w14:textId="1E59A627" w:rsidR="00A30485" w:rsidRPr="0095429F" w:rsidRDefault="00C21AD6" w:rsidP="00A30485">
      <w:pPr>
        <w:rPr>
          <w:rFonts w:eastAsiaTheme="minorEastAsia"/>
        </w:rPr>
      </w:pPr>
      <w:r w:rsidRPr="0095429F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34688" behindDoc="1" locked="0" layoutInCell="1" allowOverlap="1" wp14:anchorId="3C7A9DFC" wp14:editId="69AA972D">
                <wp:simplePos x="0" y="0"/>
                <wp:positionH relativeFrom="column">
                  <wp:posOffset>1855404</wp:posOffset>
                </wp:positionH>
                <wp:positionV relativeFrom="paragraph">
                  <wp:posOffset>64770</wp:posOffset>
                </wp:positionV>
                <wp:extent cx="4292600" cy="308759"/>
                <wp:effectExtent l="0" t="0" r="0" b="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0" cy="3087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694D126" w14:textId="6CA75AC2" w:rsidR="00A30485" w:rsidRPr="0095429F" w:rsidRDefault="00672F76" w:rsidP="00C21AD6">
                            <w:pPr>
                              <w:spacing w:before="0" w:after="0" w:line="240" w:lineRule="atLeast"/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实网测试</w:t>
                            </w:r>
                            <w:proofErr w:type="gramEnd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是否能正常应用，如果加载不出网页，复位模块</w:t>
                            </w:r>
                            <w:r w:rsidR="00A30485" w:rsidRPr="0017622F">
                              <w:rPr>
                                <w:rFonts w:cs="Noto Sans Light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A9DFC" id="文本框 7" o:spid="_x0000_s1041" type="#_x0000_t202" style="position:absolute;margin-left:146.1pt;margin-top:5.1pt;width:338pt;height:24.3pt;z-index:-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" stroked="f">
                <v:textbox>
                  <w:txbxContent>
                    <w:p w14:paraId="7694D126" w14:textId="6CA75AC2" w:rsidR="00A30485" w:rsidRPr="0095429F" w:rsidRDefault="00672F76" w:rsidP="00C21AD6">
                      <w:pPr>
                        <w:spacing w:before="0" w:after="0" w:line="240" w:lineRule="atLeast"/>
                        <w:rPr>
                          <w:rFonts w:eastAsiaTheme="minorEastAsia"/>
                          <w:sz w:val="18"/>
                          <w:szCs w:val="18"/>
                        </w:rPr>
                      </w:pPr>
                      <w:proofErr w:type="gramStart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实网测试</w:t>
                      </w:r>
                      <w:proofErr w:type="gramEnd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是否能正常应用，如果加载不出网页，复位模块</w:t>
                      </w:r>
                      <w:r w:rsidR="00A30485" w:rsidRPr="0017622F">
                        <w:rPr>
                          <w:rFonts w:cs="Noto Sans Light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95429F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70BDF8CE" wp14:editId="2DB6339D">
                <wp:simplePos x="0" y="0"/>
                <wp:positionH relativeFrom="column">
                  <wp:posOffset>38595</wp:posOffset>
                </wp:positionH>
                <wp:positionV relativeFrom="paragraph">
                  <wp:posOffset>53266</wp:posOffset>
                </wp:positionV>
                <wp:extent cx="1458812" cy="338447"/>
                <wp:effectExtent l="0" t="0" r="27305" b="24130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8812" cy="3384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F3243DC" w14:textId="2DE78B0A" w:rsidR="00A30485" w:rsidRPr="0017622F" w:rsidRDefault="00672F76" w:rsidP="00C21AD6">
                            <w:pPr>
                              <w:spacing w:before="0" w:after="0" w:line="240" w:lineRule="atLeast"/>
                              <w:jc w:val="center"/>
                              <w:rPr>
                                <w:rFonts w:cs="Noto Sans Light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72F76">
                              <w:rPr>
                                <w:rFonts w:cs="Noto Sans Light" w:hint="eastAsia"/>
                                <w:sz w:val="18"/>
                                <w:szCs w:val="18"/>
                              </w:rPr>
                              <w:t>实网测试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DF8CE" id="文本框 17" o:spid="_x0000_s1042" type="#_x0000_t202" style="position:absolute;margin-left:3.05pt;margin-top:4.2pt;width:114.85pt;height:26.6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">
                <v:textbox>
                  <w:txbxContent>
                    <w:p w14:paraId="1F3243DC" w14:textId="2DE78B0A" w:rsidR="00A30485" w:rsidRPr="0017622F" w:rsidRDefault="00672F76" w:rsidP="00C21AD6">
                      <w:pPr>
                        <w:spacing w:before="0" w:after="0" w:line="240" w:lineRule="atLeast"/>
                        <w:jc w:val="center"/>
                        <w:rPr>
                          <w:rFonts w:cs="Noto Sans Light"/>
                          <w:sz w:val="18"/>
                          <w:szCs w:val="18"/>
                        </w:rPr>
                      </w:pPr>
                      <w:proofErr w:type="gramStart"/>
                      <w:r w:rsidRPr="00672F76">
                        <w:rPr>
                          <w:rFonts w:cs="Noto Sans Light" w:hint="eastAsia"/>
                          <w:sz w:val="18"/>
                          <w:szCs w:val="18"/>
                        </w:rPr>
                        <w:t>实网测试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18ADE90F" w14:textId="2BF8506A" w:rsidR="00A30485" w:rsidRPr="0095429F" w:rsidRDefault="00A30485" w:rsidP="00A30485">
      <w:pPr>
        <w:rPr>
          <w:rFonts w:eastAsiaTheme="minorEastAsia"/>
        </w:rPr>
      </w:pPr>
    </w:p>
    <w:p w14:paraId="71F1932B" w14:textId="270AECBC" w:rsidR="00672F76" w:rsidRDefault="00EF0CA4" w:rsidP="00672F76">
      <w:pPr>
        <w:pStyle w:val="2"/>
      </w:pPr>
      <w:bookmarkStart w:id="73" w:name="_Toc86854976"/>
      <w:bookmarkEnd w:id="71"/>
      <w:bookmarkEnd w:id="72"/>
      <w:r>
        <w:lastRenderedPageBreak/>
        <w:t>QMI</w:t>
      </w:r>
      <w:r w:rsidR="00672F76" w:rsidRPr="00672F76">
        <w:rPr>
          <w:rFonts w:hint="eastAsia"/>
        </w:rPr>
        <w:t>单路拨号</w:t>
      </w:r>
      <w:bookmarkEnd w:id="73"/>
    </w:p>
    <w:p w14:paraId="28626A1E" w14:textId="7C3872A4" w:rsidR="00672F76" w:rsidRPr="00805C3C" w:rsidRDefault="00805C3C" w:rsidP="00805C3C">
      <w:pPr>
        <w:pStyle w:val="Fibocomzh1"/>
        <w:numPr>
          <w:ilvl w:val="0"/>
          <w:numId w:val="49"/>
        </w:numPr>
        <w:rPr>
          <w:rFonts w:eastAsia="宋体"/>
        </w:rPr>
      </w:pPr>
      <w:r>
        <w:t>Q</w:t>
      </w:r>
      <w:r w:rsidR="00672F76" w:rsidRPr="00672F76">
        <w:t>MI_WWAN</w:t>
      </w:r>
      <w:r w:rsidR="00672F76" w:rsidRPr="00672F76">
        <w:t>驱动加载完毕，即可进入</w:t>
      </w:r>
      <w:r w:rsidR="00672F76" w:rsidRPr="00672F76">
        <w:t>/</w:t>
      </w:r>
      <w:proofErr w:type="spellStart"/>
      <w:r w:rsidR="00672F76" w:rsidRPr="00672F76">
        <w:t>fibocom</w:t>
      </w:r>
      <w:proofErr w:type="spellEnd"/>
      <w:r w:rsidR="00672F76" w:rsidRPr="00672F76">
        <w:t>-dial</w:t>
      </w:r>
      <w:r w:rsidR="00672F76" w:rsidRPr="00672F76">
        <w:t>目录（根据个人目录指定），首先执行</w:t>
      </w:r>
      <w:r w:rsidR="00672F76" w:rsidRPr="00672F76">
        <w:t>make</w:t>
      </w:r>
      <w:r w:rsidR="00672F76" w:rsidRPr="00672F76">
        <w:t>命令进行编译，</w:t>
      </w:r>
      <w:r w:rsidR="00672F76" w:rsidRPr="00672F76">
        <w:rPr>
          <w:rFonts w:hint="eastAsia"/>
        </w:rPr>
        <w:t>生成</w:t>
      </w:r>
      <w:proofErr w:type="spellStart"/>
      <w:r w:rsidR="00672F76" w:rsidRPr="00672F76">
        <w:t>fibocom</w:t>
      </w:r>
      <w:proofErr w:type="spellEnd"/>
      <w:r w:rsidR="00672F76" w:rsidRPr="00672F76">
        <w:t>-dial</w:t>
      </w:r>
      <w:r w:rsidR="00672F76" w:rsidRPr="00672F76">
        <w:rPr>
          <w:rFonts w:hint="eastAsia"/>
        </w:rPr>
        <w:t>二进制文件，</w:t>
      </w:r>
      <w:r w:rsidR="00672F76" w:rsidRPr="00672F76">
        <w:t>其次执行</w:t>
      </w:r>
      <w:r w:rsidR="00672F76" w:rsidRPr="00672F76">
        <w:t>./</w:t>
      </w:r>
      <w:proofErr w:type="spellStart"/>
      <w:r w:rsidR="00672F76" w:rsidRPr="00672F76">
        <w:t>fibocom</w:t>
      </w:r>
      <w:proofErr w:type="spellEnd"/>
      <w:r w:rsidR="00672F76" w:rsidRPr="00672F76">
        <w:t>-dial</w:t>
      </w:r>
      <w:r w:rsidR="00672F76" w:rsidRPr="00672F76">
        <w:rPr>
          <w:rFonts w:hint="eastAsia"/>
        </w:rPr>
        <w:t>进行数据拨号，成功获取到</w:t>
      </w:r>
      <w:r w:rsidR="00672F76" w:rsidRPr="00672F76">
        <w:rPr>
          <w:rFonts w:hint="eastAsia"/>
        </w:rPr>
        <w:t>I</w:t>
      </w:r>
      <w:r w:rsidR="00672F76" w:rsidRPr="00672F76">
        <w:t>PV4</w:t>
      </w:r>
      <w:r w:rsidR="003029F8">
        <w:rPr>
          <w:rFonts w:hint="eastAsia"/>
        </w:rPr>
        <w:t>地址，如下</w:t>
      </w:r>
      <w:r w:rsidR="00672F76" w:rsidRPr="00672F76">
        <w:rPr>
          <w:rFonts w:hint="eastAsia"/>
        </w:rPr>
        <w:t>所示</w:t>
      </w:r>
      <w:r w:rsidR="00672F76" w:rsidRPr="00805C3C">
        <w:rPr>
          <w:rFonts w:eastAsia="宋体" w:hint="eastAsia"/>
        </w:rPr>
        <w:t>。</w:t>
      </w:r>
    </w:p>
    <w:p w14:paraId="05A9ED3A" w14:textId="77777777" w:rsidR="003029F8" w:rsidRDefault="003029F8" w:rsidP="003029F8">
      <w:pPr>
        <w:pStyle w:val="Fibocomzhf5"/>
      </w:pPr>
      <w:proofErr w:type="gramStart"/>
      <w:r>
        <w:t>root@ght-Lenovo-V130-14IKB:~/lcc/tool/Fibocom-dial_Linux_Tool_V2.0.8/src# ./</w:t>
      </w:r>
      <w:proofErr w:type="spellStart"/>
      <w:proofErr w:type="gramEnd"/>
      <w:r>
        <w:t>fibocom</w:t>
      </w:r>
      <w:proofErr w:type="spellEnd"/>
      <w:r>
        <w:t>-dial</w:t>
      </w:r>
    </w:p>
    <w:p w14:paraId="62FE85C9" w14:textId="77777777" w:rsidR="003029F8" w:rsidRDefault="003029F8" w:rsidP="003029F8">
      <w:pPr>
        <w:pStyle w:val="Fibocomzhf5"/>
      </w:pPr>
      <w:r>
        <w:t>[07-19_14:28:57:848] Fibocom-dial_Linux_Tool_V2.0.8</w:t>
      </w:r>
    </w:p>
    <w:p w14:paraId="595F674E" w14:textId="77777777" w:rsidR="003029F8" w:rsidRDefault="003029F8" w:rsidP="003029F8">
      <w:pPr>
        <w:pStyle w:val="Fibocomzhf5"/>
      </w:pPr>
      <w:r>
        <w:t>[07-19_14:28:57:848</w:t>
      </w:r>
      <w:proofErr w:type="gramStart"/>
      <w:r>
        <w:t>] ./</w:t>
      </w:r>
      <w:proofErr w:type="spellStart"/>
      <w:proofErr w:type="gramEnd"/>
      <w:r>
        <w:t>fibocom</w:t>
      </w:r>
      <w:proofErr w:type="spellEnd"/>
      <w:r>
        <w:t xml:space="preserve">-dial profile[1] = (null)/(null)/(null)/0, </w:t>
      </w:r>
      <w:proofErr w:type="spellStart"/>
      <w:r>
        <w:t>pincode</w:t>
      </w:r>
      <w:proofErr w:type="spellEnd"/>
      <w:r>
        <w:t xml:space="preserve"> = (null)</w:t>
      </w:r>
    </w:p>
    <w:p w14:paraId="3C0AFBC5" w14:textId="77777777" w:rsidR="003029F8" w:rsidRDefault="003029F8" w:rsidP="003029F8">
      <w:pPr>
        <w:pStyle w:val="Fibocomzhf5"/>
      </w:pPr>
      <w:r>
        <w:t xml:space="preserve">[07-19_14:28:57:849] </w:t>
      </w:r>
      <w:proofErr w:type="gramStart"/>
      <w:r>
        <w:t>socket[</w:t>
      </w:r>
      <w:proofErr w:type="gramEnd"/>
      <w:r>
        <w:t xml:space="preserve">3] </w:t>
      </w:r>
      <w:proofErr w:type="spellStart"/>
      <w:r>
        <w:t>successfuly</w:t>
      </w:r>
      <w:proofErr w:type="spellEnd"/>
      <w:r>
        <w:t>!</w:t>
      </w:r>
    </w:p>
    <w:p w14:paraId="0C6985A4" w14:textId="77777777" w:rsidR="003029F8" w:rsidRDefault="003029F8" w:rsidP="003029F8">
      <w:pPr>
        <w:pStyle w:val="Fibocomzhf5"/>
      </w:pPr>
      <w:r>
        <w:t>[07-19_14:28:57:849] Waiting client to connect</w:t>
      </w:r>
      <w:proofErr w:type="gramStart"/>
      <w:r>
        <w:t>.....</w:t>
      </w:r>
      <w:proofErr w:type="gramEnd"/>
    </w:p>
    <w:p w14:paraId="4738AC96" w14:textId="77777777" w:rsidR="003029F8" w:rsidRDefault="003029F8" w:rsidP="003029F8">
      <w:pPr>
        <w:pStyle w:val="Fibocomzhf5"/>
      </w:pPr>
      <w:r>
        <w:t>[07-19_14:28:57:851] Find /sys/bus/</w:t>
      </w:r>
      <w:proofErr w:type="spellStart"/>
      <w:r>
        <w:t>usb</w:t>
      </w:r>
      <w:proofErr w:type="spellEnd"/>
      <w:r>
        <w:t xml:space="preserve">/devices/1-1 </w:t>
      </w:r>
      <w:proofErr w:type="spellStart"/>
      <w:r>
        <w:t>idVendor</w:t>
      </w:r>
      <w:proofErr w:type="spellEnd"/>
      <w:r>
        <w:t xml:space="preserve">=2cb7 </w:t>
      </w:r>
      <w:proofErr w:type="spellStart"/>
      <w:r>
        <w:t>idProduct</w:t>
      </w:r>
      <w:proofErr w:type="spellEnd"/>
      <w:r>
        <w:t>=0104</w:t>
      </w:r>
    </w:p>
    <w:p w14:paraId="6441BF52" w14:textId="77777777" w:rsidR="003029F8" w:rsidRDefault="003029F8" w:rsidP="003029F8">
      <w:pPr>
        <w:pStyle w:val="Fibocomzhf5"/>
      </w:pPr>
      <w:r>
        <w:t>[07-19_14:28:57:851] Find /sys/bus/</w:t>
      </w:r>
      <w:proofErr w:type="spellStart"/>
      <w:r>
        <w:t>usb</w:t>
      </w:r>
      <w:proofErr w:type="spellEnd"/>
      <w:r>
        <w:t>/devices/1-1:1.4/net/wwan0</w:t>
      </w:r>
    </w:p>
    <w:p w14:paraId="49559BE8" w14:textId="77777777" w:rsidR="003029F8" w:rsidRDefault="003029F8" w:rsidP="003029F8">
      <w:pPr>
        <w:pStyle w:val="Fibocomzhf5"/>
      </w:pPr>
      <w:r>
        <w:t xml:space="preserve">[07-19_14:28:57:852] Find </w:t>
      </w:r>
      <w:proofErr w:type="spellStart"/>
      <w:r>
        <w:t>usbnet_adapter</w:t>
      </w:r>
      <w:proofErr w:type="spellEnd"/>
      <w:r>
        <w:t xml:space="preserve"> = wwan0</w:t>
      </w:r>
    </w:p>
    <w:p w14:paraId="744AFB6E" w14:textId="77777777" w:rsidR="003029F8" w:rsidRDefault="003029F8" w:rsidP="003029F8">
      <w:pPr>
        <w:pStyle w:val="Fibocomzhf5"/>
      </w:pPr>
      <w:r>
        <w:t>[07-19_14:28:57:852] Find /sys/bus/</w:t>
      </w:r>
      <w:proofErr w:type="spellStart"/>
      <w:r>
        <w:t>usb</w:t>
      </w:r>
      <w:proofErr w:type="spellEnd"/>
      <w:r>
        <w:t>/devices/1-1:1.4/</w:t>
      </w:r>
      <w:proofErr w:type="spellStart"/>
      <w:r>
        <w:t>usbmisc</w:t>
      </w:r>
      <w:proofErr w:type="spellEnd"/>
      <w:r>
        <w:t>/cdc-wdm0</w:t>
      </w:r>
    </w:p>
    <w:p w14:paraId="7B9C973B" w14:textId="77777777" w:rsidR="003029F8" w:rsidRDefault="003029F8" w:rsidP="003029F8">
      <w:pPr>
        <w:pStyle w:val="Fibocomzhf5"/>
      </w:pPr>
      <w:r>
        <w:t xml:space="preserve">[07-19_14:28:57:852] Find </w:t>
      </w:r>
      <w:proofErr w:type="spellStart"/>
      <w:r>
        <w:t>qmichannel</w:t>
      </w:r>
      <w:proofErr w:type="spellEnd"/>
      <w:r>
        <w:t xml:space="preserve"> = /dev/cdc-wdm0</w:t>
      </w:r>
    </w:p>
    <w:p w14:paraId="41629E68" w14:textId="77777777" w:rsidR="003029F8" w:rsidRDefault="003029F8" w:rsidP="003029F8">
      <w:pPr>
        <w:pStyle w:val="Fibocomzhf5"/>
      </w:pPr>
      <w:r>
        <w:t xml:space="preserve">[07-19_14:28:57:852] </w:t>
      </w:r>
      <w:proofErr w:type="spellStart"/>
      <w:proofErr w:type="gramStart"/>
      <w:r>
        <w:t>qmichannel</w:t>
      </w:r>
      <w:proofErr w:type="spellEnd"/>
      <w:r>
        <w:t>(</w:t>
      </w:r>
      <w:proofErr w:type="gramEnd"/>
      <w:r>
        <w:t xml:space="preserve">/dev/cdc-wdm0) </w:t>
      </w:r>
      <w:proofErr w:type="spellStart"/>
      <w:r>
        <w:t>usbnet_adapter</w:t>
      </w:r>
      <w:proofErr w:type="spellEnd"/>
      <w:r>
        <w:t xml:space="preserve">(wwan0) </w:t>
      </w:r>
    </w:p>
    <w:p w14:paraId="7F63CBE0" w14:textId="77777777" w:rsidR="003029F8" w:rsidRDefault="003029F8" w:rsidP="003029F8">
      <w:pPr>
        <w:pStyle w:val="Fibocomzhf5"/>
      </w:pPr>
      <w:r>
        <w:t xml:space="preserve">[07-19_14:28:57:852] </w:t>
      </w:r>
      <w:proofErr w:type="spellStart"/>
      <w:r>
        <w:t>pcie</w:t>
      </w:r>
      <w:proofErr w:type="spellEnd"/>
      <w:r>
        <w:t xml:space="preserve"> mode</w:t>
      </w:r>
    </w:p>
    <w:p w14:paraId="3291573F" w14:textId="77777777" w:rsidR="003029F8" w:rsidRDefault="003029F8" w:rsidP="003029F8">
      <w:pPr>
        <w:pStyle w:val="Fibocomzhf5"/>
      </w:pPr>
      <w:r>
        <w:t xml:space="preserve">[07-19_14:28:57:852] </w:t>
      </w:r>
      <w:proofErr w:type="spellStart"/>
      <w:proofErr w:type="gramStart"/>
      <w:r>
        <w:t>ioctl</w:t>
      </w:r>
      <w:proofErr w:type="spellEnd"/>
      <w:r>
        <w:t>(</w:t>
      </w:r>
      <w:proofErr w:type="gramEnd"/>
      <w:r>
        <w:t xml:space="preserve">0x89f3, </w:t>
      </w:r>
      <w:proofErr w:type="spellStart"/>
      <w:r>
        <w:t>qmap_settings</w:t>
      </w:r>
      <w:proofErr w:type="spellEnd"/>
      <w:r>
        <w:t xml:space="preserve">) failed: Operation not supported, </w:t>
      </w:r>
      <w:proofErr w:type="spellStart"/>
      <w:r>
        <w:t>rc</w:t>
      </w:r>
      <w:proofErr w:type="spellEnd"/>
      <w:r>
        <w:t>=-1</w:t>
      </w:r>
    </w:p>
    <w:p w14:paraId="0CCCE3EE" w14:textId="77777777" w:rsidR="003029F8" w:rsidRDefault="003029F8" w:rsidP="003029F8">
      <w:pPr>
        <w:pStyle w:val="Fibocomzhf5"/>
      </w:pPr>
      <w:r>
        <w:t>[07-19_14:28:57:852] access /sys/class/net/wwan0/</w:t>
      </w:r>
      <w:proofErr w:type="spellStart"/>
      <w:r>
        <w:t>qmap_mode</w:t>
      </w:r>
      <w:proofErr w:type="spellEnd"/>
    </w:p>
    <w:p w14:paraId="2B50E559" w14:textId="77777777" w:rsidR="003029F8" w:rsidRDefault="003029F8" w:rsidP="003029F8">
      <w:pPr>
        <w:pStyle w:val="Fibocomzhf5"/>
      </w:pPr>
      <w:r>
        <w:t xml:space="preserve">[07-19_14:28:57:853] </w:t>
      </w:r>
      <w:proofErr w:type="spellStart"/>
      <w:r>
        <w:t>qmap_mode</w:t>
      </w:r>
      <w:proofErr w:type="spellEnd"/>
      <w:r>
        <w:t xml:space="preserve"> = 1, </w:t>
      </w:r>
      <w:proofErr w:type="spellStart"/>
      <w:r>
        <w:t>muxid</w:t>
      </w:r>
      <w:proofErr w:type="spellEnd"/>
      <w:r>
        <w:t xml:space="preserve"> = 0x81, </w:t>
      </w:r>
      <w:proofErr w:type="spellStart"/>
      <w:r>
        <w:t>qmap_netcard</w:t>
      </w:r>
      <w:proofErr w:type="spellEnd"/>
      <w:r>
        <w:t xml:space="preserve"> = wwan0</w:t>
      </w:r>
    </w:p>
    <w:p w14:paraId="597B5089" w14:textId="77777777" w:rsidR="003029F8" w:rsidRDefault="003029F8" w:rsidP="003029F8">
      <w:pPr>
        <w:pStyle w:val="Fibocomzhf5"/>
      </w:pPr>
      <w:r>
        <w:t xml:space="preserve">[07-19_14:28:57:853] </w:t>
      </w:r>
      <w:proofErr w:type="spellStart"/>
      <w:proofErr w:type="gramStart"/>
      <w:r>
        <w:t>ioctl</w:t>
      </w:r>
      <w:proofErr w:type="spellEnd"/>
      <w:r>
        <w:t>(</w:t>
      </w:r>
      <w:proofErr w:type="gramEnd"/>
      <w:r>
        <w:t xml:space="preserve">0x89f3, </w:t>
      </w:r>
      <w:proofErr w:type="spellStart"/>
      <w:r>
        <w:t>qmap_settings</w:t>
      </w:r>
      <w:proofErr w:type="spellEnd"/>
      <w:r>
        <w:t xml:space="preserve">) failed: Operation not supported, </w:t>
      </w:r>
      <w:proofErr w:type="spellStart"/>
      <w:r>
        <w:t>rc</w:t>
      </w:r>
      <w:proofErr w:type="spellEnd"/>
      <w:r>
        <w:t>=-1</w:t>
      </w:r>
    </w:p>
    <w:p w14:paraId="6ACD835D" w14:textId="77777777" w:rsidR="003029F8" w:rsidRDefault="003029F8" w:rsidP="003029F8">
      <w:pPr>
        <w:pStyle w:val="Fibocomzhf5"/>
      </w:pPr>
      <w:r>
        <w:t>[07-19_14:28:57:853] access /sys/class/net/wwan0/</w:t>
      </w:r>
      <w:proofErr w:type="spellStart"/>
      <w:r>
        <w:t>qmap_mode</w:t>
      </w:r>
      <w:proofErr w:type="spellEnd"/>
    </w:p>
    <w:p w14:paraId="693580B1" w14:textId="77777777" w:rsidR="003029F8" w:rsidRDefault="003029F8" w:rsidP="003029F8">
      <w:pPr>
        <w:pStyle w:val="Fibocomzhf5"/>
      </w:pPr>
      <w:r>
        <w:t xml:space="preserve">[07-19_14:28:57:853] </w:t>
      </w:r>
      <w:proofErr w:type="spellStart"/>
      <w:r>
        <w:t>qmap_mode</w:t>
      </w:r>
      <w:proofErr w:type="spellEnd"/>
      <w:r>
        <w:t xml:space="preserve"> = 1, </w:t>
      </w:r>
      <w:proofErr w:type="spellStart"/>
      <w:r>
        <w:t>muxid</w:t>
      </w:r>
      <w:proofErr w:type="spellEnd"/>
      <w:r>
        <w:t xml:space="preserve"> = 0x81, </w:t>
      </w:r>
      <w:proofErr w:type="spellStart"/>
      <w:r>
        <w:t>qmap_netcard</w:t>
      </w:r>
      <w:proofErr w:type="spellEnd"/>
      <w:r>
        <w:t xml:space="preserve"> = wwan0</w:t>
      </w:r>
    </w:p>
    <w:p w14:paraId="4496F485" w14:textId="77777777" w:rsidR="003029F8" w:rsidRDefault="003029F8" w:rsidP="003029F8">
      <w:pPr>
        <w:pStyle w:val="Fibocomzhf5"/>
      </w:pPr>
      <w:r>
        <w:t xml:space="preserve">[07-19_14:28:57:853] </w:t>
      </w:r>
      <w:proofErr w:type="spellStart"/>
      <w:r>
        <w:t>qmap_mode</w:t>
      </w:r>
      <w:proofErr w:type="spellEnd"/>
      <w:r>
        <w:t>=1</w:t>
      </w:r>
    </w:p>
    <w:p w14:paraId="6E2F7392" w14:textId="77777777" w:rsidR="003029F8" w:rsidRDefault="003029F8" w:rsidP="003029F8">
      <w:pPr>
        <w:pStyle w:val="Fibocomzhf5"/>
      </w:pPr>
      <w:r>
        <w:t xml:space="preserve">[07-19_14:28:57:865] </w:t>
      </w:r>
      <w:proofErr w:type="spellStart"/>
      <w:r>
        <w:t>cdc_wdm_fd</w:t>
      </w:r>
      <w:proofErr w:type="spellEnd"/>
      <w:r>
        <w:t xml:space="preserve"> = 9</w:t>
      </w:r>
    </w:p>
    <w:p w14:paraId="2D719F67" w14:textId="77777777" w:rsidR="003029F8" w:rsidRDefault="003029F8" w:rsidP="003029F8">
      <w:pPr>
        <w:pStyle w:val="Fibocomzhf5"/>
      </w:pPr>
      <w:r>
        <w:t xml:space="preserve">[07-19_14:28:57:865] write </w:t>
      </w:r>
      <w:proofErr w:type="spellStart"/>
      <w:r>
        <w:t>triger_event</w:t>
      </w:r>
      <w:proofErr w:type="spellEnd"/>
      <w:r>
        <w:t xml:space="preserve">: 4098 to </w:t>
      </w:r>
      <w:proofErr w:type="spellStart"/>
      <w:r>
        <w:t>qmidevice_control_fd</w:t>
      </w:r>
      <w:proofErr w:type="spellEnd"/>
    </w:p>
    <w:p w14:paraId="7AFCF387" w14:textId="77777777" w:rsidR="003029F8" w:rsidRDefault="003029F8" w:rsidP="003029F8">
      <w:pPr>
        <w:pStyle w:val="Fibocomzhf5"/>
      </w:pPr>
      <w:r>
        <w:t xml:space="preserve">[07-19_14:28:57:955]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1 </w:t>
      </w:r>
      <w:proofErr w:type="spellStart"/>
      <w:r>
        <w:t>clientid</w:t>
      </w:r>
      <w:proofErr w:type="spellEnd"/>
      <w:r>
        <w:t xml:space="preserve"> 14</w:t>
      </w:r>
    </w:p>
    <w:p w14:paraId="55177C53" w14:textId="77777777" w:rsidR="003029F8" w:rsidRDefault="003029F8" w:rsidP="003029F8">
      <w:pPr>
        <w:pStyle w:val="Fibocomzhf5"/>
      </w:pPr>
      <w:r>
        <w:t xml:space="preserve">[07-19_14:28:57:955] Get </w:t>
      </w:r>
      <w:proofErr w:type="spellStart"/>
      <w:r>
        <w:t>clientWDS</w:t>
      </w:r>
      <w:proofErr w:type="spellEnd"/>
      <w:r>
        <w:t xml:space="preserve"> = 14</w:t>
      </w:r>
    </w:p>
    <w:p w14:paraId="010966C8" w14:textId="77777777" w:rsidR="003029F8" w:rsidRDefault="003029F8" w:rsidP="003029F8">
      <w:pPr>
        <w:pStyle w:val="Fibocomzhf5"/>
      </w:pPr>
      <w:r>
        <w:t xml:space="preserve">[07-19_14:28:57:987]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2 </w:t>
      </w:r>
      <w:proofErr w:type="spellStart"/>
      <w:r>
        <w:t>clientid</w:t>
      </w:r>
      <w:proofErr w:type="spellEnd"/>
      <w:r>
        <w:t xml:space="preserve"> 4</w:t>
      </w:r>
    </w:p>
    <w:p w14:paraId="60B8A5FA" w14:textId="77777777" w:rsidR="003029F8" w:rsidRDefault="003029F8" w:rsidP="003029F8">
      <w:pPr>
        <w:pStyle w:val="Fibocomzhf5"/>
      </w:pPr>
      <w:r>
        <w:t xml:space="preserve">[07-19_14:28:57:987] Get </w:t>
      </w:r>
      <w:proofErr w:type="spellStart"/>
      <w:r>
        <w:t>clientDMS</w:t>
      </w:r>
      <w:proofErr w:type="spellEnd"/>
      <w:r>
        <w:t xml:space="preserve"> = 4</w:t>
      </w:r>
    </w:p>
    <w:p w14:paraId="26C43ED1" w14:textId="77777777" w:rsidR="003029F8" w:rsidRDefault="003029F8" w:rsidP="003029F8">
      <w:pPr>
        <w:pStyle w:val="Fibocomzhf5"/>
      </w:pPr>
      <w:r>
        <w:t xml:space="preserve">[07-19_14:28:58:019]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3 </w:t>
      </w:r>
      <w:proofErr w:type="spellStart"/>
      <w:r>
        <w:t>clientid</w:t>
      </w:r>
      <w:proofErr w:type="spellEnd"/>
      <w:r>
        <w:t xml:space="preserve"> 2</w:t>
      </w:r>
    </w:p>
    <w:p w14:paraId="51AA9272" w14:textId="77777777" w:rsidR="003029F8" w:rsidRDefault="003029F8" w:rsidP="003029F8">
      <w:pPr>
        <w:pStyle w:val="Fibocomzhf5"/>
      </w:pPr>
      <w:r>
        <w:t xml:space="preserve">[07-19_14:28:58:019] Get </w:t>
      </w:r>
      <w:proofErr w:type="spellStart"/>
      <w:r>
        <w:t>clientNAS</w:t>
      </w:r>
      <w:proofErr w:type="spellEnd"/>
      <w:r>
        <w:t xml:space="preserve"> = 2</w:t>
      </w:r>
    </w:p>
    <w:p w14:paraId="17C0F3F0" w14:textId="77777777" w:rsidR="003029F8" w:rsidRDefault="003029F8" w:rsidP="003029F8">
      <w:pPr>
        <w:pStyle w:val="Fibocomzhf5"/>
      </w:pPr>
      <w:r>
        <w:t xml:space="preserve">[07-19_14:28:58:051]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11 </w:t>
      </w:r>
      <w:proofErr w:type="spellStart"/>
      <w:r>
        <w:t>clientid</w:t>
      </w:r>
      <w:proofErr w:type="spellEnd"/>
      <w:r>
        <w:t xml:space="preserve"> 2</w:t>
      </w:r>
    </w:p>
    <w:p w14:paraId="605AED77" w14:textId="77777777" w:rsidR="003029F8" w:rsidRDefault="003029F8" w:rsidP="003029F8">
      <w:pPr>
        <w:pStyle w:val="Fibocomzhf5"/>
      </w:pPr>
      <w:r>
        <w:lastRenderedPageBreak/>
        <w:t xml:space="preserve">[07-19_14:28:58:051] Get </w:t>
      </w:r>
      <w:proofErr w:type="spellStart"/>
      <w:r>
        <w:t>clientUIM</w:t>
      </w:r>
      <w:proofErr w:type="spellEnd"/>
      <w:r>
        <w:t xml:space="preserve"> = 2</w:t>
      </w:r>
    </w:p>
    <w:p w14:paraId="1B54DFAD" w14:textId="77777777" w:rsidR="003029F8" w:rsidRDefault="003029F8" w:rsidP="003029F8">
      <w:pPr>
        <w:pStyle w:val="Fibocomzhf5"/>
      </w:pPr>
      <w:r>
        <w:t xml:space="preserve">[07-19_14:28:58:083]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26 </w:t>
      </w:r>
      <w:proofErr w:type="spellStart"/>
      <w:r>
        <w:t>clientid</w:t>
      </w:r>
      <w:proofErr w:type="spellEnd"/>
      <w:r>
        <w:t xml:space="preserve"> 1</w:t>
      </w:r>
    </w:p>
    <w:p w14:paraId="2215A37A" w14:textId="77777777" w:rsidR="003029F8" w:rsidRDefault="003029F8" w:rsidP="003029F8">
      <w:pPr>
        <w:pStyle w:val="Fibocomzhf5"/>
      </w:pPr>
      <w:r>
        <w:t xml:space="preserve">[07-19_14:28:58:083] Get </w:t>
      </w:r>
      <w:proofErr w:type="spellStart"/>
      <w:r>
        <w:t>clientWDA</w:t>
      </w:r>
      <w:proofErr w:type="spellEnd"/>
      <w:r>
        <w:t xml:space="preserve"> = 1</w:t>
      </w:r>
    </w:p>
    <w:p w14:paraId="332D3891" w14:textId="77777777" w:rsidR="003029F8" w:rsidRDefault="003029F8" w:rsidP="003029F8">
      <w:pPr>
        <w:pStyle w:val="Fibocomzhf5"/>
      </w:pPr>
      <w:r>
        <w:t xml:space="preserve">[07-19_14:28:58:115] </w:t>
      </w:r>
      <w:proofErr w:type="spellStart"/>
      <w:r>
        <w:t>requestBaseBandVersion</w:t>
      </w:r>
      <w:proofErr w:type="spellEnd"/>
      <w:r>
        <w:t xml:space="preserve"> 89602.1000.00.04.08.21</w:t>
      </w:r>
    </w:p>
    <w:p w14:paraId="68DFE3D2" w14:textId="77777777" w:rsidR="003029F8" w:rsidRDefault="003029F8" w:rsidP="003029F8">
      <w:pPr>
        <w:pStyle w:val="Fibocomzhf5"/>
      </w:pPr>
      <w:r>
        <w:t xml:space="preserve">[07-19_14:28:58:147] </w:t>
      </w:r>
      <w:proofErr w:type="spellStart"/>
      <w:r>
        <w:t>qmap_settings.rx_urb_size</w:t>
      </w:r>
      <w:proofErr w:type="spellEnd"/>
      <w:r>
        <w:t xml:space="preserve"> = 4096</w:t>
      </w:r>
    </w:p>
    <w:p w14:paraId="7033E4A0" w14:textId="77777777" w:rsidR="003029F8" w:rsidRDefault="003029F8" w:rsidP="003029F8">
      <w:pPr>
        <w:pStyle w:val="Fibocomzhf5"/>
      </w:pPr>
      <w:r>
        <w:t xml:space="preserve">[07-19_14:28:58:211] </w:t>
      </w:r>
      <w:proofErr w:type="spellStart"/>
      <w:r>
        <w:t>sim_select</w:t>
      </w:r>
      <w:proofErr w:type="spellEnd"/>
      <w:r>
        <w:t xml:space="preserve"> = 0</w:t>
      </w:r>
    </w:p>
    <w:p w14:paraId="11D6B933" w14:textId="77777777" w:rsidR="003029F8" w:rsidRDefault="003029F8" w:rsidP="003029F8">
      <w:pPr>
        <w:pStyle w:val="Fibocomzhf5"/>
      </w:pPr>
      <w:r>
        <w:t xml:space="preserve">[07-19_14:28:58:243] curr_ints_sim1 </w:t>
      </w:r>
    </w:p>
    <w:p w14:paraId="758BA2BB" w14:textId="77777777" w:rsidR="003029F8" w:rsidRDefault="003029F8" w:rsidP="003029F8">
      <w:pPr>
        <w:pStyle w:val="Fibocomzhf5"/>
      </w:pPr>
      <w:r>
        <w:t xml:space="preserve">[07-19_14:28:58:243] </w:t>
      </w:r>
      <w:proofErr w:type="spellStart"/>
      <w:r>
        <w:t>curr_ints</w:t>
      </w:r>
      <w:proofErr w:type="spellEnd"/>
      <w:r>
        <w:t>-&gt;</w:t>
      </w:r>
      <w:proofErr w:type="spellStart"/>
      <w:r>
        <w:t>CardState</w:t>
      </w:r>
      <w:proofErr w:type="spellEnd"/>
      <w:r>
        <w:t xml:space="preserve"> is 1</w:t>
      </w:r>
    </w:p>
    <w:p w14:paraId="08EECB89" w14:textId="77777777" w:rsidR="003029F8" w:rsidRDefault="003029F8" w:rsidP="003029F8">
      <w:pPr>
        <w:pStyle w:val="Fibocomzhf5"/>
      </w:pPr>
      <w:r>
        <w:t xml:space="preserve">[07-19_14:28:58:243] </w:t>
      </w:r>
      <w:proofErr w:type="spellStart"/>
      <w:r>
        <w:t>curr_ints</w:t>
      </w:r>
      <w:proofErr w:type="spellEnd"/>
      <w:r>
        <w:t>-&gt;</w:t>
      </w:r>
      <w:proofErr w:type="spellStart"/>
      <w:r>
        <w:t>NumApp</w:t>
      </w:r>
      <w:proofErr w:type="spellEnd"/>
      <w:r>
        <w:t xml:space="preserve"> is 1</w:t>
      </w:r>
    </w:p>
    <w:p w14:paraId="4C02F3F3" w14:textId="77777777" w:rsidR="003029F8" w:rsidRDefault="003029F8" w:rsidP="003029F8">
      <w:pPr>
        <w:pStyle w:val="Fibocomzhf5"/>
      </w:pPr>
      <w:r>
        <w:t xml:space="preserve">[07-19_14:28:58:243] </w:t>
      </w:r>
      <w:proofErr w:type="spellStart"/>
      <w:r>
        <w:t>AppType</w:t>
      </w:r>
      <w:proofErr w:type="spellEnd"/>
      <w:r>
        <w:t xml:space="preserve"> = 2</w:t>
      </w:r>
    </w:p>
    <w:p w14:paraId="28559F6C" w14:textId="77777777" w:rsidR="003029F8" w:rsidRDefault="003029F8" w:rsidP="003029F8">
      <w:pPr>
        <w:pStyle w:val="Fibocomzhf5"/>
      </w:pPr>
      <w:r>
        <w:t xml:space="preserve">[07-19_14:28:58:243] </w:t>
      </w:r>
      <w:proofErr w:type="spellStart"/>
      <w:r>
        <w:t>requestGetSIMStatus</w:t>
      </w:r>
      <w:proofErr w:type="spellEnd"/>
      <w:r>
        <w:t xml:space="preserve"> </w:t>
      </w:r>
      <w:proofErr w:type="spellStart"/>
      <w:r>
        <w:t>SIMStatus</w:t>
      </w:r>
      <w:proofErr w:type="spellEnd"/>
      <w:r>
        <w:t>: SIM_READY</w:t>
      </w:r>
    </w:p>
    <w:p w14:paraId="77D1CC85" w14:textId="77777777" w:rsidR="003029F8" w:rsidRDefault="003029F8" w:rsidP="003029F8">
      <w:pPr>
        <w:pStyle w:val="Fibocomzhf5"/>
      </w:pPr>
      <w:r>
        <w:t xml:space="preserve">[07-19_14:28:58:275] </w:t>
      </w:r>
      <w:proofErr w:type="spellStart"/>
      <w:r>
        <w:t>requestGetICCID</w:t>
      </w:r>
      <w:proofErr w:type="spellEnd"/>
      <w:r>
        <w:t xml:space="preserve"> </w:t>
      </w:r>
      <w:proofErr w:type="spellStart"/>
      <w:r>
        <w:t>DeviceICCID</w:t>
      </w:r>
      <w:proofErr w:type="spellEnd"/>
      <w:r>
        <w:t>: 898600F0261831632928</w:t>
      </w:r>
    </w:p>
    <w:p w14:paraId="46A005CC" w14:textId="77777777" w:rsidR="003029F8" w:rsidRDefault="003029F8" w:rsidP="003029F8">
      <w:pPr>
        <w:pStyle w:val="Fibocomzhf5"/>
      </w:pPr>
      <w:r>
        <w:t xml:space="preserve">[07-19_14:28:58:307] </w:t>
      </w:r>
      <w:proofErr w:type="spellStart"/>
      <w:r>
        <w:t>requestGetIMSI</w:t>
      </w:r>
      <w:proofErr w:type="spellEnd"/>
      <w:r>
        <w:t xml:space="preserve"> </w:t>
      </w:r>
      <w:proofErr w:type="spellStart"/>
      <w:r>
        <w:t>DeviceIMSI</w:t>
      </w:r>
      <w:proofErr w:type="spellEnd"/>
      <w:r>
        <w:t>: 460026092319783</w:t>
      </w:r>
    </w:p>
    <w:p w14:paraId="040B4A24" w14:textId="77777777" w:rsidR="003029F8" w:rsidRDefault="003029F8" w:rsidP="003029F8">
      <w:pPr>
        <w:pStyle w:val="Fibocomzhf5"/>
      </w:pPr>
      <w:r>
        <w:t xml:space="preserve">[07-19_14:28:58:339] </w:t>
      </w:r>
      <w:proofErr w:type="spellStart"/>
      <w:proofErr w:type="gramStart"/>
      <w:r>
        <w:t>requestGetProfile</w:t>
      </w:r>
      <w:proofErr w:type="spellEnd"/>
      <w:r>
        <w:t>[</w:t>
      </w:r>
      <w:proofErr w:type="gramEnd"/>
      <w:r>
        <w:t>1] ///0</w:t>
      </w:r>
    </w:p>
    <w:p w14:paraId="4027F130" w14:textId="77777777" w:rsidR="003029F8" w:rsidRDefault="003029F8" w:rsidP="003029F8">
      <w:pPr>
        <w:pStyle w:val="Fibocomzhf5"/>
      </w:pPr>
      <w:r>
        <w:t xml:space="preserve">[07-19_14:28:58:371] requestRegistrationState2 MCC: 460, MNC: </w:t>
      </w:r>
      <w:proofErr w:type="gramStart"/>
      <w:r>
        <w:t>0</w:t>
      </w:r>
      <w:proofErr w:type="gramEnd"/>
      <w:r>
        <w:t xml:space="preserve">, PS: Detached, </w:t>
      </w:r>
      <w:proofErr w:type="spellStart"/>
      <w:r>
        <w:t>DataCap</w:t>
      </w:r>
      <w:proofErr w:type="spellEnd"/>
      <w:r>
        <w:t>: UNKNOW</w:t>
      </w:r>
    </w:p>
    <w:p w14:paraId="575C9B6C" w14:textId="77777777" w:rsidR="003029F8" w:rsidRDefault="003029F8" w:rsidP="003029F8">
      <w:pPr>
        <w:pStyle w:val="Fibocomzhf5"/>
      </w:pPr>
      <w:r>
        <w:t xml:space="preserve">[07-19_14:28:58:371] write </w:t>
      </w:r>
      <w:proofErr w:type="spellStart"/>
      <w:r>
        <w:t>signo</w:t>
      </w:r>
      <w:proofErr w:type="spellEnd"/>
      <w:r>
        <w:t xml:space="preserve">: 12 to </w:t>
      </w:r>
      <w:proofErr w:type="spellStart"/>
      <w:r>
        <w:t>signal_control_fd</w:t>
      </w:r>
      <w:proofErr w:type="spellEnd"/>
    </w:p>
    <w:p w14:paraId="16C36809" w14:textId="77777777" w:rsidR="003029F8" w:rsidRDefault="003029F8" w:rsidP="003029F8">
      <w:pPr>
        <w:pStyle w:val="Fibocomzhf5"/>
      </w:pPr>
      <w:r>
        <w:t xml:space="preserve">[07-19_14:28:58:371]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6, events = 0x0001</w:t>
      </w:r>
    </w:p>
    <w:p w14:paraId="617AE707" w14:textId="77777777" w:rsidR="003029F8" w:rsidRDefault="003029F8" w:rsidP="003029F8">
      <w:pPr>
        <w:pStyle w:val="Fibocomzhf5"/>
      </w:pPr>
      <w:r>
        <w:t xml:space="preserve">[07-19_14:28:58:371] get </w:t>
      </w:r>
      <w:proofErr w:type="spellStart"/>
      <w:r>
        <w:t>signo</w:t>
      </w:r>
      <w:proofErr w:type="spellEnd"/>
      <w:r>
        <w:t xml:space="preserve">: 12 </w:t>
      </w:r>
    </w:p>
    <w:p w14:paraId="42FDD581" w14:textId="77777777" w:rsidR="003029F8" w:rsidRDefault="003029F8" w:rsidP="003029F8">
      <w:pPr>
        <w:pStyle w:val="Fibocomzhf5"/>
      </w:pPr>
      <w:r>
        <w:t xml:space="preserve">[07-19_14:28:58:403] </w:t>
      </w:r>
      <w:proofErr w:type="spellStart"/>
      <w:r>
        <w:t>requestQueryDataCall</w:t>
      </w:r>
      <w:proofErr w:type="spellEnd"/>
      <w:r>
        <w:t xml:space="preserve"> IPv4ConnectionStatus: DISCONNECTED</w:t>
      </w:r>
    </w:p>
    <w:p w14:paraId="1EF4872A" w14:textId="77777777" w:rsidR="003029F8" w:rsidRDefault="003029F8" w:rsidP="003029F8">
      <w:pPr>
        <w:pStyle w:val="Fibocomzhf5"/>
      </w:pPr>
      <w:r>
        <w:t xml:space="preserve">[07-19_14:28:58:403] </w:t>
      </w:r>
      <w:proofErr w:type="spellStart"/>
      <w:proofErr w:type="gramStart"/>
      <w:r>
        <w:t>usbnet_link_change</w:t>
      </w:r>
      <w:proofErr w:type="spellEnd"/>
      <w:r>
        <w:t xml:space="preserve"> :link:0</w:t>
      </w:r>
      <w:proofErr w:type="gramEnd"/>
      <w:r>
        <w:t xml:space="preserve"> </w:t>
      </w:r>
    </w:p>
    <w:p w14:paraId="25F20CCF" w14:textId="77777777" w:rsidR="003029F8" w:rsidRDefault="003029F8" w:rsidP="003029F8">
      <w:pPr>
        <w:pStyle w:val="Fibocomzhf5"/>
      </w:pPr>
      <w:r>
        <w:t xml:space="preserve">[07-19_14:28:58:403] enter </w:t>
      </w:r>
      <w:proofErr w:type="spellStart"/>
      <w:r>
        <w:t>udhcpc_stop</w:t>
      </w:r>
      <w:proofErr w:type="spellEnd"/>
      <w:r>
        <w:t xml:space="preserve"> </w:t>
      </w:r>
    </w:p>
    <w:p w14:paraId="51E21DAA" w14:textId="77777777" w:rsidR="003029F8" w:rsidRDefault="003029F8" w:rsidP="003029F8">
      <w:pPr>
        <w:pStyle w:val="Fibocomzhf5"/>
      </w:pPr>
      <w:r>
        <w:t xml:space="preserve">[07-19_14:28:58:403] enter </w:t>
      </w:r>
      <w:proofErr w:type="spellStart"/>
      <w:r>
        <w:t>fibo_set_driver_link_state</w:t>
      </w:r>
      <w:proofErr w:type="spellEnd"/>
      <w:r>
        <w:t xml:space="preserve"> </w:t>
      </w:r>
    </w:p>
    <w:p w14:paraId="6A98F300" w14:textId="77777777" w:rsidR="003029F8" w:rsidRDefault="003029F8" w:rsidP="003029F8">
      <w:pPr>
        <w:pStyle w:val="Fibocomzhf5"/>
      </w:pPr>
      <w:r>
        <w:t xml:space="preserve">[07-19_14:28:58:404] </w:t>
      </w:r>
      <w:proofErr w:type="spellStart"/>
      <w:r>
        <w:t>if_link_down</w:t>
      </w:r>
      <w:proofErr w:type="spellEnd"/>
      <w:r>
        <w:t xml:space="preserve"> wwan0</w:t>
      </w:r>
    </w:p>
    <w:p w14:paraId="08AF2497" w14:textId="77777777" w:rsidR="003029F8" w:rsidRDefault="003029F8" w:rsidP="003029F8">
      <w:pPr>
        <w:pStyle w:val="Fibocomzhf5"/>
      </w:pPr>
      <w:r>
        <w:t xml:space="preserve">[07-19_14:28:58:404] write </w:t>
      </w:r>
      <w:proofErr w:type="spellStart"/>
      <w:r>
        <w:t>signo</w:t>
      </w:r>
      <w:proofErr w:type="spellEnd"/>
      <w:r>
        <w:t xml:space="preserve">: 10 to </w:t>
      </w:r>
      <w:proofErr w:type="spellStart"/>
      <w:r>
        <w:t>signal_control_fd</w:t>
      </w:r>
      <w:proofErr w:type="spellEnd"/>
    </w:p>
    <w:p w14:paraId="421B6350" w14:textId="77777777" w:rsidR="003029F8" w:rsidRDefault="003029F8" w:rsidP="003029F8">
      <w:pPr>
        <w:pStyle w:val="Fibocomzhf5"/>
      </w:pPr>
      <w:r>
        <w:t xml:space="preserve">[07-19_14:28:58:404]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7, events = 0x0000</w:t>
      </w:r>
    </w:p>
    <w:p w14:paraId="2FBDBF38" w14:textId="77777777" w:rsidR="003029F8" w:rsidRDefault="003029F8" w:rsidP="003029F8">
      <w:pPr>
        <w:pStyle w:val="Fibocomzhf5"/>
      </w:pPr>
      <w:r>
        <w:t xml:space="preserve">[07-19_14:28:58:404]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6, events = 0x0001</w:t>
      </w:r>
    </w:p>
    <w:p w14:paraId="1D5D81F1" w14:textId="77777777" w:rsidR="003029F8" w:rsidRDefault="003029F8" w:rsidP="003029F8">
      <w:pPr>
        <w:pStyle w:val="Fibocomzhf5"/>
      </w:pPr>
      <w:r>
        <w:t xml:space="preserve">[07-19_14:28:58:404] get </w:t>
      </w:r>
      <w:proofErr w:type="spellStart"/>
      <w:r>
        <w:t>signo</w:t>
      </w:r>
      <w:proofErr w:type="spellEnd"/>
      <w:r>
        <w:t xml:space="preserve">: 10 </w:t>
      </w:r>
    </w:p>
    <w:p w14:paraId="274EAFAD" w14:textId="77777777" w:rsidR="003029F8" w:rsidRDefault="003029F8" w:rsidP="003029F8">
      <w:pPr>
        <w:pStyle w:val="Fibocomzhf5"/>
      </w:pPr>
      <w:r>
        <w:t xml:space="preserve">[07-19_14:28:58:404] </w:t>
      </w:r>
      <w:proofErr w:type="spellStart"/>
      <w:proofErr w:type="gramStart"/>
      <w:r>
        <w:t>usbnet_link_change</w:t>
      </w:r>
      <w:proofErr w:type="spellEnd"/>
      <w:r>
        <w:t xml:space="preserve"> :link:0</w:t>
      </w:r>
      <w:proofErr w:type="gramEnd"/>
      <w:r>
        <w:t xml:space="preserve"> </w:t>
      </w:r>
    </w:p>
    <w:p w14:paraId="10B6515F" w14:textId="77777777" w:rsidR="003029F8" w:rsidRDefault="003029F8" w:rsidP="003029F8">
      <w:pPr>
        <w:pStyle w:val="Fibocomzhf5"/>
      </w:pPr>
      <w:r>
        <w:t xml:space="preserve"> [07-19_14:28:59:011] requestRegistrationState2 MCC: 460, MNC: </w:t>
      </w:r>
      <w:proofErr w:type="gramStart"/>
      <w:r>
        <w:t>0</w:t>
      </w:r>
      <w:proofErr w:type="gramEnd"/>
      <w:r>
        <w:t xml:space="preserve">, PS: Attached, </w:t>
      </w:r>
      <w:proofErr w:type="spellStart"/>
      <w:r>
        <w:t>DataCap</w:t>
      </w:r>
      <w:proofErr w:type="spellEnd"/>
      <w:r>
        <w:t>: LTE</w:t>
      </w:r>
    </w:p>
    <w:p w14:paraId="3D5C74F7" w14:textId="77777777" w:rsidR="003029F8" w:rsidRDefault="003029F8" w:rsidP="003029F8">
      <w:pPr>
        <w:pStyle w:val="Fibocomzhf5"/>
      </w:pPr>
      <w:r>
        <w:t xml:space="preserve">[07-19_14:28:59:011]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6, events = 0x0000</w:t>
      </w:r>
    </w:p>
    <w:p w14:paraId="1EFFFE33" w14:textId="77777777" w:rsidR="003029F8" w:rsidRDefault="003029F8" w:rsidP="003029F8">
      <w:pPr>
        <w:pStyle w:val="Fibocomzhf5"/>
      </w:pPr>
      <w:r>
        <w:t xml:space="preserve">[07-19_14:28:59:011]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7, events = 0x0001</w:t>
      </w:r>
    </w:p>
    <w:p w14:paraId="5DC7B587" w14:textId="77777777" w:rsidR="003029F8" w:rsidRDefault="003029F8" w:rsidP="003029F8">
      <w:pPr>
        <w:pStyle w:val="Fibocomzhf5"/>
      </w:pPr>
      <w:r>
        <w:t xml:space="preserve">[07-19_14:28:59:011] write </w:t>
      </w:r>
      <w:proofErr w:type="spellStart"/>
      <w:r>
        <w:t>signo</w:t>
      </w:r>
      <w:proofErr w:type="spellEnd"/>
      <w:r>
        <w:t xml:space="preserve">: 12 to </w:t>
      </w:r>
      <w:proofErr w:type="spellStart"/>
      <w:r>
        <w:t>signal_control_fd</w:t>
      </w:r>
      <w:proofErr w:type="spellEnd"/>
    </w:p>
    <w:p w14:paraId="518BF56D" w14:textId="77777777" w:rsidR="003029F8" w:rsidRDefault="003029F8" w:rsidP="003029F8">
      <w:pPr>
        <w:pStyle w:val="Fibocomzhf5"/>
      </w:pPr>
      <w:r>
        <w:t xml:space="preserve">[07-19_14:28:59:011]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6, events = 0x0001</w:t>
      </w:r>
    </w:p>
    <w:p w14:paraId="01533A55" w14:textId="77777777" w:rsidR="003029F8" w:rsidRDefault="003029F8" w:rsidP="003029F8">
      <w:pPr>
        <w:pStyle w:val="Fibocomzhf5"/>
      </w:pPr>
      <w:r>
        <w:lastRenderedPageBreak/>
        <w:t xml:space="preserve">[07-19_14:28:59:011] get </w:t>
      </w:r>
      <w:proofErr w:type="spellStart"/>
      <w:r>
        <w:t>signo</w:t>
      </w:r>
      <w:proofErr w:type="spellEnd"/>
      <w:r>
        <w:t xml:space="preserve">: 12 </w:t>
      </w:r>
    </w:p>
    <w:p w14:paraId="70F17949" w14:textId="77777777" w:rsidR="003029F8" w:rsidRDefault="003029F8" w:rsidP="003029F8">
      <w:pPr>
        <w:pStyle w:val="Fibocomzhf5"/>
      </w:pPr>
      <w:r>
        <w:t xml:space="preserve">[07-19_14:28:59:075] </w:t>
      </w:r>
      <w:proofErr w:type="spellStart"/>
      <w:proofErr w:type="gramStart"/>
      <w:r>
        <w:t>usbnet_link_change</w:t>
      </w:r>
      <w:proofErr w:type="spellEnd"/>
      <w:r>
        <w:t xml:space="preserve"> :link:1</w:t>
      </w:r>
      <w:proofErr w:type="gramEnd"/>
      <w:r>
        <w:t xml:space="preserve"> </w:t>
      </w:r>
    </w:p>
    <w:p w14:paraId="7AC6DE60" w14:textId="77777777" w:rsidR="003029F8" w:rsidRDefault="003029F8" w:rsidP="003029F8">
      <w:pPr>
        <w:pStyle w:val="Fibocomzhf5"/>
      </w:pPr>
      <w:r>
        <w:t xml:space="preserve">[07-19_14:28:59:107] enter </w:t>
      </w:r>
      <w:proofErr w:type="spellStart"/>
      <w:r>
        <w:t>fibo_set_driver_link_state</w:t>
      </w:r>
      <w:proofErr w:type="spellEnd"/>
      <w:r>
        <w:t xml:space="preserve"> </w:t>
      </w:r>
    </w:p>
    <w:p w14:paraId="3A4E142B" w14:textId="77777777" w:rsidR="003029F8" w:rsidRDefault="003029F8" w:rsidP="003029F8">
      <w:pPr>
        <w:pStyle w:val="Fibocomzhf5"/>
      </w:pPr>
      <w:r>
        <w:t xml:space="preserve">[07-19_14:28:59:107] </w:t>
      </w:r>
      <w:proofErr w:type="spellStart"/>
      <w:r>
        <w:t>if_link_up</w:t>
      </w:r>
      <w:proofErr w:type="spellEnd"/>
      <w:r>
        <w:t xml:space="preserve"> wwan0</w:t>
      </w:r>
    </w:p>
    <w:p w14:paraId="606882DF" w14:textId="77777777" w:rsidR="003029F8" w:rsidRDefault="003029F8" w:rsidP="003029F8">
      <w:pPr>
        <w:pStyle w:val="Fibocomzhf5"/>
      </w:pPr>
      <w:r>
        <w:t>[07-19_14:28:59:108] IPv4 MTU: 1500</w:t>
      </w:r>
    </w:p>
    <w:p w14:paraId="24718945" w14:textId="77777777" w:rsidR="003029F8" w:rsidRDefault="003029F8" w:rsidP="003029F8">
      <w:pPr>
        <w:pStyle w:val="Fibocomzhf5"/>
      </w:pPr>
      <w:r>
        <w:t>[07-19_14:28:59:108] IPv4 Address: 10.9.199.226</w:t>
      </w:r>
    </w:p>
    <w:p w14:paraId="32ABD0E4" w14:textId="77777777" w:rsidR="003029F8" w:rsidRDefault="003029F8" w:rsidP="003029F8">
      <w:pPr>
        <w:pStyle w:val="Fibocomzhf5"/>
      </w:pPr>
      <w:r>
        <w:t xml:space="preserve">[07-19_14:28:59:108] IPv4 </w:t>
      </w:r>
      <w:proofErr w:type="spellStart"/>
      <w:r>
        <w:t>Netmask</w:t>
      </w:r>
      <w:proofErr w:type="spellEnd"/>
      <w:r>
        <w:t>: 30</w:t>
      </w:r>
    </w:p>
    <w:p w14:paraId="047996D8" w14:textId="77777777" w:rsidR="003029F8" w:rsidRDefault="003029F8" w:rsidP="003029F8">
      <w:pPr>
        <w:pStyle w:val="Fibocomzhf5"/>
      </w:pPr>
      <w:r>
        <w:t>[07-19_14:28:59:108] IPv4 Gateway: 10.9.199.225</w:t>
      </w:r>
    </w:p>
    <w:p w14:paraId="479C920B" w14:textId="77777777" w:rsidR="003029F8" w:rsidRDefault="003029F8" w:rsidP="003029F8">
      <w:pPr>
        <w:pStyle w:val="Fibocomzhf5"/>
      </w:pPr>
      <w:r>
        <w:t>[07-19_14:28:59:108] IPv4 DNS1: 211.137.130.2</w:t>
      </w:r>
    </w:p>
    <w:p w14:paraId="5C9B84F7" w14:textId="77777777" w:rsidR="003029F8" w:rsidRPr="002F0109" w:rsidRDefault="003029F8" w:rsidP="003029F8">
      <w:pPr>
        <w:pStyle w:val="Fibocomzhf5"/>
      </w:pPr>
      <w:r>
        <w:t>[07-19_14:28:59:108] IPv4 DNS2: 211.137.130.4</w:t>
      </w:r>
    </w:p>
    <w:p w14:paraId="5548D0D2" w14:textId="07427790" w:rsidR="003029F8" w:rsidRDefault="003029F8" w:rsidP="00805C3C">
      <w:pPr>
        <w:pStyle w:val="Fibocomzh1"/>
      </w:pPr>
      <w:r w:rsidRPr="002F0109">
        <w:t>拨号成功后，输入</w:t>
      </w:r>
      <w:proofErr w:type="spellStart"/>
      <w:r w:rsidRPr="002F0109">
        <w:t>ifconfig</w:t>
      </w:r>
      <w:proofErr w:type="spellEnd"/>
      <w:r w:rsidRPr="002F0109">
        <w:t xml:space="preserve"> –a</w:t>
      </w:r>
      <w:r w:rsidRPr="002F0109">
        <w:t>命令，查询</w:t>
      </w:r>
      <w:r>
        <w:rPr>
          <w:rFonts w:hint="eastAsia"/>
        </w:rPr>
        <w:t>wwan</w:t>
      </w:r>
      <w:r>
        <w:t>0</w:t>
      </w:r>
      <w:r w:rsidRPr="002F0109">
        <w:t>是否获取到</w:t>
      </w:r>
      <w:r w:rsidRPr="002F0109">
        <w:t>IP</w:t>
      </w:r>
      <w:r>
        <w:t>，如下</w:t>
      </w:r>
      <w:r w:rsidRPr="002F0109">
        <w:t>所示</w:t>
      </w:r>
      <w:r>
        <w:rPr>
          <w:rFonts w:hint="eastAsia"/>
        </w:rPr>
        <w:t>，</w:t>
      </w:r>
      <w:r>
        <w:rPr>
          <w:rFonts w:hint="eastAsia"/>
        </w:rPr>
        <w:t>I</w:t>
      </w:r>
      <w:r>
        <w:t>P</w:t>
      </w:r>
      <w:r>
        <w:rPr>
          <w:rFonts w:hint="eastAsia"/>
        </w:rPr>
        <w:t>地址与上面拨号成功后所获取到的</w:t>
      </w:r>
      <w:r>
        <w:rPr>
          <w:rFonts w:hint="eastAsia"/>
        </w:rPr>
        <w:t>I</w:t>
      </w:r>
      <w:r>
        <w:t>P</w:t>
      </w:r>
      <w:r>
        <w:rPr>
          <w:rFonts w:hint="eastAsia"/>
        </w:rPr>
        <w:t>地址相同</w:t>
      </w:r>
      <w:r w:rsidRPr="002F0109">
        <w:t>：</w:t>
      </w:r>
    </w:p>
    <w:p w14:paraId="657FE101" w14:textId="4187D1E3" w:rsidR="003029F8" w:rsidRDefault="003029F8" w:rsidP="003029F8">
      <w:pPr>
        <w:pStyle w:val="Fibocomzhf5"/>
      </w:pPr>
      <w:r>
        <w:t>wwan0: flags=193&lt;UP</w:t>
      </w:r>
      <w:proofErr w:type="gramStart"/>
      <w:r>
        <w:t>,RUNNING,NOARP</w:t>
      </w:r>
      <w:proofErr w:type="gramEnd"/>
      <w:r>
        <w:t xml:space="preserve">&gt;  </w:t>
      </w:r>
      <w:proofErr w:type="spellStart"/>
      <w:r>
        <w:t>mtu</w:t>
      </w:r>
      <w:proofErr w:type="spellEnd"/>
      <w:r>
        <w:t xml:space="preserve"> 1500</w:t>
      </w:r>
    </w:p>
    <w:p w14:paraId="75E7BF99" w14:textId="77777777" w:rsidR="003029F8" w:rsidRDefault="003029F8" w:rsidP="003029F8">
      <w:pPr>
        <w:pStyle w:val="Fibocomzhf5"/>
      </w:pPr>
      <w:r>
        <w:t xml:space="preserve">        </w:t>
      </w:r>
      <w:proofErr w:type="spellStart"/>
      <w:proofErr w:type="gramStart"/>
      <w:r>
        <w:t>inet</w:t>
      </w:r>
      <w:proofErr w:type="spellEnd"/>
      <w:proofErr w:type="gramEnd"/>
      <w:r>
        <w:t xml:space="preserve"> 10.9.199.226  </w:t>
      </w:r>
      <w:proofErr w:type="spellStart"/>
      <w:r>
        <w:t>netmask</w:t>
      </w:r>
      <w:proofErr w:type="spellEnd"/>
      <w:r>
        <w:t xml:space="preserve"> 255.255.255.252</w:t>
      </w:r>
    </w:p>
    <w:p w14:paraId="56AE416C" w14:textId="77777777" w:rsidR="003029F8" w:rsidRDefault="003029F8" w:rsidP="003029F8">
      <w:pPr>
        <w:pStyle w:val="Fibocomzhf5"/>
      </w:pPr>
      <w:r>
        <w:t xml:space="preserve">        inet6 fe80:</w:t>
      </w:r>
      <w:proofErr w:type="gramStart"/>
      <w:r>
        <w:t>:844:72ff:fe90:32b4</w:t>
      </w:r>
      <w:proofErr w:type="gramEnd"/>
      <w:r>
        <w:t xml:space="preserve">  </w:t>
      </w:r>
      <w:proofErr w:type="spellStart"/>
      <w:r>
        <w:t>prefixlen</w:t>
      </w:r>
      <w:proofErr w:type="spellEnd"/>
      <w:r>
        <w:t xml:space="preserve"> 64  </w:t>
      </w:r>
      <w:proofErr w:type="spellStart"/>
      <w:r>
        <w:t>scopeid</w:t>
      </w:r>
      <w:proofErr w:type="spellEnd"/>
      <w:r>
        <w:t xml:space="preserve"> 0x20&lt;link&gt;</w:t>
      </w:r>
    </w:p>
    <w:p w14:paraId="7610BB5A" w14:textId="77777777" w:rsidR="003029F8" w:rsidRDefault="003029F8" w:rsidP="003029F8">
      <w:pPr>
        <w:pStyle w:val="Fibocomzhf5"/>
      </w:pPr>
      <w:r>
        <w:rPr>
          <w:rFonts w:hint="eastAsia"/>
        </w:rPr>
        <w:t xml:space="preserve">        ether 0a:44:72:90:32:b4  </w:t>
      </w:r>
      <w:proofErr w:type="spellStart"/>
      <w:r>
        <w:rPr>
          <w:rFonts w:hint="eastAsia"/>
        </w:rPr>
        <w:t>txqueuelen</w:t>
      </w:r>
      <w:proofErr w:type="spellEnd"/>
      <w:r>
        <w:rPr>
          <w:rFonts w:hint="eastAsia"/>
        </w:rPr>
        <w:t xml:space="preserve"> 1000  (</w:t>
      </w:r>
      <w:r>
        <w:rPr>
          <w:rFonts w:hint="eastAsia"/>
        </w:rPr>
        <w:t>以太网</w:t>
      </w:r>
      <w:r>
        <w:rPr>
          <w:rFonts w:hint="eastAsia"/>
        </w:rPr>
        <w:t>)</w:t>
      </w:r>
    </w:p>
    <w:p w14:paraId="7AF053D8" w14:textId="77777777" w:rsidR="003029F8" w:rsidRDefault="003029F8" w:rsidP="003029F8">
      <w:pPr>
        <w:pStyle w:val="Fibocomzhf5"/>
      </w:pPr>
      <w:r>
        <w:t xml:space="preserve">        RX packets </w:t>
      </w:r>
      <w:proofErr w:type="gramStart"/>
      <w:r>
        <w:t>2  bytes</w:t>
      </w:r>
      <w:proofErr w:type="gramEnd"/>
      <w:r>
        <w:t xml:space="preserve"> 217 (217.0 B)</w:t>
      </w:r>
    </w:p>
    <w:p w14:paraId="70CD71E3" w14:textId="77777777" w:rsidR="003029F8" w:rsidRDefault="003029F8" w:rsidP="003029F8">
      <w:pPr>
        <w:pStyle w:val="Fibocomzhf5"/>
      </w:pPr>
      <w:r>
        <w:t xml:space="preserve">        RX errors </w:t>
      </w:r>
      <w:proofErr w:type="gramStart"/>
      <w:r>
        <w:t>0  dropped</w:t>
      </w:r>
      <w:proofErr w:type="gramEnd"/>
      <w:r>
        <w:t xml:space="preserve"> 0  overruns 0  frame 0</w:t>
      </w:r>
    </w:p>
    <w:p w14:paraId="14970B60" w14:textId="77777777" w:rsidR="003029F8" w:rsidRDefault="003029F8" w:rsidP="003029F8">
      <w:pPr>
        <w:pStyle w:val="Fibocomzhf5"/>
      </w:pPr>
      <w:r>
        <w:t xml:space="preserve">        TX packets </w:t>
      </w:r>
      <w:proofErr w:type="gramStart"/>
      <w:r>
        <w:t>3  bytes</w:t>
      </w:r>
      <w:proofErr w:type="gramEnd"/>
      <w:r>
        <w:t xml:space="preserve"> 196 (196.0 B)</w:t>
      </w:r>
    </w:p>
    <w:p w14:paraId="3A6B51F5" w14:textId="168D6CFE" w:rsidR="003029F8" w:rsidRDefault="003029F8" w:rsidP="003029F8">
      <w:pPr>
        <w:pStyle w:val="Fibocomzhf5"/>
      </w:pPr>
      <w:r>
        <w:t xml:space="preserve">        TX errors </w:t>
      </w:r>
      <w:proofErr w:type="gramStart"/>
      <w:r>
        <w:t>0  dropped</w:t>
      </w:r>
      <w:proofErr w:type="gramEnd"/>
      <w:r>
        <w:t xml:space="preserve"> 0 overruns 0  carrier 0  collisions 0</w:t>
      </w:r>
    </w:p>
    <w:p w14:paraId="2A06BD86" w14:textId="0B318D3A" w:rsidR="003029F8" w:rsidRDefault="003029F8" w:rsidP="00805C3C">
      <w:pPr>
        <w:pStyle w:val="Fibocomzh1"/>
      </w:pPr>
      <w:r>
        <w:t>ping</w:t>
      </w:r>
      <w:r>
        <w:rPr>
          <w:rFonts w:hint="eastAsia"/>
        </w:rPr>
        <w:t>包测试：</w:t>
      </w:r>
    </w:p>
    <w:p w14:paraId="5FA17CFE" w14:textId="77777777" w:rsidR="003029F8" w:rsidRDefault="003029F8" w:rsidP="003029F8">
      <w:pPr>
        <w:pStyle w:val="Fibocomzhf5"/>
      </w:pPr>
      <w:r>
        <w:t>root@ght-Lenovo-V130-14IKB:~/lcc/qmi_wwan_f/Fibocom_QMI_WWAN_Driver_V1.0.3# ping 8.8.8.8</w:t>
      </w:r>
    </w:p>
    <w:p w14:paraId="514508C5" w14:textId="77777777" w:rsidR="003029F8" w:rsidRDefault="003029F8" w:rsidP="003029F8">
      <w:pPr>
        <w:pStyle w:val="Fibocomzhf5"/>
      </w:pPr>
      <w:r>
        <w:t>PING 8.8.8.8 (8.8.8.8) 56(84) bytes of data.</w:t>
      </w:r>
    </w:p>
    <w:p w14:paraId="606E4801" w14:textId="77777777" w:rsidR="003029F8" w:rsidRDefault="003029F8" w:rsidP="003029F8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=1 </w:t>
      </w:r>
      <w:proofErr w:type="spellStart"/>
      <w:r>
        <w:t>ttl</w:t>
      </w:r>
      <w:proofErr w:type="spellEnd"/>
      <w:r>
        <w:t xml:space="preserve">=52 time=105 </w:t>
      </w:r>
      <w:proofErr w:type="spellStart"/>
      <w:r>
        <w:t>ms</w:t>
      </w:r>
      <w:proofErr w:type="spellEnd"/>
    </w:p>
    <w:p w14:paraId="01CD316C" w14:textId="77777777" w:rsidR="003029F8" w:rsidRDefault="003029F8" w:rsidP="003029F8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=2 </w:t>
      </w:r>
      <w:proofErr w:type="spellStart"/>
      <w:r>
        <w:t>ttl</w:t>
      </w:r>
      <w:proofErr w:type="spellEnd"/>
      <w:r>
        <w:t xml:space="preserve">=52 time=75.9 </w:t>
      </w:r>
      <w:proofErr w:type="spellStart"/>
      <w:r>
        <w:t>ms</w:t>
      </w:r>
      <w:proofErr w:type="spellEnd"/>
    </w:p>
    <w:p w14:paraId="37EDB4A8" w14:textId="77777777" w:rsidR="003029F8" w:rsidRDefault="003029F8" w:rsidP="003029F8">
      <w:pPr>
        <w:pStyle w:val="Fibocomzhf5"/>
      </w:pPr>
      <w:r>
        <w:t>^C</w:t>
      </w:r>
    </w:p>
    <w:p w14:paraId="35386242" w14:textId="77777777" w:rsidR="003029F8" w:rsidRDefault="003029F8" w:rsidP="003029F8">
      <w:pPr>
        <w:pStyle w:val="Fibocomzhf5"/>
      </w:pPr>
      <w:r>
        <w:t xml:space="preserve">--- 8.8.8.8 </w:t>
      </w:r>
      <w:proofErr w:type="gramStart"/>
      <w:r>
        <w:t>ping</w:t>
      </w:r>
      <w:proofErr w:type="gramEnd"/>
      <w:r>
        <w:t xml:space="preserve"> statistics ---</w:t>
      </w:r>
    </w:p>
    <w:p w14:paraId="4A9B13E8" w14:textId="30F60C5E" w:rsidR="003029F8" w:rsidRPr="003029F8" w:rsidRDefault="003029F8" w:rsidP="003029F8">
      <w:pPr>
        <w:pStyle w:val="Fibocomzhf5"/>
      </w:pPr>
      <w:r>
        <w:t>2 packets transmitted, 2 received, 0% packet loss, time 1002ms</w:t>
      </w:r>
    </w:p>
    <w:p w14:paraId="74783413" w14:textId="591F53F6" w:rsidR="00672F76" w:rsidRDefault="00EF0CA4" w:rsidP="00672F76">
      <w:pPr>
        <w:pStyle w:val="2"/>
      </w:pPr>
      <w:bookmarkStart w:id="74" w:name="_Toc86854977"/>
      <w:r>
        <w:t>QMI</w:t>
      </w:r>
      <w:r w:rsidR="003029F8">
        <w:rPr>
          <w:rFonts w:hint="eastAsia"/>
        </w:rPr>
        <w:t>多路拨号</w:t>
      </w:r>
      <w:bookmarkEnd w:id="74"/>
    </w:p>
    <w:p w14:paraId="38C550F1" w14:textId="0564DF96" w:rsidR="003029F8" w:rsidRPr="00E269F2" w:rsidRDefault="00805C3C" w:rsidP="00805C3C">
      <w:pPr>
        <w:pStyle w:val="Fibocomzh1"/>
        <w:numPr>
          <w:ilvl w:val="0"/>
          <w:numId w:val="50"/>
        </w:numPr>
      </w:pPr>
      <w:r>
        <w:rPr>
          <w:rFonts w:hint="eastAsia"/>
        </w:rPr>
        <w:t>多</w:t>
      </w:r>
      <w:r w:rsidR="003029F8">
        <w:rPr>
          <w:rFonts w:hint="eastAsia"/>
        </w:rPr>
        <w:t>路拨号需要在驱动加载前配置完成多</w:t>
      </w:r>
      <w:r w:rsidR="003029F8">
        <w:rPr>
          <w:rFonts w:hint="eastAsia"/>
        </w:rPr>
        <w:t>P</w:t>
      </w:r>
      <w:r w:rsidR="003029F8">
        <w:t>DN</w:t>
      </w:r>
      <w:r w:rsidR="003029F8">
        <w:rPr>
          <w:rFonts w:hint="eastAsia"/>
        </w:rPr>
        <w:t>，打开源码</w:t>
      </w:r>
      <w:proofErr w:type="spellStart"/>
      <w:r w:rsidR="003029F8">
        <w:rPr>
          <w:rFonts w:hint="eastAsia"/>
        </w:rPr>
        <w:t>qmi_wwan_f</w:t>
      </w:r>
      <w:r w:rsidR="003029F8">
        <w:t>.c</w:t>
      </w:r>
      <w:proofErr w:type="spellEnd"/>
      <w:r w:rsidR="003029F8">
        <w:rPr>
          <w:rFonts w:hint="eastAsia"/>
        </w:rPr>
        <w:t>文件，将</w:t>
      </w:r>
      <w:r w:rsidR="003029F8">
        <w:rPr>
          <w:rFonts w:hint="eastAsia"/>
        </w:rPr>
        <w:t>117</w:t>
      </w:r>
      <w:r w:rsidR="003029F8">
        <w:rPr>
          <w:rFonts w:hint="eastAsia"/>
        </w:rPr>
        <w:t>行的</w:t>
      </w:r>
      <w:proofErr w:type="spellStart"/>
      <w:r w:rsidR="003029F8">
        <w:rPr>
          <w:rFonts w:hint="eastAsia"/>
        </w:rPr>
        <w:t>qmap_mod</w:t>
      </w:r>
      <w:r w:rsidR="003029F8">
        <w:t>e</w:t>
      </w:r>
      <w:proofErr w:type="spellEnd"/>
      <w:r w:rsidR="003029F8">
        <w:rPr>
          <w:rFonts w:hint="eastAsia"/>
        </w:rPr>
        <w:t>设</w:t>
      </w:r>
      <w:r w:rsidR="003029F8">
        <w:rPr>
          <w:rFonts w:hint="eastAsia"/>
        </w:rPr>
        <w:lastRenderedPageBreak/>
        <w:t>置为多路，如下设置为</w:t>
      </w:r>
      <w:r w:rsidR="003029F8">
        <w:rPr>
          <w:rFonts w:hint="eastAsia"/>
        </w:rPr>
        <w:t>4</w:t>
      </w:r>
      <w:r w:rsidR="003029F8">
        <w:rPr>
          <w:rFonts w:hint="eastAsia"/>
        </w:rPr>
        <w:t>，表示当前可支持</w:t>
      </w:r>
      <w:r w:rsidR="003029F8">
        <w:rPr>
          <w:rFonts w:hint="eastAsia"/>
        </w:rPr>
        <w:t>4</w:t>
      </w:r>
      <w:r w:rsidR="003029F8">
        <w:rPr>
          <w:rFonts w:hint="eastAsia"/>
        </w:rPr>
        <w:t>路拨号（当前最大可支持</w:t>
      </w:r>
      <w:r w:rsidR="003029F8">
        <w:rPr>
          <w:rFonts w:hint="eastAsia"/>
        </w:rPr>
        <w:t>4</w:t>
      </w:r>
      <w:r w:rsidR="003029F8">
        <w:rPr>
          <w:rFonts w:hint="eastAsia"/>
        </w:rPr>
        <w:t>路拨号）。</w:t>
      </w:r>
    </w:p>
    <w:p w14:paraId="04BEF4BD" w14:textId="77777777" w:rsidR="003029F8" w:rsidRDefault="003029F8" w:rsidP="003029F8">
      <w:pPr>
        <w:pStyle w:val="Fibocomzhf5"/>
      </w:pPr>
      <w:proofErr w:type="gramStart"/>
      <w:r w:rsidRPr="00E269F2">
        <w:t>static</w:t>
      </w:r>
      <w:proofErr w:type="gramEnd"/>
      <w:r w:rsidRPr="00E269F2">
        <w:t xml:space="preserve"> </w:t>
      </w:r>
      <w:proofErr w:type="spellStart"/>
      <w:r w:rsidRPr="00E269F2">
        <w:t>uint</w:t>
      </w:r>
      <w:proofErr w:type="spellEnd"/>
      <w:r w:rsidRPr="00E269F2">
        <w:t xml:space="preserve"> __</w:t>
      </w:r>
      <w:proofErr w:type="spellStart"/>
      <w:r w:rsidRPr="00E269F2">
        <w:t>read_mostly</w:t>
      </w:r>
      <w:proofErr w:type="spellEnd"/>
      <w:r w:rsidRPr="00E269F2">
        <w:t xml:space="preserve"> </w:t>
      </w:r>
      <w:proofErr w:type="spellStart"/>
      <w:r w:rsidRPr="00E269F2">
        <w:rPr>
          <w:b/>
        </w:rPr>
        <w:t>qmap_mode</w:t>
      </w:r>
      <w:proofErr w:type="spellEnd"/>
      <w:r w:rsidRPr="00E269F2">
        <w:rPr>
          <w:b/>
        </w:rPr>
        <w:t xml:space="preserve"> = 4;</w:t>
      </w:r>
    </w:p>
    <w:p w14:paraId="2CBF9934" w14:textId="58A257C0" w:rsidR="003029F8" w:rsidRDefault="003029F8" w:rsidP="00805C3C">
      <w:pPr>
        <w:pStyle w:val="Fibocomzh1"/>
      </w:pPr>
      <w:r>
        <w:rPr>
          <w:rFonts w:hint="eastAsia"/>
        </w:rPr>
        <w:t>进入</w:t>
      </w:r>
      <w:proofErr w:type="spellStart"/>
      <w:r>
        <w:rPr>
          <w:rFonts w:hint="eastAsia"/>
        </w:rPr>
        <w:t>q</w:t>
      </w:r>
      <w:r>
        <w:t>mi_wwan_f</w:t>
      </w:r>
      <w:proofErr w:type="spellEnd"/>
      <w:r>
        <w:rPr>
          <w:rFonts w:hint="eastAsia"/>
        </w:rPr>
        <w:t>驱动源码所在的路径下，执行“</w:t>
      </w:r>
      <w:r>
        <w:rPr>
          <w:rFonts w:hint="eastAsia"/>
        </w:rPr>
        <w:t>m</w:t>
      </w:r>
      <w:r>
        <w:t>ake install</w:t>
      </w:r>
      <w:r>
        <w:rPr>
          <w:rFonts w:hint="eastAsia"/>
        </w:rPr>
        <w:t>”，安装</w:t>
      </w:r>
      <w:proofErr w:type="spellStart"/>
      <w:r>
        <w:rPr>
          <w:rFonts w:hint="eastAsia"/>
        </w:rPr>
        <w:t>qmi_wwan_f</w:t>
      </w:r>
      <w:proofErr w:type="spellEnd"/>
      <w:r>
        <w:rPr>
          <w:rFonts w:hint="eastAsia"/>
        </w:rPr>
        <w:t>驱动，同理</w:t>
      </w:r>
      <w:r>
        <w:rPr>
          <w:rFonts w:hint="eastAsia"/>
        </w:rPr>
        <w:t>3.2.1</w:t>
      </w:r>
      <w:r>
        <w:rPr>
          <w:rFonts w:hint="eastAsia"/>
        </w:rPr>
        <w:t>安装驱动的操作。</w:t>
      </w:r>
    </w:p>
    <w:p w14:paraId="4D652F9D" w14:textId="438492F2" w:rsidR="003029F8" w:rsidRDefault="003029F8" w:rsidP="00805C3C">
      <w:pPr>
        <w:pStyle w:val="Fibocomzh1"/>
      </w:pPr>
      <w:r>
        <w:rPr>
          <w:rFonts w:hint="eastAsia"/>
        </w:rPr>
        <w:t>驱动安装完毕，通过“</w:t>
      </w:r>
      <w:proofErr w:type="spellStart"/>
      <w:r>
        <w:t>ifconfig</w:t>
      </w:r>
      <w:proofErr w:type="spellEnd"/>
      <w:r>
        <w:t xml:space="preserve"> –a</w:t>
      </w:r>
      <w:r>
        <w:rPr>
          <w:rFonts w:hint="eastAsia"/>
        </w:rPr>
        <w:t>”命令即可查看当前根据物理网卡</w:t>
      </w:r>
      <w:r>
        <w:rPr>
          <w:rFonts w:hint="eastAsia"/>
        </w:rPr>
        <w:t>w</w:t>
      </w:r>
      <w:r>
        <w:t>wan0</w:t>
      </w:r>
      <w:r>
        <w:rPr>
          <w:rFonts w:hint="eastAsia"/>
        </w:rPr>
        <w:t>映射出</w:t>
      </w:r>
      <w:r>
        <w:rPr>
          <w:rFonts w:hint="eastAsia"/>
        </w:rPr>
        <w:t>w</w:t>
      </w:r>
      <w:r>
        <w:t>wan0.1</w:t>
      </w:r>
      <w:r>
        <w:rPr>
          <w:rFonts w:hint="eastAsia"/>
        </w:rPr>
        <w:t>、</w:t>
      </w:r>
      <w:r>
        <w:rPr>
          <w:rFonts w:hint="eastAsia"/>
        </w:rPr>
        <w:t>w</w:t>
      </w:r>
      <w:r>
        <w:t>wan0.2</w:t>
      </w:r>
      <w:r>
        <w:rPr>
          <w:rFonts w:hint="eastAsia"/>
        </w:rPr>
        <w:t>、</w:t>
      </w:r>
      <w:r>
        <w:rPr>
          <w:rFonts w:hint="eastAsia"/>
        </w:rPr>
        <w:t>w</w:t>
      </w:r>
      <w:r>
        <w:t>wan0.3</w:t>
      </w:r>
      <w:r>
        <w:rPr>
          <w:rFonts w:hint="eastAsia"/>
        </w:rPr>
        <w:t>、</w:t>
      </w:r>
      <w:r>
        <w:rPr>
          <w:rFonts w:hint="eastAsia"/>
        </w:rPr>
        <w:t>wwan</w:t>
      </w:r>
      <w:r>
        <w:t>0.4</w:t>
      </w:r>
      <w:proofErr w:type="gramStart"/>
      <w:r>
        <w:rPr>
          <w:rFonts w:hint="eastAsia"/>
        </w:rPr>
        <w:t>四个</w:t>
      </w:r>
      <w:proofErr w:type="gramEnd"/>
      <w:r>
        <w:rPr>
          <w:rFonts w:hint="eastAsia"/>
        </w:rPr>
        <w:t>虚拟网卡。</w:t>
      </w:r>
    </w:p>
    <w:p w14:paraId="3DE07E11" w14:textId="37839D7A" w:rsidR="003029F8" w:rsidRDefault="003029F8" w:rsidP="00805C3C">
      <w:pPr>
        <w:pStyle w:val="Fibocomzh1"/>
      </w:pPr>
      <w:r>
        <w:rPr>
          <w:rFonts w:hint="eastAsia"/>
        </w:rPr>
        <w:t>进入拨号工具所在路径</w:t>
      </w:r>
      <w:r>
        <w:t>，</w:t>
      </w:r>
      <w:r w:rsidRPr="002F0109">
        <w:t>执行</w:t>
      </w:r>
      <w:r w:rsidRPr="002F0109">
        <w:t>make</w:t>
      </w:r>
      <w:r w:rsidRPr="002F0109">
        <w:t>命令进行编译，</w:t>
      </w:r>
      <w:r>
        <w:rPr>
          <w:rFonts w:hint="eastAsia"/>
        </w:rPr>
        <w:t>生成</w:t>
      </w:r>
      <w:proofErr w:type="spellStart"/>
      <w:r>
        <w:rPr>
          <w:rFonts w:hint="eastAsia"/>
        </w:rPr>
        <w:t>fibo</w:t>
      </w:r>
      <w:r>
        <w:t>_qmimsg_server</w:t>
      </w:r>
      <w:proofErr w:type="spellEnd"/>
      <w:r>
        <w:rPr>
          <w:rFonts w:hint="eastAsia"/>
        </w:rPr>
        <w:t>和</w:t>
      </w:r>
      <w:r>
        <w:rPr>
          <w:rFonts w:hint="eastAsia"/>
        </w:rPr>
        <w:t>multi-</w:t>
      </w:r>
      <w:proofErr w:type="spellStart"/>
      <w:r>
        <w:rPr>
          <w:rFonts w:hint="eastAsia"/>
        </w:rPr>
        <w:t>pdn</w:t>
      </w:r>
      <w:proofErr w:type="spellEnd"/>
      <w:r>
        <w:rPr>
          <w:rFonts w:hint="eastAsia"/>
        </w:rPr>
        <w:t>-manager</w:t>
      </w:r>
      <w:r>
        <w:rPr>
          <w:rFonts w:hint="eastAsia"/>
        </w:rPr>
        <w:t>二进制文件。首先执行“</w:t>
      </w:r>
      <w:r>
        <w:rPr>
          <w:rFonts w:hint="eastAsia"/>
        </w:rPr>
        <w:t>.</w:t>
      </w:r>
      <w:r>
        <w:t>/</w:t>
      </w:r>
      <w:proofErr w:type="spellStart"/>
      <w:r>
        <w:t>fibo_qmimsg_server</w:t>
      </w:r>
      <w:proofErr w:type="spellEnd"/>
      <w:r>
        <w:t xml:space="preserve"> &amp;</w:t>
      </w:r>
      <w:r>
        <w:rPr>
          <w:rFonts w:hint="eastAsia"/>
        </w:rPr>
        <w:t>”，</w:t>
      </w:r>
      <w:proofErr w:type="gramStart"/>
      <w:r>
        <w:rPr>
          <w:rFonts w:hint="eastAsia"/>
        </w:rPr>
        <w:t>启动启动</w:t>
      </w:r>
      <w:proofErr w:type="spellStart"/>
      <w:proofErr w:type="gramEnd"/>
      <w:r>
        <w:rPr>
          <w:rFonts w:hint="eastAsia"/>
        </w:rPr>
        <w:t>qmi</w:t>
      </w:r>
      <w:proofErr w:type="spellEnd"/>
      <w:r>
        <w:rPr>
          <w:rFonts w:hint="eastAsia"/>
        </w:rPr>
        <w:t>消息服务进程：</w:t>
      </w:r>
    </w:p>
    <w:p w14:paraId="68511875" w14:textId="77777777" w:rsidR="003029F8" w:rsidRDefault="003029F8" w:rsidP="003029F8">
      <w:pPr>
        <w:pStyle w:val="Fibocomzhf5"/>
      </w:pPr>
      <w:proofErr w:type="gramStart"/>
      <w:r>
        <w:t>root@ght-Lenovo-V130-14IKB:~/lcc/tool/Fibocom-dial_Linux_Tool_V2.0.8/src#</w:t>
      </w:r>
      <w:r w:rsidRPr="0030515C">
        <w:rPr>
          <w:b/>
        </w:rPr>
        <w:t xml:space="preserve"> ./</w:t>
      </w:r>
      <w:proofErr w:type="spellStart"/>
      <w:proofErr w:type="gramEnd"/>
      <w:r w:rsidRPr="0030515C">
        <w:rPr>
          <w:b/>
        </w:rPr>
        <w:t>fibo_qmimsg_server</w:t>
      </w:r>
      <w:proofErr w:type="spellEnd"/>
      <w:r w:rsidRPr="0030515C">
        <w:rPr>
          <w:b/>
        </w:rPr>
        <w:t xml:space="preserve"> </w:t>
      </w:r>
      <w:r>
        <w:rPr>
          <w:b/>
        </w:rPr>
        <w:t xml:space="preserve"> </w:t>
      </w:r>
      <w:r>
        <w:rPr>
          <w:rFonts w:hint="eastAsia"/>
          <w:b/>
        </w:rPr>
        <w:t>&amp;</w:t>
      </w:r>
    </w:p>
    <w:p w14:paraId="0A2428E2" w14:textId="77777777" w:rsidR="003029F8" w:rsidRDefault="003029F8" w:rsidP="003029F8">
      <w:pPr>
        <w:pStyle w:val="Fibocomzhf5"/>
      </w:pPr>
      <w:r>
        <w:t>Find /sys/bus/</w:t>
      </w:r>
      <w:proofErr w:type="spellStart"/>
      <w:r>
        <w:t>usb</w:t>
      </w:r>
      <w:proofErr w:type="spellEnd"/>
      <w:r>
        <w:t xml:space="preserve">/devices/1-1 </w:t>
      </w:r>
      <w:proofErr w:type="spellStart"/>
      <w:r>
        <w:t>idVendor</w:t>
      </w:r>
      <w:proofErr w:type="spellEnd"/>
      <w:r>
        <w:t xml:space="preserve">=2cb7 </w:t>
      </w:r>
      <w:proofErr w:type="spellStart"/>
      <w:r>
        <w:t>idProduct</w:t>
      </w:r>
      <w:proofErr w:type="spellEnd"/>
      <w:r>
        <w:t>=0104</w:t>
      </w:r>
    </w:p>
    <w:p w14:paraId="28411A8E" w14:textId="77777777" w:rsidR="003029F8" w:rsidRDefault="003029F8" w:rsidP="003029F8">
      <w:pPr>
        <w:pStyle w:val="Fibocomzhf5"/>
      </w:pPr>
      <w:r>
        <w:t>Find /sys/bus/</w:t>
      </w:r>
      <w:proofErr w:type="spellStart"/>
      <w:r>
        <w:t>usb</w:t>
      </w:r>
      <w:proofErr w:type="spellEnd"/>
      <w:r>
        <w:t>/devices/1-1:1.4/</w:t>
      </w:r>
      <w:proofErr w:type="spellStart"/>
      <w:r>
        <w:t>usbmisc</w:t>
      </w:r>
      <w:proofErr w:type="spellEnd"/>
      <w:r>
        <w:t>/cdc-wdm0</w:t>
      </w:r>
    </w:p>
    <w:p w14:paraId="64A472C1" w14:textId="77777777" w:rsidR="003029F8" w:rsidRDefault="003029F8" w:rsidP="003029F8">
      <w:pPr>
        <w:pStyle w:val="Fibocomzhf5"/>
      </w:pPr>
      <w:r>
        <w:t xml:space="preserve">Will use </w:t>
      </w:r>
      <w:proofErr w:type="spellStart"/>
      <w:r>
        <w:t>cdc-wdm</w:t>
      </w:r>
      <w:proofErr w:type="spellEnd"/>
      <w:r>
        <w:t xml:space="preserve"> /dev/</w:t>
      </w:r>
      <w:proofErr w:type="gramStart"/>
      <w:r>
        <w:t>cdc-</w:t>
      </w:r>
      <w:proofErr w:type="gramEnd"/>
      <w:r>
        <w:t>wdm0</w:t>
      </w:r>
    </w:p>
    <w:p w14:paraId="13D346A9" w14:textId="77777777" w:rsidR="003029F8" w:rsidRDefault="003029F8" w:rsidP="003029F8">
      <w:pPr>
        <w:pStyle w:val="Fibocomzhf5"/>
      </w:pPr>
      <w:proofErr w:type="spellStart"/>
      <w:proofErr w:type="gramStart"/>
      <w:r>
        <w:t>qmi_proxy_init</w:t>
      </w:r>
      <w:proofErr w:type="spellEnd"/>
      <w:proofErr w:type="gramEnd"/>
      <w:r>
        <w:t xml:space="preserve"> enter</w:t>
      </w:r>
    </w:p>
    <w:p w14:paraId="2B4A6E21" w14:textId="77777777" w:rsidR="003029F8" w:rsidRDefault="003029F8" w:rsidP="003029F8">
      <w:pPr>
        <w:pStyle w:val="Fibocomzhf5"/>
      </w:pPr>
      <w:proofErr w:type="spellStart"/>
      <w:proofErr w:type="gramStart"/>
      <w:r>
        <w:t>qmi_proxy_loop</w:t>
      </w:r>
      <w:proofErr w:type="spellEnd"/>
      <w:proofErr w:type="gramEnd"/>
      <w:r>
        <w:t xml:space="preserve"> enter </w:t>
      </w:r>
      <w:proofErr w:type="spellStart"/>
      <w:r>
        <w:t>thread_id</w:t>
      </w:r>
      <w:proofErr w:type="spellEnd"/>
      <w:r>
        <w:t xml:space="preserve"> 140040038012672</w:t>
      </w:r>
    </w:p>
    <w:p w14:paraId="616FAC52" w14:textId="77777777" w:rsidR="003029F8" w:rsidRDefault="003029F8" w:rsidP="003029F8">
      <w:pPr>
        <w:pStyle w:val="Fibocomzhf5"/>
      </w:pPr>
      <w:proofErr w:type="spellStart"/>
      <w:proofErr w:type="gramStart"/>
      <w:r>
        <w:t>send_qmi_timeout</w:t>
      </w:r>
      <w:proofErr w:type="spellEnd"/>
      <w:proofErr w:type="gramEnd"/>
      <w:r>
        <w:t xml:space="preserve"> ret=110</w:t>
      </w:r>
    </w:p>
    <w:p w14:paraId="1432B8CF" w14:textId="77777777" w:rsidR="003029F8" w:rsidRDefault="003029F8" w:rsidP="003029F8">
      <w:pPr>
        <w:pStyle w:val="Fibocomzhf5"/>
      </w:pPr>
      <w:proofErr w:type="spellStart"/>
      <w:r>
        <w:t>link_prot</w:t>
      </w:r>
      <w:proofErr w:type="spellEnd"/>
      <w:r>
        <w:t xml:space="preserve"> 2</w:t>
      </w:r>
    </w:p>
    <w:p w14:paraId="78E889B4" w14:textId="77777777" w:rsidR="003029F8" w:rsidRDefault="003029F8" w:rsidP="003029F8">
      <w:pPr>
        <w:pStyle w:val="Fibocomzhf5"/>
      </w:pPr>
      <w:proofErr w:type="spellStart"/>
      <w:r>
        <w:t>ul_data_aggregation_protocol</w:t>
      </w:r>
      <w:proofErr w:type="spellEnd"/>
      <w:r>
        <w:t xml:space="preserve"> 5</w:t>
      </w:r>
    </w:p>
    <w:p w14:paraId="0BF7BA8D" w14:textId="77777777" w:rsidR="003029F8" w:rsidRDefault="003029F8" w:rsidP="003029F8">
      <w:pPr>
        <w:pStyle w:val="Fibocomzhf5"/>
      </w:pPr>
      <w:proofErr w:type="spellStart"/>
      <w:r>
        <w:t>dl_data_aggregation_protocol</w:t>
      </w:r>
      <w:proofErr w:type="spellEnd"/>
      <w:r>
        <w:t xml:space="preserve"> 5</w:t>
      </w:r>
    </w:p>
    <w:p w14:paraId="39BC65F3" w14:textId="77777777" w:rsidR="003029F8" w:rsidRDefault="003029F8" w:rsidP="003029F8">
      <w:pPr>
        <w:pStyle w:val="Fibocomzhf5"/>
      </w:pPr>
      <w:proofErr w:type="spellStart"/>
      <w:r>
        <w:t>dl_data_aggregation_max_datagrams</w:t>
      </w:r>
      <w:proofErr w:type="spellEnd"/>
      <w:r>
        <w:t xml:space="preserve"> 63</w:t>
      </w:r>
    </w:p>
    <w:p w14:paraId="0B9FF3FF" w14:textId="77777777" w:rsidR="003029F8" w:rsidRDefault="003029F8" w:rsidP="003029F8">
      <w:pPr>
        <w:pStyle w:val="Fibocomzhf5"/>
      </w:pPr>
      <w:proofErr w:type="spellStart"/>
      <w:r>
        <w:t>dl_data_aggregation_max_size</w:t>
      </w:r>
      <w:proofErr w:type="spellEnd"/>
      <w:r>
        <w:t xml:space="preserve"> 16384</w:t>
      </w:r>
    </w:p>
    <w:p w14:paraId="12603383" w14:textId="77777777" w:rsidR="003029F8" w:rsidRDefault="003029F8" w:rsidP="003029F8">
      <w:pPr>
        <w:pStyle w:val="Fibocomzhf5"/>
      </w:pPr>
      <w:proofErr w:type="spellStart"/>
      <w:r>
        <w:t>ul_data_aggregation_max_datagrams</w:t>
      </w:r>
      <w:proofErr w:type="spellEnd"/>
      <w:r>
        <w:t xml:space="preserve"> 1</w:t>
      </w:r>
    </w:p>
    <w:p w14:paraId="0FA4F312" w14:textId="77777777" w:rsidR="003029F8" w:rsidRDefault="003029F8" w:rsidP="003029F8">
      <w:pPr>
        <w:pStyle w:val="Fibocomzhf5"/>
      </w:pPr>
      <w:proofErr w:type="spellStart"/>
      <w:r>
        <w:t>ul_data_aggregation_max_size</w:t>
      </w:r>
      <w:proofErr w:type="spellEnd"/>
      <w:r>
        <w:t xml:space="preserve"> 4096</w:t>
      </w:r>
    </w:p>
    <w:p w14:paraId="460DC225" w14:textId="77777777" w:rsidR="003029F8" w:rsidRDefault="003029F8" w:rsidP="003029F8">
      <w:pPr>
        <w:pStyle w:val="Fibocomzhf5"/>
      </w:pPr>
      <w:proofErr w:type="spellStart"/>
      <w:proofErr w:type="gramStart"/>
      <w:r>
        <w:t>qmi_proxy_init</w:t>
      </w:r>
      <w:proofErr w:type="spellEnd"/>
      <w:proofErr w:type="gramEnd"/>
      <w:r>
        <w:t xml:space="preserve"> finished, </w:t>
      </w:r>
      <w:proofErr w:type="spellStart"/>
      <w:r>
        <w:t>rx_urb_size</w:t>
      </w:r>
      <w:proofErr w:type="spellEnd"/>
      <w:r>
        <w:t xml:space="preserve"> is 16384</w:t>
      </w:r>
    </w:p>
    <w:p w14:paraId="18DDDFA8" w14:textId="77777777" w:rsidR="003029F8" w:rsidRDefault="003029F8" w:rsidP="003029F8">
      <w:pPr>
        <w:pStyle w:val="Fibocomzhf5"/>
      </w:pPr>
      <w:proofErr w:type="gramStart"/>
      <w:r>
        <w:t>local</w:t>
      </w:r>
      <w:proofErr w:type="gramEnd"/>
      <w:r>
        <w:t xml:space="preserve"> server: </w:t>
      </w:r>
      <w:proofErr w:type="spellStart"/>
      <w:r>
        <w:t>fibo_qmimsg_server</w:t>
      </w:r>
      <w:proofErr w:type="spellEnd"/>
      <w:r>
        <w:t xml:space="preserve"> </w:t>
      </w:r>
      <w:proofErr w:type="spellStart"/>
      <w:r>
        <w:t>sockfd</w:t>
      </w:r>
      <w:proofErr w:type="spellEnd"/>
      <w:r>
        <w:t xml:space="preserve"> = 4</w:t>
      </w:r>
    </w:p>
    <w:p w14:paraId="12D9FE2F" w14:textId="77777777" w:rsidR="003029F8" w:rsidRDefault="003029F8" w:rsidP="003029F8">
      <w:pPr>
        <w:pStyle w:val="Fibocomzhf5"/>
      </w:pPr>
      <w:proofErr w:type="spellStart"/>
      <w:r>
        <w:t>qmi_start_server</w:t>
      </w:r>
      <w:proofErr w:type="spellEnd"/>
      <w:r>
        <w:t xml:space="preserve">: </w:t>
      </w:r>
      <w:proofErr w:type="spellStart"/>
      <w:r>
        <w:t>qmi_proxy_server_fd</w:t>
      </w:r>
      <w:proofErr w:type="spellEnd"/>
      <w:r>
        <w:t xml:space="preserve"> = 4</w:t>
      </w:r>
    </w:p>
    <w:p w14:paraId="21C86906" w14:textId="21EDA645" w:rsidR="003029F8" w:rsidRDefault="003029F8" w:rsidP="00805C3C">
      <w:pPr>
        <w:pStyle w:val="Fibocomzh1"/>
      </w:pPr>
      <w:r w:rsidRPr="002F0109">
        <w:t>执行</w:t>
      </w:r>
      <w:r w:rsidRPr="002F0109">
        <w:t>./</w:t>
      </w:r>
      <w:r>
        <w:t>multi-</w:t>
      </w:r>
      <w:proofErr w:type="spellStart"/>
      <w:r>
        <w:t>pdn</w:t>
      </w:r>
      <w:proofErr w:type="spellEnd"/>
      <w:r>
        <w:t>-manager</w:t>
      </w:r>
      <w:r>
        <w:rPr>
          <w:rFonts w:hint="eastAsia"/>
        </w:rPr>
        <w:t>进行数据拨号，参考</w:t>
      </w:r>
      <w:r w:rsidR="00B2459C">
        <w:rPr>
          <w:rFonts w:hint="eastAsia"/>
        </w:rPr>
        <w:t>《</w:t>
      </w:r>
      <w:proofErr w:type="spellStart"/>
      <w:r w:rsidR="00B2459C">
        <w:rPr>
          <w:rFonts w:hint="eastAsia"/>
        </w:rPr>
        <w:t>F</w:t>
      </w:r>
      <w:r w:rsidR="00B2459C">
        <w:t>ibocom</w:t>
      </w:r>
      <w:proofErr w:type="spellEnd"/>
      <w:r w:rsidR="00B2459C">
        <w:t xml:space="preserve"> QMI</w:t>
      </w:r>
      <w:r w:rsidR="00B2459C">
        <w:rPr>
          <w:rFonts w:hint="eastAsia"/>
        </w:rPr>
        <w:t>拨号工具使用指南</w:t>
      </w:r>
      <w:r w:rsidR="00B2459C">
        <w:rPr>
          <w:rFonts w:hint="eastAsia"/>
        </w:rPr>
        <w:t>_</w:t>
      </w:r>
      <w:r w:rsidR="00B2459C">
        <w:t>Linux</w:t>
      </w:r>
      <w:r w:rsidR="006300EE">
        <w:rPr>
          <w:rFonts w:hint="eastAsia"/>
        </w:rPr>
        <w:t>》</w:t>
      </w:r>
      <w:r>
        <w:rPr>
          <w:rFonts w:hint="eastAsia"/>
        </w:rPr>
        <w:t>2.4</w:t>
      </w:r>
      <w:r w:rsidR="00B2459C">
        <w:rPr>
          <w:rFonts w:hint="eastAsia"/>
        </w:rPr>
        <w:t>章节</w:t>
      </w:r>
      <w:r>
        <w:rPr>
          <w:rFonts w:hint="eastAsia"/>
        </w:rPr>
        <w:t>，首先用第</w:t>
      </w:r>
      <w:r>
        <w:rPr>
          <w:rFonts w:hint="eastAsia"/>
        </w:rPr>
        <w:t>1</w:t>
      </w:r>
      <w:r>
        <w:rPr>
          <w:rFonts w:hint="eastAsia"/>
        </w:rPr>
        <w:t>路虚拟网卡</w:t>
      </w:r>
      <w:r>
        <w:rPr>
          <w:rFonts w:hint="eastAsia"/>
        </w:rPr>
        <w:t>w</w:t>
      </w:r>
      <w:r>
        <w:t>wan0.1</w:t>
      </w:r>
      <w:r>
        <w:rPr>
          <w:rFonts w:hint="eastAsia"/>
        </w:rPr>
        <w:t>和第</w:t>
      </w:r>
      <w:r>
        <w:rPr>
          <w:rFonts w:hint="eastAsia"/>
        </w:rPr>
        <w:t>1</w:t>
      </w:r>
      <w:r>
        <w:rPr>
          <w:rFonts w:hint="eastAsia"/>
        </w:rPr>
        <w:t>路</w:t>
      </w:r>
      <w:r>
        <w:rPr>
          <w:rFonts w:hint="eastAsia"/>
        </w:rPr>
        <w:t>prof</w:t>
      </w:r>
      <w:r>
        <w:t>ile</w:t>
      </w:r>
      <w:r>
        <w:rPr>
          <w:rFonts w:hint="eastAsia"/>
        </w:rPr>
        <w:t>1</w:t>
      </w:r>
      <w:r>
        <w:rPr>
          <w:rFonts w:hint="eastAsia"/>
        </w:rPr>
        <w:t>进行拨号，如下所示：</w:t>
      </w:r>
    </w:p>
    <w:p w14:paraId="2071C554" w14:textId="77777777" w:rsidR="003029F8" w:rsidRDefault="003029F8" w:rsidP="003029F8">
      <w:pPr>
        <w:pStyle w:val="Fibocomzhf5"/>
      </w:pPr>
      <w:proofErr w:type="gramStart"/>
      <w:r>
        <w:t xml:space="preserve">root@ght-Lenovo-V130-14IKB:~/lcc/tool/Fibocom-dial_Linux_Tool_V2.0.8/src# </w:t>
      </w:r>
      <w:r w:rsidRPr="0030515C">
        <w:rPr>
          <w:b/>
        </w:rPr>
        <w:t>./</w:t>
      </w:r>
      <w:proofErr w:type="gramEnd"/>
      <w:r w:rsidRPr="0030515C">
        <w:rPr>
          <w:b/>
        </w:rPr>
        <w:t>multi-</w:t>
      </w:r>
      <w:proofErr w:type="spellStart"/>
      <w:r w:rsidRPr="0030515C">
        <w:rPr>
          <w:b/>
        </w:rPr>
        <w:t>pdn</w:t>
      </w:r>
      <w:proofErr w:type="spellEnd"/>
      <w:r w:rsidRPr="0030515C">
        <w:rPr>
          <w:b/>
        </w:rPr>
        <w:t xml:space="preserve">-manager </w:t>
      </w:r>
    </w:p>
    <w:p w14:paraId="47ABD931" w14:textId="77777777" w:rsidR="003029F8" w:rsidRDefault="003029F8" w:rsidP="003029F8">
      <w:pPr>
        <w:pStyle w:val="Fibocomzhf5"/>
      </w:pPr>
      <w:r>
        <w:t xml:space="preserve"> [07-19_11:29:01:466] Start </w:t>
      </w:r>
      <w:proofErr w:type="spellStart"/>
      <w:r>
        <w:t>Fibocom</w:t>
      </w:r>
      <w:proofErr w:type="spellEnd"/>
      <w:r>
        <w:t xml:space="preserve"> multi-</w:t>
      </w:r>
      <w:proofErr w:type="spellStart"/>
      <w:r>
        <w:t>pdn</w:t>
      </w:r>
      <w:proofErr w:type="spellEnd"/>
      <w:r>
        <w:t>-manager!</w:t>
      </w:r>
    </w:p>
    <w:p w14:paraId="26B8170D" w14:textId="77777777" w:rsidR="003029F8" w:rsidRDefault="003029F8" w:rsidP="003029F8">
      <w:pPr>
        <w:pStyle w:val="Fibocomzhf5"/>
      </w:pPr>
      <w:proofErr w:type="gramStart"/>
      <w:r>
        <w:t>dev</w:t>
      </w:r>
      <w:proofErr w:type="gramEnd"/>
      <w:r>
        <w:t>: /dev/ttyUSB1</w:t>
      </w:r>
    </w:p>
    <w:p w14:paraId="7F5916ED" w14:textId="77777777" w:rsidR="003029F8" w:rsidRDefault="003029F8" w:rsidP="003029F8">
      <w:pPr>
        <w:pStyle w:val="Fibocomzhf5"/>
      </w:pPr>
      <w:proofErr w:type="gramStart"/>
      <w:r>
        <w:t>rate:</w:t>
      </w:r>
      <w:proofErr w:type="gramEnd"/>
      <w:r>
        <w:t>115200</w:t>
      </w:r>
    </w:p>
    <w:p w14:paraId="17D16DB3" w14:textId="77777777" w:rsidR="003029F8" w:rsidRDefault="003029F8" w:rsidP="003029F8">
      <w:pPr>
        <w:pStyle w:val="Fibocomzhf5"/>
      </w:pPr>
      <w:proofErr w:type="spellStart"/>
      <w:proofErr w:type="gramStart"/>
      <w:r>
        <w:lastRenderedPageBreak/>
        <w:t>sendbuffer:</w:t>
      </w:r>
      <w:proofErr w:type="gramEnd"/>
      <w:r>
        <w:t>at+gtpcie</w:t>
      </w:r>
      <w:proofErr w:type="spellEnd"/>
      <w:r>
        <w:t>=3</w:t>
      </w:r>
    </w:p>
    <w:p w14:paraId="586A1935" w14:textId="77777777" w:rsidR="003029F8" w:rsidRDefault="003029F8" w:rsidP="003029F8">
      <w:pPr>
        <w:pStyle w:val="Fibocomzhf5"/>
      </w:pPr>
      <w:proofErr w:type="spellStart"/>
      <w:proofErr w:type="gramStart"/>
      <w:r>
        <w:t>at+</w:t>
      </w:r>
      <w:proofErr w:type="gramEnd"/>
      <w:r>
        <w:t>gtpcie</w:t>
      </w:r>
      <w:proofErr w:type="spellEnd"/>
      <w:r>
        <w:t>=3</w:t>
      </w:r>
    </w:p>
    <w:p w14:paraId="7955F465" w14:textId="77777777" w:rsidR="003029F8" w:rsidRDefault="003029F8" w:rsidP="003029F8">
      <w:pPr>
        <w:pStyle w:val="Fibocomzhf5"/>
      </w:pPr>
      <w:r>
        <w:t>+GTPCIE: RC</w:t>
      </w:r>
    </w:p>
    <w:p w14:paraId="718DC757" w14:textId="77777777" w:rsidR="003029F8" w:rsidRDefault="003029F8" w:rsidP="003029F8">
      <w:pPr>
        <w:pStyle w:val="Fibocomzhf5"/>
      </w:pPr>
      <w:r>
        <w:t>OK</w:t>
      </w:r>
    </w:p>
    <w:p w14:paraId="67255029" w14:textId="77777777" w:rsidR="003029F8" w:rsidRDefault="003029F8" w:rsidP="003029F8">
      <w:pPr>
        <w:pStyle w:val="Fibocomzhf5"/>
      </w:pPr>
      <w:r>
        <w:t>[07-19_11:29:01:509] access /sys/class/net/wwan0/</w:t>
      </w:r>
      <w:proofErr w:type="spellStart"/>
      <w:r>
        <w:t>qmap_mode</w:t>
      </w:r>
      <w:proofErr w:type="spellEnd"/>
    </w:p>
    <w:p w14:paraId="1D8122F7" w14:textId="77777777" w:rsidR="003029F8" w:rsidRDefault="003029F8" w:rsidP="003029F8">
      <w:pPr>
        <w:pStyle w:val="Fibocomzhf5"/>
      </w:pPr>
      <w:r>
        <w:t>[07-19_11:29:01:509] access /sys/class/net/wwan0/</w:t>
      </w:r>
      <w:proofErr w:type="spellStart"/>
      <w:r>
        <w:t>qmap_mode</w:t>
      </w:r>
      <w:proofErr w:type="spellEnd"/>
    </w:p>
    <w:p w14:paraId="7E27310C" w14:textId="77777777" w:rsidR="003029F8" w:rsidRDefault="003029F8" w:rsidP="003029F8">
      <w:pPr>
        <w:pStyle w:val="Fibocomzhf5"/>
      </w:pPr>
      <w:r>
        <w:t xml:space="preserve">[07-19_11:29:01:511] </w:t>
      </w:r>
      <w:proofErr w:type="spellStart"/>
      <w:r>
        <w:t>Fibocom</w:t>
      </w:r>
      <w:proofErr w:type="spellEnd"/>
      <w:r>
        <w:t xml:space="preserve"> multi-</w:t>
      </w:r>
      <w:proofErr w:type="spellStart"/>
      <w:r>
        <w:t>pdn</w:t>
      </w:r>
      <w:proofErr w:type="spellEnd"/>
      <w:r>
        <w:t>-manager 1.0.4</w:t>
      </w:r>
    </w:p>
    <w:p w14:paraId="409198F6" w14:textId="77777777" w:rsidR="003029F8" w:rsidRDefault="003029F8" w:rsidP="003029F8">
      <w:pPr>
        <w:pStyle w:val="Fibocomzhf5"/>
      </w:pPr>
      <w:r>
        <w:t xml:space="preserve">[07-19_11:29:01:511] </w:t>
      </w:r>
      <w:proofErr w:type="spellStart"/>
      <w:r>
        <w:t>Fibocom</w:t>
      </w:r>
      <w:proofErr w:type="spellEnd"/>
      <w:r>
        <w:t xml:space="preserve"> manager current </w:t>
      </w:r>
      <w:proofErr w:type="spellStart"/>
      <w:r>
        <w:t>qmap_num</w:t>
      </w:r>
      <w:proofErr w:type="spellEnd"/>
      <w:r>
        <w:t xml:space="preserve"> is </w:t>
      </w:r>
      <w:proofErr w:type="gramStart"/>
      <w:r>
        <w:t>4</w:t>
      </w:r>
      <w:proofErr w:type="gramEnd"/>
    </w:p>
    <w:p w14:paraId="2CA5FC18" w14:textId="77777777" w:rsidR="003029F8" w:rsidRDefault="003029F8" w:rsidP="003029F8">
      <w:pPr>
        <w:pStyle w:val="Fibocomzhf5"/>
      </w:pPr>
      <w:r>
        <w:t xml:space="preserve">[07-19_11:29:01:511] </w:t>
      </w:r>
      <w:proofErr w:type="spellStart"/>
      <w:r>
        <w:t>Fibocom</w:t>
      </w:r>
      <w:proofErr w:type="spellEnd"/>
      <w:r>
        <w:t xml:space="preserve"> manager sub-instance1 Disconnected</w:t>
      </w:r>
    </w:p>
    <w:p w14:paraId="76C4FFAE" w14:textId="77777777" w:rsidR="003029F8" w:rsidRDefault="003029F8" w:rsidP="003029F8">
      <w:pPr>
        <w:pStyle w:val="Fibocomzhf5"/>
      </w:pPr>
      <w:r>
        <w:t xml:space="preserve">[07-19_11:29:01:511] </w:t>
      </w:r>
      <w:proofErr w:type="spellStart"/>
      <w:r>
        <w:t>Fibocom</w:t>
      </w:r>
      <w:proofErr w:type="spellEnd"/>
      <w:r>
        <w:t xml:space="preserve"> manager sub-instance2 Disconnected</w:t>
      </w:r>
    </w:p>
    <w:p w14:paraId="7E91A3AD" w14:textId="77777777" w:rsidR="003029F8" w:rsidRDefault="003029F8" w:rsidP="003029F8">
      <w:pPr>
        <w:pStyle w:val="Fibocomzhf5"/>
      </w:pPr>
      <w:r>
        <w:t xml:space="preserve">[07-19_11:29:01:511] </w:t>
      </w:r>
      <w:proofErr w:type="spellStart"/>
      <w:r>
        <w:t>Fibocom</w:t>
      </w:r>
      <w:proofErr w:type="spellEnd"/>
      <w:r>
        <w:t xml:space="preserve"> manager sub-instance3 Disconnected</w:t>
      </w:r>
    </w:p>
    <w:p w14:paraId="34413296" w14:textId="77777777" w:rsidR="003029F8" w:rsidRDefault="003029F8" w:rsidP="003029F8">
      <w:pPr>
        <w:pStyle w:val="Fibocomzhf5"/>
      </w:pPr>
      <w:r>
        <w:t xml:space="preserve">[07-19_11:29:01:511] </w:t>
      </w:r>
      <w:proofErr w:type="spellStart"/>
      <w:r>
        <w:t>Fibocom</w:t>
      </w:r>
      <w:proofErr w:type="spellEnd"/>
      <w:r>
        <w:t xml:space="preserve"> manager sub-instance4 Disconnected</w:t>
      </w:r>
    </w:p>
    <w:p w14:paraId="443E7F61" w14:textId="77777777" w:rsidR="003029F8" w:rsidRDefault="003029F8" w:rsidP="003029F8">
      <w:pPr>
        <w:pStyle w:val="Fibocomzhf5"/>
      </w:pPr>
      <w:r>
        <w:t xml:space="preserve">Please select an </w:t>
      </w:r>
      <w:proofErr w:type="gramStart"/>
      <w:r>
        <w:t>action[</w:t>
      </w:r>
      <w:proofErr w:type="gramEnd"/>
      <w:r>
        <w:t>0-9]</w:t>
      </w:r>
    </w:p>
    <w:p w14:paraId="2CA992BE" w14:textId="77777777" w:rsidR="003029F8" w:rsidRDefault="003029F8" w:rsidP="003029F8">
      <w:pPr>
        <w:pStyle w:val="Fibocomzhf5"/>
      </w:pPr>
      <w:proofErr w:type="gramStart"/>
      <w:r>
        <w:t>1.show</w:t>
      </w:r>
      <w:proofErr w:type="gramEnd"/>
      <w:r>
        <w:t xml:space="preserve"> profile setting</w:t>
      </w:r>
    </w:p>
    <w:p w14:paraId="006F4916" w14:textId="77777777" w:rsidR="003029F8" w:rsidRDefault="003029F8" w:rsidP="003029F8">
      <w:pPr>
        <w:pStyle w:val="Fibocomzhf5"/>
      </w:pPr>
      <w:proofErr w:type="gramStart"/>
      <w:r>
        <w:t>2.set</w:t>
      </w:r>
      <w:proofErr w:type="gramEnd"/>
      <w:r>
        <w:t xml:space="preserve"> profile setting</w:t>
      </w:r>
    </w:p>
    <w:p w14:paraId="48537E19" w14:textId="77777777" w:rsidR="003029F8" w:rsidRDefault="003029F8" w:rsidP="003029F8">
      <w:pPr>
        <w:pStyle w:val="Fibocomzhf5"/>
      </w:pPr>
      <w:proofErr w:type="gramStart"/>
      <w:r>
        <w:t>3.connect</w:t>
      </w:r>
      <w:proofErr w:type="gramEnd"/>
      <w:r>
        <w:t xml:space="preserve"> to network</w:t>
      </w:r>
    </w:p>
    <w:p w14:paraId="46196C42" w14:textId="77777777" w:rsidR="003029F8" w:rsidRDefault="003029F8" w:rsidP="003029F8">
      <w:pPr>
        <w:pStyle w:val="Fibocomzhf5"/>
      </w:pPr>
      <w:proofErr w:type="gramStart"/>
      <w:r>
        <w:t>4.disconnect</w:t>
      </w:r>
      <w:proofErr w:type="gramEnd"/>
      <w:r>
        <w:t xml:space="preserve"> to network</w:t>
      </w:r>
    </w:p>
    <w:p w14:paraId="585B09D9" w14:textId="77777777" w:rsidR="003029F8" w:rsidRDefault="003029F8" w:rsidP="003029F8">
      <w:pPr>
        <w:pStyle w:val="Fibocomzhf5"/>
      </w:pPr>
      <w:proofErr w:type="gramStart"/>
      <w:r>
        <w:t>5.show</w:t>
      </w:r>
      <w:proofErr w:type="gramEnd"/>
      <w:r>
        <w:t xml:space="preserve"> connect log</w:t>
      </w:r>
    </w:p>
    <w:p w14:paraId="3795BCEC" w14:textId="77777777" w:rsidR="003029F8" w:rsidRDefault="003029F8" w:rsidP="003029F8">
      <w:pPr>
        <w:pStyle w:val="Fibocomzhf5"/>
      </w:pPr>
      <w:proofErr w:type="gramStart"/>
      <w:r>
        <w:t>6.reload</w:t>
      </w:r>
      <w:proofErr w:type="gramEnd"/>
      <w:r>
        <w:t xml:space="preserve"> profile setting</w:t>
      </w:r>
    </w:p>
    <w:p w14:paraId="067D8394" w14:textId="77777777" w:rsidR="003029F8" w:rsidRDefault="003029F8" w:rsidP="003029F8">
      <w:pPr>
        <w:pStyle w:val="Fibocomzhf5"/>
      </w:pPr>
      <w:proofErr w:type="gramStart"/>
      <w:r>
        <w:t>7.save</w:t>
      </w:r>
      <w:proofErr w:type="gramEnd"/>
      <w:r>
        <w:t xml:space="preserve"> profile setting</w:t>
      </w:r>
    </w:p>
    <w:p w14:paraId="182D7014" w14:textId="77777777" w:rsidR="003029F8" w:rsidRDefault="003029F8" w:rsidP="003029F8">
      <w:pPr>
        <w:pStyle w:val="Fibocomzhf5"/>
      </w:pPr>
      <w:proofErr w:type="gramStart"/>
      <w:r>
        <w:t>8.show</w:t>
      </w:r>
      <w:proofErr w:type="gramEnd"/>
      <w:r>
        <w:t xml:space="preserve"> max instance number</w:t>
      </w:r>
    </w:p>
    <w:p w14:paraId="2231624B" w14:textId="77777777" w:rsidR="003029F8" w:rsidRDefault="003029F8" w:rsidP="003029F8">
      <w:pPr>
        <w:pStyle w:val="Fibocomzhf5"/>
      </w:pPr>
      <w:proofErr w:type="gramStart"/>
      <w:r>
        <w:t>9.set</w:t>
      </w:r>
      <w:proofErr w:type="gramEnd"/>
      <w:r>
        <w:t xml:space="preserve"> max instance number</w:t>
      </w:r>
    </w:p>
    <w:p w14:paraId="5B94A578" w14:textId="77777777" w:rsidR="003029F8" w:rsidRDefault="003029F8" w:rsidP="003029F8">
      <w:pPr>
        <w:pStyle w:val="Fibocomzhf5"/>
      </w:pPr>
      <w:proofErr w:type="gramStart"/>
      <w:r>
        <w:t>0.exit</w:t>
      </w:r>
      <w:proofErr w:type="gramEnd"/>
    </w:p>
    <w:p w14:paraId="709CDEB5" w14:textId="77777777" w:rsidR="003029F8" w:rsidRPr="0030515C" w:rsidRDefault="003029F8" w:rsidP="003029F8">
      <w:pPr>
        <w:pStyle w:val="Fibocomzhf5"/>
        <w:rPr>
          <w:b/>
        </w:rPr>
      </w:pPr>
      <w:proofErr w:type="gramStart"/>
      <w:r w:rsidRPr="0030515C">
        <w:rPr>
          <w:b/>
        </w:rPr>
        <w:t>input</w:t>
      </w:r>
      <w:proofErr w:type="gramEnd"/>
      <w:r w:rsidRPr="0030515C">
        <w:rPr>
          <w:b/>
        </w:rPr>
        <w:t xml:space="preserve"> [0-9]: 3</w:t>
      </w:r>
    </w:p>
    <w:p w14:paraId="4D18B818" w14:textId="77777777" w:rsidR="003029F8" w:rsidRPr="0030515C" w:rsidRDefault="003029F8" w:rsidP="003029F8">
      <w:pPr>
        <w:pStyle w:val="Fibocomzhf5"/>
        <w:rPr>
          <w:b/>
        </w:rPr>
      </w:pPr>
      <w:proofErr w:type="gramStart"/>
      <w:r w:rsidRPr="0030515C">
        <w:rPr>
          <w:b/>
        </w:rPr>
        <w:t>connect</w:t>
      </w:r>
      <w:proofErr w:type="gramEnd"/>
      <w:r w:rsidRPr="0030515C">
        <w:rPr>
          <w:b/>
        </w:rPr>
        <w:t xml:space="preserve"> visual net interface use:1</w:t>
      </w:r>
    </w:p>
    <w:p w14:paraId="485B51C0" w14:textId="77777777" w:rsidR="003029F8" w:rsidRPr="0030515C" w:rsidRDefault="003029F8" w:rsidP="003029F8">
      <w:pPr>
        <w:pStyle w:val="Fibocomzhf5"/>
        <w:rPr>
          <w:b/>
        </w:rPr>
      </w:pPr>
      <w:proofErr w:type="gramStart"/>
      <w:r w:rsidRPr="0030515C">
        <w:rPr>
          <w:b/>
        </w:rPr>
        <w:t>connect</w:t>
      </w:r>
      <w:proofErr w:type="gramEnd"/>
      <w:r w:rsidRPr="0030515C">
        <w:rPr>
          <w:b/>
        </w:rPr>
        <w:t xml:space="preserve"> profile use:1</w:t>
      </w:r>
    </w:p>
    <w:p w14:paraId="725C1534" w14:textId="77777777" w:rsidR="003029F8" w:rsidRDefault="003029F8" w:rsidP="003029F8">
      <w:pPr>
        <w:pStyle w:val="Fibocomzhf5"/>
      </w:pPr>
      <w:r>
        <w:t>[07-19_11:29:04:555] Start connect network use instance 1 profile 1</w:t>
      </w:r>
    </w:p>
    <w:p w14:paraId="51A65FA7" w14:textId="77777777" w:rsidR="003029F8" w:rsidRDefault="003029F8" w:rsidP="003029F8">
      <w:pPr>
        <w:pStyle w:val="Fibocomzhf5"/>
      </w:pPr>
      <w:proofErr w:type="spellStart"/>
      <w:r>
        <w:t>fibocom</w:t>
      </w:r>
      <w:proofErr w:type="spellEnd"/>
      <w:r>
        <w:t xml:space="preserve">-dial -N 4 -n 1 -m 1 -s 1234567890 </w:t>
      </w:r>
      <w:proofErr w:type="spellStart"/>
      <w:r>
        <w:t>qwertyuio</w:t>
      </w:r>
      <w:proofErr w:type="spellEnd"/>
      <w:r>
        <w:t xml:space="preserve"> </w:t>
      </w:r>
      <w:proofErr w:type="spellStart"/>
      <w:r>
        <w:t>asdfghjkl</w:t>
      </w:r>
      <w:proofErr w:type="spellEnd"/>
      <w:r>
        <w:t xml:space="preserve"> 2 -4 -f instance1.txt </w:t>
      </w:r>
    </w:p>
    <w:p w14:paraId="76B07BEE" w14:textId="77777777" w:rsidR="003029F8" w:rsidRDefault="003029F8" w:rsidP="003029F8">
      <w:pPr>
        <w:pStyle w:val="Fibocomzhf5"/>
      </w:pPr>
      <w:r>
        <w:t xml:space="preserve">Press any key to </w:t>
      </w:r>
      <w:proofErr w:type="spellStart"/>
      <w:proofErr w:type="gramStart"/>
      <w:r>
        <w:t>continus</w:t>
      </w:r>
      <w:proofErr w:type="spellEnd"/>
      <w:r>
        <w:t>[</w:t>
      </w:r>
      <w:proofErr w:type="gramEnd"/>
      <w:r>
        <w:t xml:space="preserve">07-19_11:29:04:561] exec </w:t>
      </w:r>
      <w:proofErr w:type="spellStart"/>
      <w:r>
        <w:t>pid</w:t>
      </w:r>
      <w:proofErr w:type="spellEnd"/>
      <w:r>
        <w:t xml:space="preserve"> 11717</w:t>
      </w:r>
    </w:p>
    <w:p w14:paraId="6B8F59BC" w14:textId="77777777" w:rsidR="003029F8" w:rsidRDefault="003029F8" w:rsidP="003029F8">
      <w:pPr>
        <w:pStyle w:val="Fibocomzhf5"/>
      </w:pPr>
      <w:r>
        <w:t>[07-19_11:29:04:562] Fibocom-dial_Linux_Tool_V2.0.8</w:t>
      </w:r>
    </w:p>
    <w:p w14:paraId="7572804C" w14:textId="77777777" w:rsidR="003029F8" w:rsidRDefault="003029F8" w:rsidP="003029F8">
      <w:pPr>
        <w:pStyle w:val="Fibocomzhf5"/>
      </w:pPr>
      <w:r>
        <w:t xml:space="preserve">[07-19_11:29:04:562] </w:t>
      </w:r>
      <w:proofErr w:type="spellStart"/>
      <w:r>
        <w:t>fibocom</w:t>
      </w:r>
      <w:proofErr w:type="spellEnd"/>
      <w:r>
        <w:t xml:space="preserve">-dial </w:t>
      </w:r>
      <w:proofErr w:type="gramStart"/>
      <w:r>
        <w:t>profile[</w:t>
      </w:r>
      <w:proofErr w:type="gramEnd"/>
      <w:r>
        <w:t>1] = 1234567890/</w:t>
      </w:r>
      <w:proofErr w:type="spellStart"/>
      <w:r>
        <w:t>qwertyuio</w:t>
      </w:r>
      <w:proofErr w:type="spellEnd"/>
      <w:r>
        <w:t>/</w:t>
      </w:r>
      <w:proofErr w:type="spellStart"/>
      <w:r>
        <w:t>asdfghjkl</w:t>
      </w:r>
      <w:proofErr w:type="spellEnd"/>
      <w:r>
        <w:t xml:space="preserve">/2, </w:t>
      </w:r>
      <w:proofErr w:type="spellStart"/>
      <w:r>
        <w:t>pincode</w:t>
      </w:r>
      <w:proofErr w:type="spellEnd"/>
      <w:r>
        <w:t xml:space="preserve"> = (null)</w:t>
      </w:r>
    </w:p>
    <w:p w14:paraId="44B0DF51" w14:textId="77777777" w:rsidR="003029F8" w:rsidRDefault="003029F8" w:rsidP="003029F8">
      <w:pPr>
        <w:pStyle w:val="Fibocomzhf5"/>
      </w:pPr>
      <w:r>
        <w:t xml:space="preserve">[07-19_11:29:04:562] </w:t>
      </w:r>
      <w:proofErr w:type="gramStart"/>
      <w:r>
        <w:t>socket[</w:t>
      </w:r>
      <w:proofErr w:type="gramEnd"/>
      <w:r>
        <w:t xml:space="preserve">5] </w:t>
      </w:r>
      <w:proofErr w:type="spellStart"/>
      <w:r>
        <w:t>successfuly</w:t>
      </w:r>
      <w:proofErr w:type="spellEnd"/>
      <w:r>
        <w:t>!</w:t>
      </w:r>
    </w:p>
    <w:p w14:paraId="5073FC11" w14:textId="77777777" w:rsidR="003029F8" w:rsidRDefault="003029F8" w:rsidP="003029F8">
      <w:pPr>
        <w:pStyle w:val="Fibocomzhf5"/>
      </w:pPr>
      <w:r>
        <w:t>[07-19_11:29:04:562] Waiting client to connect</w:t>
      </w:r>
      <w:proofErr w:type="gramStart"/>
      <w:r>
        <w:t>.....</w:t>
      </w:r>
      <w:proofErr w:type="gramEnd"/>
    </w:p>
    <w:p w14:paraId="0C9A099F" w14:textId="77777777" w:rsidR="003029F8" w:rsidRDefault="003029F8" w:rsidP="003029F8">
      <w:pPr>
        <w:pStyle w:val="Fibocomzhf5"/>
      </w:pPr>
      <w:r>
        <w:lastRenderedPageBreak/>
        <w:t>[07-19_11:29:04:563] Find /sys/bus/</w:t>
      </w:r>
      <w:proofErr w:type="spellStart"/>
      <w:r>
        <w:t>usb</w:t>
      </w:r>
      <w:proofErr w:type="spellEnd"/>
      <w:r>
        <w:t xml:space="preserve">/devices/1-1 </w:t>
      </w:r>
      <w:proofErr w:type="spellStart"/>
      <w:r>
        <w:t>idVendor</w:t>
      </w:r>
      <w:proofErr w:type="spellEnd"/>
      <w:r>
        <w:t xml:space="preserve">=2cb7 </w:t>
      </w:r>
      <w:proofErr w:type="spellStart"/>
      <w:r>
        <w:t>idProduct</w:t>
      </w:r>
      <w:proofErr w:type="spellEnd"/>
      <w:r>
        <w:t>=0104</w:t>
      </w:r>
    </w:p>
    <w:p w14:paraId="0C6FCC64" w14:textId="77777777" w:rsidR="003029F8" w:rsidRDefault="003029F8" w:rsidP="003029F8">
      <w:pPr>
        <w:pStyle w:val="Fibocomzhf5"/>
      </w:pPr>
      <w:r>
        <w:t>[07-19_11:29:04:563] Find /sys/bus/</w:t>
      </w:r>
      <w:proofErr w:type="spellStart"/>
      <w:r>
        <w:t>usb</w:t>
      </w:r>
      <w:proofErr w:type="spellEnd"/>
      <w:r>
        <w:t>/devices/1-1:1.4/net/wwan0</w:t>
      </w:r>
    </w:p>
    <w:p w14:paraId="3800D193" w14:textId="77777777" w:rsidR="003029F8" w:rsidRDefault="003029F8" w:rsidP="003029F8">
      <w:pPr>
        <w:pStyle w:val="Fibocomzhf5"/>
      </w:pPr>
      <w:r>
        <w:t xml:space="preserve">[07-19_11:29:04:563] Find </w:t>
      </w:r>
      <w:proofErr w:type="spellStart"/>
      <w:r>
        <w:t>usbnet_adapter</w:t>
      </w:r>
      <w:proofErr w:type="spellEnd"/>
      <w:r>
        <w:t xml:space="preserve"> = wwan0</w:t>
      </w:r>
    </w:p>
    <w:p w14:paraId="1274C58E" w14:textId="77777777" w:rsidR="003029F8" w:rsidRDefault="003029F8" w:rsidP="003029F8">
      <w:pPr>
        <w:pStyle w:val="Fibocomzhf5"/>
      </w:pPr>
      <w:r>
        <w:t>[07-19_11:29:04:563] Find /sys/bus/</w:t>
      </w:r>
      <w:proofErr w:type="spellStart"/>
      <w:r>
        <w:t>usb</w:t>
      </w:r>
      <w:proofErr w:type="spellEnd"/>
      <w:r>
        <w:t>/devices/1-1:1.4/</w:t>
      </w:r>
      <w:proofErr w:type="spellStart"/>
      <w:r>
        <w:t>usbmisc</w:t>
      </w:r>
      <w:proofErr w:type="spellEnd"/>
      <w:r>
        <w:t>/cdc-wdm0</w:t>
      </w:r>
    </w:p>
    <w:p w14:paraId="24CB8133" w14:textId="77777777" w:rsidR="003029F8" w:rsidRDefault="003029F8" w:rsidP="003029F8">
      <w:pPr>
        <w:pStyle w:val="Fibocomzhf5"/>
      </w:pPr>
      <w:r>
        <w:t xml:space="preserve">[07-19_11:29:04:563] Find </w:t>
      </w:r>
      <w:proofErr w:type="spellStart"/>
      <w:r>
        <w:t>qmichannel</w:t>
      </w:r>
      <w:proofErr w:type="spellEnd"/>
      <w:r>
        <w:t xml:space="preserve"> = /dev/cdc-wdm0</w:t>
      </w:r>
    </w:p>
    <w:p w14:paraId="2E28463D" w14:textId="77777777" w:rsidR="003029F8" w:rsidRDefault="003029F8" w:rsidP="003029F8">
      <w:pPr>
        <w:pStyle w:val="Fibocomzhf5"/>
      </w:pPr>
      <w:r>
        <w:t xml:space="preserve">[07-19_11:29:04:563] </w:t>
      </w:r>
      <w:proofErr w:type="spellStart"/>
      <w:proofErr w:type="gramStart"/>
      <w:r>
        <w:t>qmichannel</w:t>
      </w:r>
      <w:proofErr w:type="spellEnd"/>
      <w:r>
        <w:t>(</w:t>
      </w:r>
      <w:proofErr w:type="gramEnd"/>
      <w:r>
        <w:t xml:space="preserve">/dev/cdc-wdm0) </w:t>
      </w:r>
      <w:proofErr w:type="spellStart"/>
      <w:r>
        <w:t>usbnet_adapter</w:t>
      </w:r>
      <w:proofErr w:type="spellEnd"/>
      <w:r>
        <w:t xml:space="preserve">(wwan0) </w:t>
      </w:r>
    </w:p>
    <w:p w14:paraId="5A1B5B4A" w14:textId="77777777" w:rsidR="003029F8" w:rsidRDefault="003029F8" w:rsidP="003029F8">
      <w:pPr>
        <w:pStyle w:val="Fibocomzhf5"/>
      </w:pPr>
      <w:r>
        <w:t xml:space="preserve">[07-19_11:29:04:563] </w:t>
      </w:r>
      <w:proofErr w:type="spellStart"/>
      <w:r>
        <w:t>pcie</w:t>
      </w:r>
      <w:proofErr w:type="spellEnd"/>
      <w:r>
        <w:t xml:space="preserve"> mode</w:t>
      </w:r>
    </w:p>
    <w:p w14:paraId="668A0A82" w14:textId="77777777" w:rsidR="003029F8" w:rsidRDefault="003029F8" w:rsidP="003029F8">
      <w:pPr>
        <w:pStyle w:val="Fibocomzhf5"/>
      </w:pPr>
      <w:r>
        <w:t xml:space="preserve">[07-19_11:29:04:563] </w:t>
      </w:r>
      <w:proofErr w:type="spellStart"/>
      <w:proofErr w:type="gramStart"/>
      <w:r>
        <w:t>ioctl</w:t>
      </w:r>
      <w:proofErr w:type="spellEnd"/>
      <w:r>
        <w:t>(</w:t>
      </w:r>
      <w:proofErr w:type="gramEnd"/>
      <w:r>
        <w:t xml:space="preserve">0x89f3, </w:t>
      </w:r>
      <w:proofErr w:type="spellStart"/>
      <w:r>
        <w:t>qmap_settings</w:t>
      </w:r>
      <w:proofErr w:type="spellEnd"/>
      <w:r>
        <w:t xml:space="preserve">) failed: Operation not supported, </w:t>
      </w:r>
      <w:proofErr w:type="spellStart"/>
      <w:r>
        <w:t>rc</w:t>
      </w:r>
      <w:proofErr w:type="spellEnd"/>
      <w:r>
        <w:t>=-1</w:t>
      </w:r>
    </w:p>
    <w:p w14:paraId="58C21B41" w14:textId="77777777" w:rsidR="003029F8" w:rsidRDefault="003029F8" w:rsidP="003029F8">
      <w:pPr>
        <w:pStyle w:val="Fibocomzhf5"/>
      </w:pPr>
      <w:r>
        <w:t>[07-19_11:29:04:563] access /sys/class/net/wwan0/</w:t>
      </w:r>
      <w:proofErr w:type="spellStart"/>
      <w:r>
        <w:t>qmap_mode</w:t>
      </w:r>
      <w:proofErr w:type="spellEnd"/>
    </w:p>
    <w:p w14:paraId="299C7A63" w14:textId="77777777" w:rsidR="003029F8" w:rsidRDefault="003029F8" w:rsidP="003029F8">
      <w:pPr>
        <w:pStyle w:val="Fibocomzhf5"/>
      </w:pPr>
      <w:r>
        <w:t xml:space="preserve">[07-19_11:29:04:563] </w:t>
      </w:r>
      <w:proofErr w:type="spellStart"/>
      <w:r>
        <w:t>qmap_mode</w:t>
      </w:r>
      <w:proofErr w:type="spellEnd"/>
      <w:r>
        <w:t xml:space="preserve"> = 4, </w:t>
      </w:r>
      <w:proofErr w:type="spellStart"/>
      <w:r>
        <w:t>muxid</w:t>
      </w:r>
      <w:proofErr w:type="spellEnd"/>
      <w:r>
        <w:t xml:space="preserve"> = 0x81, </w:t>
      </w:r>
      <w:proofErr w:type="spellStart"/>
      <w:r>
        <w:t>qmap_netcard</w:t>
      </w:r>
      <w:proofErr w:type="spellEnd"/>
      <w:r>
        <w:t xml:space="preserve"> = </w:t>
      </w:r>
      <w:r w:rsidRPr="0030515C">
        <w:rPr>
          <w:b/>
        </w:rPr>
        <w:t>wwan0.1</w:t>
      </w:r>
    </w:p>
    <w:p w14:paraId="730FDF69" w14:textId="77777777" w:rsidR="003029F8" w:rsidRDefault="003029F8" w:rsidP="003029F8">
      <w:pPr>
        <w:pStyle w:val="Fibocomzhf5"/>
      </w:pPr>
      <w:r>
        <w:t xml:space="preserve">[07-19_11:29:04:563] </w:t>
      </w:r>
      <w:proofErr w:type="spellStart"/>
      <w:proofErr w:type="gramStart"/>
      <w:r>
        <w:t>ioctl</w:t>
      </w:r>
      <w:proofErr w:type="spellEnd"/>
      <w:r>
        <w:t>(</w:t>
      </w:r>
      <w:proofErr w:type="gramEnd"/>
      <w:r>
        <w:t xml:space="preserve">0x89f3, </w:t>
      </w:r>
      <w:proofErr w:type="spellStart"/>
      <w:r>
        <w:t>qmap_settings</w:t>
      </w:r>
      <w:proofErr w:type="spellEnd"/>
      <w:r>
        <w:t xml:space="preserve">) failed: Operation not supported, </w:t>
      </w:r>
      <w:proofErr w:type="spellStart"/>
      <w:r>
        <w:t>rc</w:t>
      </w:r>
      <w:proofErr w:type="spellEnd"/>
      <w:r>
        <w:t>=-1</w:t>
      </w:r>
    </w:p>
    <w:p w14:paraId="42FAA8DE" w14:textId="77777777" w:rsidR="003029F8" w:rsidRDefault="003029F8" w:rsidP="003029F8">
      <w:pPr>
        <w:pStyle w:val="Fibocomzhf5"/>
      </w:pPr>
      <w:r>
        <w:t>[07-19_11:29:04:563] access /sys/class/net/wwan0/</w:t>
      </w:r>
      <w:proofErr w:type="spellStart"/>
      <w:r>
        <w:t>qmap_mode</w:t>
      </w:r>
      <w:proofErr w:type="spellEnd"/>
    </w:p>
    <w:p w14:paraId="252D31E1" w14:textId="77777777" w:rsidR="003029F8" w:rsidRDefault="003029F8" w:rsidP="003029F8">
      <w:pPr>
        <w:pStyle w:val="Fibocomzhf5"/>
      </w:pPr>
      <w:r>
        <w:t xml:space="preserve">[07-19_11:29:04:563] </w:t>
      </w:r>
      <w:proofErr w:type="spellStart"/>
      <w:r>
        <w:t>qmap_mode</w:t>
      </w:r>
      <w:proofErr w:type="spellEnd"/>
      <w:r>
        <w:t xml:space="preserve"> = 4, </w:t>
      </w:r>
      <w:proofErr w:type="spellStart"/>
      <w:r>
        <w:t>muxid</w:t>
      </w:r>
      <w:proofErr w:type="spellEnd"/>
      <w:r>
        <w:t xml:space="preserve"> = 0x81, </w:t>
      </w:r>
      <w:proofErr w:type="spellStart"/>
      <w:r>
        <w:t>qmap_netcard</w:t>
      </w:r>
      <w:proofErr w:type="spellEnd"/>
      <w:r>
        <w:t xml:space="preserve"> = wwan0.1</w:t>
      </w:r>
    </w:p>
    <w:p w14:paraId="51DF476C" w14:textId="77777777" w:rsidR="003029F8" w:rsidRDefault="003029F8" w:rsidP="003029F8">
      <w:pPr>
        <w:pStyle w:val="Fibocomzhf5"/>
      </w:pPr>
      <w:r>
        <w:t xml:space="preserve">[07-19_11:29:04:563] connect to </w:t>
      </w:r>
      <w:proofErr w:type="spellStart"/>
      <w:r>
        <w:t>fibo_qmimsg_server</w:t>
      </w:r>
      <w:proofErr w:type="spellEnd"/>
      <w:r>
        <w:t xml:space="preserve"> </w:t>
      </w:r>
      <w:proofErr w:type="spellStart"/>
      <w:r>
        <w:t>sockfd</w:t>
      </w:r>
      <w:proofErr w:type="spellEnd"/>
      <w:r>
        <w:t xml:space="preserve"> = 11</w:t>
      </w:r>
    </w:p>
    <w:p w14:paraId="7DC3ED65" w14:textId="77777777" w:rsidR="003029F8" w:rsidRDefault="003029F8" w:rsidP="003029F8">
      <w:pPr>
        <w:pStyle w:val="Fibocomzhf5"/>
      </w:pPr>
      <w:r>
        <w:t xml:space="preserve">[07-19_11:29:04:563] </w:t>
      </w:r>
      <w:proofErr w:type="spellStart"/>
      <w:r>
        <w:t>cdc_wdm_fd</w:t>
      </w:r>
      <w:proofErr w:type="spellEnd"/>
      <w:r>
        <w:t xml:space="preserve"> = 11</w:t>
      </w:r>
    </w:p>
    <w:p w14:paraId="607742DC" w14:textId="77777777" w:rsidR="003029F8" w:rsidRDefault="003029F8" w:rsidP="003029F8">
      <w:pPr>
        <w:pStyle w:val="Fibocomzhf5"/>
      </w:pPr>
      <w:r>
        <w:t xml:space="preserve">[07-19_11:29:04:563] write </w:t>
      </w:r>
      <w:proofErr w:type="spellStart"/>
      <w:r>
        <w:t>triger_event</w:t>
      </w:r>
      <w:proofErr w:type="spellEnd"/>
      <w:r>
        <w:t xml:space="preserve">: 4098 to </w:t>
      </w:r>
      <w:proofErr w:type="spellStart"/>
      <w:r>
        <w:t>qmidevice_control_fd</w:t>
      </w:r>
      <w:proofErr w:type="spellEnd"/>
    </w:p>
    <w:p w14:paraId="5A4CE5D6" w14:textId="77777777" w:rsidR="003029F8" w:rsidRDefault="003029F8" w:rsidP="003029F8">
      <w:pPr>
        <w:pStyle w:val="Fibocomzhf5"/>
      </w:pPr>
      <w:r>
        <w:t xml:space="preserve">[07-19_11:29:04:621]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1 </w:t>
      </w:r>
      <w:proofErr w:type="spellStart"/>
      <w:r>
        <w:t>clientid</w:t>
      </w:r>
      <w:proofErr w:type="spellEnd"/>
      <w:r>
        <w:t xml:space="preserve"> 14</w:t>
      </w:r>
    </w:p>
    <w:p w14:paraId="531A1C81" w14:textId="77777777" w:rsidR="003029F8" w:rsidRDefault="003029F8" w:rsidP="003029F8">
      <w:pPr>
        <w:pStyle w:val="Fibocomzhf5"/>
      </w:pPr>
      <w:r>
        <w:t xml:space="preserve">[07-19_11:29:04:621] Get </w:t>
      </w:r>
      <w:proofErr w:type="spellStart"/>
      <w:r>
        <w:t>clientWDS</w:t>
      </w:r>
      <w:proofErr w:type="spellEnd"/>
      <w:r>
        <w:t xml:space="preserve"> = 14</w:t>
      </w:r>
    </w:p>
    <w:p w14:paraId="2BC471EE" w14:textId="77777777" w:rsidR="003029F8" w:rsidRDefault="003029F8" w:rsidP="003029F8">
      <w:pPr>
        <w:pStyle w:val="Fibocomzhf5"/>
      </w:pPr>
      <w:r>
        <w:t xml:space="preserve">[07-19_11:29:04:652]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2 </w:t>
      </w:r>
      <w:proofErr w:type="spellStart"/>
      <w:r>
        <w:t>clientid</w:t>
      </w:r>
      <w:proofErr w:type="spellEnd"/>
      <w:r>
        <w:t xml:space="preserve"> 1</w:t>
      </w:r>
    </w:p>
    <w:p w14:paraId="2A5394F9" w14:textId="77777777" w:rsidR="003029F8" w:rsidRDefault="003029F8" w:rsidP="003029F8">
      <w:pPr>
        <w:pStyle w:val="Fibocomzhf5"/>
      </w:pPr>
      <w:r>
        <w:t xml:space="preserve">[07-19_11:29:04:652] Get </w:t>
      </w:r>
      <w:proofErr w:type="spellStart"/>
      <w:r>
        <w:t>clientDMS</w:t>
      </w:r>
      <w:proofErr w:type="spellEnd"/>
      <w:r>
        <w:t xml:space="preserve"> = 1</w:t>
      </w:r>
    </w:p>
    <w:p w14:paraId="6386E24E" w14:textId="77777777" w:rsidR="003029F8" w:rsidRDefault="003029F8" w:rsidP="003029F8">
      <w:pPr>
        <w:pStyle w:val="Fibocomzhf5"/>
      </w:pPr>
      <w:r>
        <w:t xml:space="preserve">[07-19_11:29:04:684]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3 </w:t>
      </w:r>
      <w:proofErr w:type="spellStart"/>
      <w:r>
        <w:t>clientid</w:t>
      </w:r>
      <w:proofErr w:type="spellEnd"/>
      <w:r>
        <w:t xml:space="preserve"> 2</w:t>
      </w:r>
    </w:p>
    <w:p w14:paraId="48A4BFF9" w14:textId="77777777" w:rsidR="003029F8" w:rsidRDefault="003029F8" w:rsidP="003029F8">
      <w:pPr>
        <w:pStyle w:val="Fibocomzhf5"/>
      </w:pPr>
      <w:r>
        <w:t xml:space="preserve">[07-19_11:29:04:684] Get </w:t>
      </w:r>
      <w:proofErr w:type="spellStart"/>
      <w:r>
        <w:t>clientNAS</w:t>
      </w:r>
      <w:proofErr w:type="spellEnd"/>
      <w:r>
        <w:t xml:space="preserve"> = 2</w:t>
      </w:r>
    </w:p>
    <w:p w14:paraId="73659409" w14:textId="77777777" w:rsidR="003029F8" w:rsidRDefault="003029F8" w:rsidP="003029F8">
      <w:pPr>
        <w:pStyle w:val="Fibocomzhf5"/>
      </w:pPr>
      <w:r>
        <w:t xml:space="preserve">[07-19_11:29:04:716]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11 </w:t>
      </w:r>
      <w:proofErr w:type="spellStart"/>
      <w:r>
        <w:t>clientid</w:t>
      </w:r>
      <w:proofErr w:type="spellEnd"/>
      <w:r>
        <w:t xml:space="preserve"> 2</w:t>
      </w:r>
    </w:p>
    <w:p w14:paraId="1AED22A5" w14:textId="77777777" w:rsidR="003029F8" w:rsidRDefault="003029F8" w:rsidP="003029F8">
      <w:pPr>
        <w:pStyle w:val="Fibocomzhf5"/>
      </w:pPr>
      <w:r>
        <w:t xml:space="preserve">[07-19_11:29:04:716] Get </w:t>
      </w:r>
      <w:proofErr w:type="spellStart"/>
      <w:r>
        <w:t>clientUIM</w:t>
      </w:r>
      <w:proofErr w:type="spellEnd"/>
      <w:r>
        <w:t xml:space="preserve"> = 2</w:t>
      </w:r>
    </w:p>
    <w:p w14:paraId="1656D3B5" w14:textId="77777777" w:rsidR="003029F8" w:rsidRDefault="003029F8" w:rsidP="003029F8">
      <w:pPr>
        <w:pStyle w:val="Fibocomzhf5"/>
      </w:pPr>
      <w:r>
        <w:t xml:space="preserve">[07-19_11:29:04:749] </w:t>
      </w:r>
      <w:proofErr w:type="spellStart"/>
      <w:r>
        <w:t>requestBaseBandVersion</w:t>
      </w:r>
      <w:proofErr w:type="spellEnd"/>
      <w:r>
        <w:t xml:space="preserve"> 89602.1000.00.04.08.21</w:t>
      </w:r>
    </w:p>
    <w:p w14:paraId="1C049056" w14:textId="77777777" w:rsidR="003029F8" w:rsidRDefault="003029F8" w:rsidP="003029F8">
      <w:pPr>
        <w:pStyle w:val="Fibocomzhf5"/>
      </w:pPr>
      <w:r>
        <w:t xml:space="preserve">[07-19_11:29:04:812] </w:t>
      </w:r>
      <w:proofErr w:type="spellStart"/>
      <w:r>
        <w:t>sim_select</w:t>
      </w:r>
      <w:proofErr w:type="spellEnd"/>
      <w:r>
        <w:t xml:space="preserve"> = 0</w:t>
      </w:r>
    </w:p>
    <w:p w14:paraId="7621F4F4" w14:textId="77777777" w:rsidR="003029F8" w:rsidRDefault="003029F8" w:rsidP="003029F8">
      <w:pPr>
        <w:pStyle w:val="Fibocomzhf5"/>
      </w:pPr>
      <w:r>
        <w:t xml:space="preserve">[07-19_11:29:04:844] curr_ints_sim1 </w:t>
      </w:r>
    </w:p>
    <w:p w14:paraId="0FBF19F2" w14:textId="77777777" w:rsidR="003029F8" w:rsidRDefault="003029F8" w:rsidP="003029F8">
      <w:pPr>
        <w:pStyle w:val="Fibocomzhf5"/>
      </w:pPr>
      <w:r>
        <w:t xml:space="preserve">[07-19_11:29:04:844] </w:t>
      </w:r>
      <w:proofErr w:type="spellStart"/>
      <w:r>
        <w:t>curr_ints</w:t>
      </w:r>
      <w:proofErr w:type="spellEnd"/>
      <w:r>
        <w:t>-&gt;</w:t>
      </w:r>
      <w:proofErr w:type="spellStart"/>
      <w:r>
        <w:t>CardState</w:t>
      </w:r>
      <w:proofErr w:type="spellEnd"/>
      <w:r>
        <w:t xml:space="preserve"> is 1</w:t>
      </w:r>
    </w:p>
    <w:p w14:paraId="31532292" w14:textId="77777777" w:rsidR="003029F8" w:rsidRDefault="003029F8" w:rsidP="003029F8">
      <w:pPr>
        <w:pStyle w:val="Fibocomzhf5"/>
      </w:pPr>
      <w:r>
        <w:t xml:space="preserve">[07-19_11:29:04:845] </w:t>
      </w:r>
      <w:proofErr w:type="spellStart"/>
      <w:r>
        <w:t>curr_ints</w:t>
      </w:r>
      <w:proofErr w:type="spellEnd"/>
      <w:r>
        <w:t>-&gt;</w:t>
      </w:r>
      <w:proofErr w:type="spellStart"/>
      <w:r>
        <w:t>NumApp</w:t>
      </w:r>
      <w:proofErr w:type="spellEnd"/>
      <w:r>
        <w:t xml:space="preserve"> is 1</w:t>
      </w:r>
    </w:p>
    <w:p w14:paraId="5D6203B8" w14:textId="77777777" w:rsidR="003029F8" w:rsidRDefault="003029F8" w:rsidP="003029F8">
      <w:pPr>
        <w:pStyle w:val="Fibocomzhf5"/>
      </w:pPr>
      <w:r>
        <w:t xml:space="preserve">[07-19_11:29:04:845] </w:t>
      </w:r>
      <w:proofErr w:type="spellStart"/>
      <w:r>
        <w:t>AppType</w:t>
      </w:r>
      <w:proofErr w:type="spellEnd"/>
      <w:r>
        <w:t xml:space="preserve"> = 2</w:t>
      </w:r>
    </w:p>
    <w:p w14:paraId="14358B07" w14:textId="77777777" w:rsidR="003029F8" w:rsidRDefault="003029F8" w:rsidP="003029F8">
      <w:pPr>
        <w:pStyle w:val="Fibocomzhf5"/>
      </w:pPr>
      <w:r>
        <w:t xml:space="preserve">[07-19_11:29:04:845] </w:t>
      </w:r>
      <w:proofErr w:type="spellStart"/>
      <w:r>
        <w:t>requestGetSIMStatus</w:t>
      </w:r>
      <w:proofErr w:type="spellEnd"/>
      <w:r>
        <w:t xml:space="preserve"> </w:t>
      </w:r>
      <w:proofErr w:type="spellStart"/>
      <w:r>
        <w:t>SIMStatus</w:t>
      </w:r>
      <w:proofErr w:type="spellEnd"/>
      <w:r>
        <w:t>: SIM_READY</w:t>
      </w:r>
    </w:p>
    <w:p w14:paraId="65235592" w14:textId="77777777" w:rsidR="003029F8" w:rsidRDefault="003029F8" w:rsidP="003029F8">
      <w:pPr>
        <w:pStyle w:val="Fibocomzhf5"/>
      </w:pPr>
      <w:r>
        <w:t xml:space="preserve">[07-19_11:29:04:875] </w:t>
      </w:r>
      <w:proofErr w:type="spellStart"/>
      <w:r>
        <w:t>requestGetICCID</w:t>
      </w:r>
      <w:proofErr w:type="spellEnd"/>
      <w:r>
        <w:t xml:space="preserve"> </w:t>
      </w:r>
      <w:proofErr w:type="spellStart"/>
      <w:r>
        <w:t>DeviceICCID</w:t>
      </w:r>
      <w:proofErr w:type="spellEnd"/>
      <w:r>
        <w:t>: 898600F0261831632928</w:t>
      </w:r>
    </w:p>
    <w:p w14:paraId="1796AD90" w14:textId="77777777" w:rsidR="003029F8" w:rsidRDefault="003029F8" w:rsidP="003029F8">
      <w:pPr>
        <w:pStyle w:val="Fibocomzhf5"/>
      </w:pPr>
      <w:r>
        <w:t xml:space="preserve">[07-19_11:29:04:908] </w:t>
      </w:r>
      <w:proofErr w:type="spellStart"/>
      <w:r>
        <w:t>requestGetIMSI</w:t>
      </w:r>
      <w:proofErr w:type="spellEnd"/>
      <w:r>
        <w:t xml:space="preserve"> </w:t>
      </w:r>
      <w:proofErr w:type="spellStart"/>
      <w:r>
        <w:t>DeviceIMSI</w:t>
      </w:r>
      <w:proofErr w:type="spellEnd"/>
      <w:r>
        <w:t>: 460026092319783</w:t>
      </w:r>
    </w:p>
    <w:p w14:paraId="0A8D39E5" w14:textId="77777777" w:rsidR="003029F8" w:rsidRDefault="003029F8" w:rsidP="003029F8">
      <w:pPr>
        <w:pStyle w:val="Fibocomzhf5"/>
      </w:pPr>
      <w:r>
        <w:lastRenderedPageBreak/>
        <w:t xml:space="preserve">[07-19_11:29:04:908] </w:t>
      </w:r>
      <w:proofErr w:type="spellStart"/>
      <w:proofErr w:type="gramStart"/>
      <w:r>
        <w:t>requestSetProfile</w:t>
      </w:r>
      <w:proofErr w:type="spellEnd"/>
      <w:r>
        <w:t>[</w:t>
      </w:r>
      <w:proofErr w:type="gramEnd"/>
      <w:r>
        <w:t>1] 1234567890/</w:t>
      </w:r>
      <w:proofErr w:type="spellStart"/>
      <w:r>
        <w:t>qwertyuio</w:t>
      </w:r>
      <w:proofErr w:type="spellEnd"/>
      <w:r>
        <w:t>/</w:t>
      </w:r>
      <w:proofErr w:type="spellStart"/>
      <w:r>
        <w:t>asdfghjkl</w:t>
      </w:r>
      <w:proofErr w:type="spellEnd"/>
      <w:r>
        <w:t>/2</w:t>
      </w:r>
    </w:p>
    <w:p w14:paraId="66F2ABBA" w14:textId="77777777" w:rsidR="003029F8" w:rsidRDefault="003029F8" w:rsidP="003029F8">
      <w:pPr>
        <w:pStyle w:val="Fibocomzhf5"/>
      </w:pPr>
      <w:r>
        <w:t xml:space="preserve">[07-19_11:29:04:972] </w:t>
      </w:r>
      <w:proofErr w:type="spellStart"/>
      <w:proofErr w:type="gramStart"/>
      <w:r>
        <w:t>requestGetProfile</w:t>
      </w:r>
      <w:proofErr w:type="spellEnd"/>
      <w:r>
        <w:t>[</w:t>
      </w:r>
      <w:proofErr w:type="gramEnd"/>
      <w:r>
        <w:t>1] 1234567890/</w:t>
      </w:r>
      <w:proofErr w:type="spellStart"/>
      <w:r>
        <w:t>qwertyuio</w:t>
      </w:r>
      <w:proofErr w:type="spellEnd"/>
      <w:r>
        <w:t>/</w:t>
      </w:r>
      <w:proofErr w:type="spellStart"/>
      <w:r>
        <w:t>asdfghjkl</w:t>
      </w:r>
      <w:proofErr w:type="spellEnd"/>
      <w:r>
        <w:t>/2</w:t>
      </w:r>
    </w:p>
    <w:p w14:paraId="06B2FEDA" w14:textId="77777777" w:rsidR="003029F8" w:rsidRDefault="003029F8" w:rsidP="003029F8">
      <w:pPr>
        <w:pStyle w:val="Fibocomzhf5"/>
      </w:pPr>
      <w:r>
        <w:t xml:space="preserve">[07-19_11:29:05:004] requestRegistrationState2 MCC: 460, MNC: </w:t>
      </w:r>
      <w:proofErr w:type="gramStart"/>
      <w:r>
        <w:t>0</w:t>
      </w:r>
      <w:proofErr w:type="gramEnd"/>
      <w:r>
        <w:t xml:space="preserve">, PS: Attached, </w:t>
      </w:r>
      <w:proofErr w:type="spellStart"/>
      <w:r>
        <w:t>DataCap</w:t>
      </w:r>
      <w:proofErr w:type="spellEnd"/>
      <w:r>
        <w:t>: LTE</w:t>
      </w:r>
    </w:p>
    <w:p w14:paraId="1BE7A37A" w14:textId="77777777" w:rsidR="003029F8" w:rsidRDefault="003029F8" w:rsidP="003029F8">
      <w:pPr>
        <w:pStyle w:val="Fibocomzhf5"/>
      </w:pPr>
      <w:r>
        <w:t xml:space="preserve">[07-19_11:29:05:004] write </w:t>
      </w:r>
      <w:proofErr w:type="spellStart"/>
      <w:r>
        <w:t>signo</w:t>
      </w:r>
      <w:proofErr w:type="spellEnd"/>
      <w:r>
        <w:t xml:space="preserve">: 12 to </w:t>
      </w:r>
      <w:proofErr w:type="spellStart"/>
      <w:r>
        <w:t>signal_control_fd</w:t>
      </w:r>
      <w:proofErr w:type="spellEnd"/>
    </w:p>
    <w:p w14:paraId="20772E3A" w14:textId="77777777" w:rsidR="003029F8" w:rsidRDefault="003029F8" w:rsidP="003029F8">
      <w:pPr>
        <w:pStyle w:val="Fibocomzhf5"/>
      </w:pPr>
      <w:r>
        <w:t xml:space="preserve">[07-19_11:29:05:004]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8, events = 0x0001</w:t>
      </w:r>
    </w:p>
    <w:p w14:paraId="173535AC" w14:textId="77777777" w:rsidR="003029F8" w:rsidRDefault="003029F8" w:rsidP="003029F8">
      <w:pPr>
        <w:pStyle w:val="Fibocomzhf5"/>
      </w:pPr>
      <w:r>
        <w:t xml:space="preserve">[07-19_11:29:05:004] get </w:t>
      </w:r>
      <w:proofErr w:type="spellStart"/>
      <w:r>
        <w:t>signo</w:t>
      </w:r>
      <w:proofErr w:type="spellEnd"/>
      <w:r>
        <w:t xml:space="preserve">: 12 </w:t>
      </w:r>
    </w:p>
    <w:p w14:paraId="6F58CFB6" w14:textId="77777777" w:rsidR="003029F8" w:rsidRDefault="003029F8" w:rsidP="003029F8">
      <w:pPr>
        <w:pStyle w:val="Fibocomzhf5"/>
      </w:pPr>
      <w:r>
        <w:t xml:space="preserve">[07-19_11:29:05:036] </w:t>
      </w:r>
      <w:proofErr w:type="spellStart"/>
      <w:r>
        <w:t>requestQueryDataCall</w:t>
      </w:r>
      <w:proofErr w:type="spellEnd"/>
      <w:r>
        <w:t xml:space="preserve"> IPv4ConnectionStatus: DISCONNECTED</w:t>
      </w:r>
    </w:p>
    <w:p w14:paraId="3D257D37" w14:textId="77777777" w:rsidR="003029F8" w:rsidRDefault="003029F8" w:rsidP="003029F8">
      <w:pPr>
        <w:pStyle w:val="Fibocomzhf5"/>
      </w:pPr>
      <w:r>
        <w:t xml:space="preserve">[07-19_11:29:05:036] </w:t>
      </w:r>
      <w:proofErr w:type="spellStart"/>
      <w:proofErr w:type="gramStart"/>
      <w:r>
        <w:t>usbnet_link_change</w:t>
      </w:r>
      <w:proofErr w:type="spellEnd"/>
      <w:r>
        <w:t xml:space="preserve"> :link:0</w:t>
      </w:r>
      <w:proofErr w:type="gramEnd"/>
      <w:r>
        <w:t xml:space="preserve"> </w:t>
      </w:r>
    </w:p>
    <w:p w14:paraId="624189CF" w14:textId="77777777" w:rsidR="003029F8" w:rsidRDefault="003029F8" w:rsidP="003029F8">
      <w:pPr>
        <w:pStyle w:val="Fibocomzhf5"/>
      </w:pPr>
      <w:r>
        <w:t xml:space="preserve">[07-19_11:29:05:036] enter </w:t>
      </w:r>
      <w:proofErr w:type="spellStart"/>
      <w:r>
        <w:t>udhcpc_stop</w:t>
      </w:r>
      <w:proofErr w:type="spellEnd"/>
      <w:r>
        <w:t xml:space="preserve"> </w:t>
      </w:r>
    </w:p>
    <w:p w14:paraId="0750BA72" w14:textId="77777777" w:rsidR="003029F8" w:rsidRDefault="003029F8" w:rsidP="003029F8">
      <w:pPr>
        <w:pStyle w:val="Fibocomzhf5"/>
      </w:pPr>
      <w:r>
        <w:t xml:space="preserve">[07-19_11:29:05:036] enter </w:t>
      </w:r>
      <w:proofErr w:type="spellStart"/>
      <w:r>
        <w:t>fibo_set_driver_link_state</w:t>
      </w:r>
      <w:proofErr w:type="spellEnd"/>
      <w:r>
        <w:t xml:space="preserve"> </w:t>
      </w:r>
    </w:p>
    <w:p w14:paraId="3F0D5EA3" w14:textId="77777777" w:rsidR="003029F8" w:rsidRDefault="003029F8" w:rsidP="003029F8">
      <w:pPr>
        <w:pStyle w:val="Fibocomzhf5"/>
      </w:pPr>
      <w:r>
        <w:t xml:space="preserve">[07-19_11:29:05:037] </w:t>
      </w:r>
      <w:proofErr w:type="spellStart"/>
      <w:r>
        <w:t>if_link_down</w:t>
      </w:r>
      <w:proofErr w:type="spellEnd"/>
      <w:r>
        <w:t xml:space="preserve"> wwan0.1</w:t>
      </w:r>
    </w:p>
    <w:p w14:paraId="7EF46808" w14:textId="77777777" w:rsidR="003029F8" w:rsidRDefault="003029F8" w:rsidP="003029F8">
      <w:pPr>
        <w:pStyle w:val="Fibocomzhf5"/>
      </w:pPr>
      <w:r>
        <w:t xml:space="preserve">[07-19_11:29:05:037] write </w:t>
      </w:r>
      <w:proofErr w:type="spellStart"/>
      <w:r>
        <w:t>signo</w:t>
      </w:r>
      <w:proofErr w:type="spellEnd"/>
      <w:r>
        <w:t xml:space="preserve">: 10 to </w:t>
      </w:r>
      <w:proofErr w:type="spellStart"/>
      <w:r>
        <w:t>signal_control_fd</w:t>
      </w:r>
      <w:proofErr w:type="spellEnd"/>
    </w:p>
    <w:p w14:paraId="0147EC6D" w14:textId="77777777" w:rsidR="003029F8" w:rsidRDefault="003029F8" w:rsidP="003029F8">
      <w:pPr>
        <w:pStyle w:val="Fibocomzhf5"/>
      </w:pPr>
      <w:r>
        <w:t xml:space="preserve">[07-19_11:29:05:037]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9, events = 0x0000</w:t>
      </w:r>
    </w:p>
    <w:p w14:paraId="3F45CC44" w14:textId="77777777" w:rsidR="003029F8" w:rsidRDefault="003029F8" w:rsidP="003029F8">
      <w:pPr>
        <w:pStyle w:val="Fibocomzhf5"/>
      </w:pPr>
      <w:r>
        <w:t xml:space="preserve">[07-19_11:29:05:037]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8, events = 0x0001</w:t>
      </w:r>
    </w:p>
    <w:p w14:paraId="73BA2F28" w14:textId="77777777" w:rsidR="003029F8" w:rsidRDefault="003029F8" w:rsidP="003029F8">
      <w:pPr>
        <w:pStyle w:val="Fibocomzhf5"/>
      </w:pPr>
      <w:r>
        <w:t xml:space="preserve">[07-19_11:29:05:037] get </w:t>
      </w:r>
      <w:proofErr w:type="spellStart"/>
      <w:r>
        <w:t>signo</w:t>
      </w:r>
      <w:proofErr w:type="spellEnd"/>
      <w:r>
        <w:t xml:space="preserve">: 10 </w:t>
      </w:r>
    </w:p>
    <w:p w14:paraId="48B010C2" w14:textId="77777777" w:rsidR="003029F8" w:rsidRDefault="003029F8" w:rsidP="003029F8">
      <w:pPr>
        <w:pStyle w:val="Fibocomzhf5"/>
      </w:pPr>
      <w:r>
        <w:t xml:space="preserve">[07-19_11:29:05:037] </w:t>
      </w:r>
      <w:proofErr w:type="spellStart"/>
      <w:proofErr w:type="gramStart"/>
      <w:r>
        <w:t>usbnet_link_change</w:t>
      </w:r>
      <w:proofErr w:type="spellEnd"/>
      <w:r>
        <w:t xml:space="preserve"> :link:0</w:t>
      </w:r>
      <w:proofErr w:type="gramEnd"/>
      <w:r>
        <w:t xml:space="preserve"> </w:t>
      </w:r>
    </w:p>
    <w:p w14:paraId="257FCCCD" w14:textId="77777777" w:rsidR="003029F8" w:rsidRDefault="003029F8" w:rsidP="003029F8">
      <w:pPr>
        <w:pStyle w:val="Fibocomzhf5"/>
      </w:pPr>
      <w:r>
        <w:t xml:space="preserve">[07-19_11:29:05:069] requestRegistrationState2 MCC: 460, MNC: </w:t>
      </w:r>
      <w:proofErr w:type="gramStart"/>
      <w:r>
        <w:t>0</w:t>
      </w:r>
      <w:proofErr w:type="gramEnd"/>
      <w:r>
        <w:t xml:space="preserve">, PS: Attached, </w:t>
      </w:r>
      <w:proofErr w:type="spellStart"/>
      <w:r>
        <w:t>DataCap</w:t>
      </w:r>
      <w:proofErr w:type="spellEnd"/>
      <w:r>
        <w:t>: LTE</w:t>
      </w:r>
    </w:p>
    <w:p w14:paraId="32E0A4A6" w14:textId="77777777" w:rsidR="003029F8" w:rsidRDefault="003029F8" w:rsidP="003029F8">
      <w:pPr>
        <w:pStyle w:val="Fibocomzhf5"/>
      </w:pPr>
      <w:r>
        <w:t xml:space="preserve">[07-19_11:29:05:100] </w:t>
      </w:r>
      <w:proofErr w:type="spellStart"/>
      <w:r>
        <w:t>requestSetupDataCall</w:t>
      </w:r>
      <w:proofErr w:type="spellEnd"/>
      <w:r>
        <w:t xml:space="preserve"> WdsConnectionIPv4Handle: 0x360397e0</w:t>
      </w:r>
    </w:p>
    <w:p w14:paraId="6F19356A" w14:textId="77777777" w:rsidR="003029F8" w:rsidRDefault="003029F8" w:rsidP="003029F8">
      <w:pPr>
        <w:pStyle w:val="Fibocomzhf5"/>
      </w:pPr>
      <w:r>
        <w:t xml:space="preserve">[07-19_11:29:05:132] write </w:t>
      </w:r>
      <w:proofErr w:type="spellStart"/>
      <w:r>
        <w:t>triger_event</w:t>
      </w:r>
      <w:proofErr w:type="spellEnd"/>
      <w:r>
        <w:t xml:space="preserve">: 4101 to </w:t>
      </w:r>
      <w:proofErr w:type="spellStart"/>
      <w:r>
        <w:t>qmidevice_control_fd</w:t>
      </w:r>
      <w:proofErr w:type="spellEnd"/>
    </w:p>
    <w:p w14:paraId="35231DCB" w14:textId="77777777" w:rsidR="003029F8" w:rsidRDefault="003029F8" w:rsidP="003029F8">
      <w:pPr>
        <w:pStyle w:val="Fibocomzhf5"/>
      </w:pPr>
      <w:r>
        <w:t xml:space="preserve">[07-19_11:29:05:164]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9, events = 0x0000</w:t>
      </w:r>
    </w:p>
    <w:p w14:paraId="1F3AB902" w14:textId="77777777" w:rsidR="003029F8" w:rsidRDefault="003029F8" w:rsidP="003029F8">
      <w:pPr>
        <w:pStyle w:val="Fibocomzhf5"/>
      </w:pPr>
      <w:r>
        <w:t xml:space="preserve">[07-19_11:29:05:165]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8, events = 0x0000</w:t>
      </w:r>
    </w:p>
    <w:p w14:paraId="2AD84769" w14:textId="77777777" w:rsidR="003029F8" w:rsidRDefault="003029F8" w:rsidP="003029F8">
      <w:pPr>
        <w:pStyle w:val="Fibocomzhf5"/>
      </w:pPr>
      <w:r>
        <w:t xml:space="preserve">[07-19_11:29:05:165]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9, events = 0x0001</w:t>
      </w:r>
    </w:p>
    <w:p w14:paraId="46385E23" w14:textId="77777777" w:rsidR="003029F8" w:rsidRDefault="003029F8" w:rsidP="003029F8">
      <w:pPr>
        <w:pStyle w:val="Fibocomzhf5"/>
      </w:pPr>
      <w:r>
        <w:t xml:space="preserve">[07-19_11:29:05:165] write </w:t>
      </w:r>
      <w:proofErr w:type="spellStart"/>
      <w:r>
        <w:t>signo</w:t>
      </w:r>
      <w:proofErr w:type="spellEnd"/>
      <w:r>
        <w:t xml:space="preserve">: 12 to </w:t>
      </w:r>
      <w:proofErr w:type="spellStart"/>
      <w:r>
        <w:t>signal_control_fd</w:t>
      </w:r>
      <w:proofErr w:type="spellEnd"/>
    </w:p>
    <w:p w14:paraId="7B803A21" w14:textId="77777777" w:rsidR="003029F8" w:rsidRDefault="003029F8" w:rsidP="003029F8">
      <w:pPr>
        <w:pStyle w:val="Fibocomzhf5"/>
      </w:pPr>
      <w:r>
        <w:t xml:space="preserve">[07-19_11:29:05:165]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8, events = 0x0001</w:t>
      </w:r>
    </w:p>
    <w:p w14:paraId="014306E4" w14:textId="77777777" w:rsidR="003029F8" w:rsidRDefault="003029F8" w:rsidP="003029F8">
      <w:pPr>
        <w:pStyle w:val="Fibocomzhf5"/>
      </w:pPr>
      <w:r>
        <w:t xml:space="preserve">[07-19_11:29:05:165] get </w:t>
      </w:r>
      <w:proofErr w:type="spellStart"/>
      <w:r>
        <w:t>signo</w:t>
      </w:r>
      <w:proofErr w:type="spellEnd"/>
      <w:r>
        <w:t xml:space="preserve">: 12 </w:t>
      </w:r>
    </w:p>
    <w:p w14:paraId="036C18E5" w14:textId="77777777" w:rsidR="003029F8" w:rsidRDefault="003029F8" w:rsidP="003029F8">
      <w:pPr>
        <w:pStyle w:val="Fibocomzhf5"/>
      </w:pPr>
      <w:r>
        <w:t xml:space="preserve">[07-19_11:29:05:229] </w:t>
      </w:r>
      <w:proofErr w:type="spellStart"/>
      <w:proofErr w:type="gramStart"/>
      <w:r>
        <w:t>usbnet_link_change</w:t>
      </w:r>
      <w:proofErr w:type="spellEnd"/>
      <w:r>
        <w:t xml:space="preserve"> :link:1</w:t>
      </w:r>
      <w:proofErr w:type="gramEnd"/>
      <w:r>
        <w:t xml:space="preserve"> </w:t>
      </w:r>
    </w:p>
    <w:p w14:paraId="6503C848" w14:textId="77777777" w:rsidR="003029F8" w:rsidRDefault="003029F8" w:rsidP="003029F8">
      <w:pPr>
        <w:pStyle w:val="Fibocomzhf5"/>
      </w:pPr>
      <w:r>
        <w:t xml:space="preserve">[07-19_11:29:05:261] enter </w:t>
      </w:r>
      <w:proofErr w:type="spellStart"/>
      <w:r>
        <w:t>fibo_set_driver_link_state</w:t>
      </w:r>
      <w:proofErr w:type="spellEnd"/>
      <w:r>
        <w:t xml:space="preserve"> </w:t>
      </w:r>
    </w:p>
    <w:p w14:paraId="5D27553E" w14:textId="77777777" w:rsidR="003029F8" w:rsidRDefault="003029F8" w:rsidP="003029F8">
      <w:pPr>
        <w:pStyle w:val="Fibocomzhf5"/>
      </w:pPr>
      <w:r>
        <w:t xml:space="preserve">[07-19_11:29:05:261] </w:t>
      </w:r>
      <w:proofErr w:type="spellStart"/>
      <w:r>
        <w:t>ifconfig</w:t>
      </w:r>
      <w:proofErr w:type="spellEnd"/>
      <w:r>
        <w:t xml:space="preserve"> wwan0 up</w:t>
      </w:r>
    </w:p>
    <w:p w14:paraId="48FE195E" w14:textId="77777777" w:rsidR="003029F8" w:rsidRDefault="003029F8" w:rsidP="003029F8">
      <w:pPr>
        <w:pStyle w:val="Fibocomzhf5"/>
      </w:pPr>
      <w:r>
        <w:t xml:space="preserve">[07-19_11:29:05:269] </w:t>
      </w:r>
      <w:proofErr w:type="spellStart"/>
      <w:r>
        <w:t>if_link_up</w:t>
      </w:r>
      <w:proofErr w:type="spellEnd"/>
      <w:r>
        <w:t xml:space="preserve"> wwan0.1</w:t>
      </w:r>
    </w:p>
    <w:p w14:paraId="57200FED" w14:textId="77777777" w:rsidR="003029F8" w:rsidRPr="0030515C" w:rsidRDefault="003029F8" w:rsidP="003029F8">
      <w:pPr>
        <w:pStyle w:val="Fibocomzhf5"/>
        <w:rPr>
          <w:b/>
        </w:rPr>
      </w:pPr>
      <w:r w:rsidRPr="0030515C">
        <w:rPr>
          <w:b/>
        </w:rPr>
        <w:t>[07-19_11:29:05:270] IPv4 MTU: 1500</w:t>
      </w:r>
    </w:p>
    <w:p w14:paraId="040FDCB4" w14:textId="77777777" w:rsidR="003029F8" w:rsidRPr="0030515C" w:rsidRDefault="003029F8" w:rsidP="003029F8">
      <w:pPr>
        <w:pStyle w:val="Fibocomzhf5"/>
        <w:rPr>
          <w:b/>
        </w:rPr>
      </w:pPr>
      <w:r w:rsidRPr="0030515C">
        <w:rPr>
          <w:b/>
        </w:rPr>
        <w:t>[07-19_11:29:05:270] IPv4 Address: 10.84.69.148</w:t>
      </w:r>
    </w:p>
    <w:p w14:paraId="6F92A48D" w14:textId="77777777" w:rsidR="003029F8" w:rsidRPr="0030515C" w:rsidRDefault="003029F8" w:rsidP="003029F8">
      <w:pPr>
        <w:pStyle w:val="Fibocomzhf5"/>
        <w:rPr>
          <w:b/>
        </w:rPr>
      </w:pPr>
      <w:r w:rsidRPr="0030515C">
        <w:rPr>
          <w:b/>
        </w:rPr>
        <w:t xml:space="preserve">[07-19_11:29:05:270] IPv4 </w:t>
      </w:r>
      <w:proofErr w:type="spellStart"/>
      <w:r w:rsidRPr="0030515C">
        <w:rPr>
          <w:b/>
        </w:rPr>
        <w:t>Netmask</w:t>
      </w:r>
      <w:proofErr w:type="spellEnd"/>
      <w:r w:rsidRPr="0030515C">
        <w:rPr>
          <w:b/>
        </w:rPr>
        <w:t>: 29</w:t>
      </w:r>
    </w:p>
    <w:p w14:paraId="67BFBA25" w14:textId="77777777" w:rsidR="003029F8" w:rsidRPr="0030515C" w:rsidRDefault="003029F8" w:rsidP="003029F8">
      <w:pPr>
        <w:pStyle w:val="Fibocomzhf5"/>
        <w:rPr>
          <w:b/>
        </w:rPr>
      </w:pPr>
      <w:r w:rsidRPr="0030515C">
        <w:rPr>
          <w:b/>
        </w:rPr>
        <w:t>[07-19_11:29:05:270] IPv4 Gateway: 10.84.69.149</w:t>
      </w:r>
    </w:p>
    <w:p w14:paraId="41550046" w14:textId="77777777" w:rsidR="003029F8" w:rsidRPr="0030515C" w:rsidRDefault="003029F8" w:rsidP="003029F8">
      <w:pPr>
        <w:pStyle w:val="Fibocomzhf5"/>
        <w:rPr>
          <w:b/>
        </w:rPr>
      </w:pPr>
      <w:r w:rsidRPr="0030515C">
        <w:rPr>
          <w:b/>
        </w:rPr>
        <w:lastRenderedPageBreak/>
        <w:t>[07-19_11:29:05:271] IPv4 DNS1: 211.137.130.2</w:t>
      </w:r>
    </w:p>
    <w:p w14:paraId="74F8474E" w14:textId="77777777" w:rsidR="003029F8" w:rsidRPr="0030515C" w:rsidRDefault="003029F8" w:rsidP="003029F8">
      <w:pPr>
        <w:pStyle w:val="Fibocomzhf5"/>
        <w:rPr>
          <w:b/>
        </w:rPr>
      </w:pPr>
      <w:r w:rsidRPr="0030515C">
        <w:rPr>
          <w:b/>
        </w:rPr>
        <w:t>[07-19_11:29:05:271] IPv4 DNS2: 211.137.130.4</w:t>
      </w:r>
    </w:p>
    <w:p w14:paraId="73D47F48" w14:textId="77777777" w:rsidR="003029F8" w:rsidRPr="0030515C" w:rsidRDefault="003029F8" w:rsidP="003029F8">
      <w:pPr>
        <w:pStyle w:val="Fibocomzhf5"/>
        <w:rPr>
          <w:b/>
        </w:rPr>
      </w:pPr>
      <w:r w:rsidRPr="0030515C">
        <w:rPr>
          <w:b/>
        </w:rPr>
        <w:t xml:space="preserve">[07-19_11:29:05:271] </w:t>
      </w:r>
      <w:proofErr w:type="spellStart"/>
      <w:r w:rsidRPr="0030515C">
        <w:rPr>
          <w:b/>
        </w:rPr>
        <w:t>if_link_up</w:t>
      </w:r>
      <w:proofErr w:type="spellEnd"/>
      <w:r w:rsidRPr="0030515C">
        <w:rPr>
          <w:b/>
        </w:rPr>
        <w:t xml:space="preserve"> wwan0.1</w:t>
      </w:r>
    </w:p>
    <w:p w14:paraId="3A23E86A" w14:textId="75D11F37" w:rsidR="003029F8" w:rsidRDefault="003029F8" w:rsidP="00805C3C">
      <w:pPr>
        <w:pStyle w:val="Fibocomzh1"/>
      </w:pPr>
      <w:r>
        <w:rPr>
          <w:rFonts w:hint="eastAsia"/>
        </w:rPr>
        <w:t>从上述拨号</w:t>
      </w:r>
      <w:r>
        <w:rPr>
          <w:rFonts w:hint="eastAsia"/>
        </w:rPr>
        <w:t>log</w:t>
      </w:r>
      <w:r>
        <w:rPr>
          <w:rFonts w:hint="eastAsia"/>
        </w:rPr>
        <w:t>来看，使用第</w:t>
      </w:r>
      <w:r>
        <w:rPr>
          <w:rFonts w:hint="eastAsia"/>
        </w:rPr>
        <w:t>1</w:t>
      </w:r>
      <w:r>
        <w:rPr>
          <w:rFonts w:hint="eastAsia"/>
        </w:rPr>
        <w:t>路虚拟网卡</w:t>
      </w:r>
      <w:r>
        <w:rPr>
          <w:rFonts w:hint="eastAsia"/>
        </w:rPr>
        <w:t>w</w:t>
      </w:r>
      <w:r>
        <w:t>wan0.1</w:t>
      </w:r>
      <w:r>
        <w:rPr>
          <w:rFonts w:hint="eastAsia"/>
        </w:rPr>
        <w:t>拨号成功，代码段加粗字体可看到成功获取</w:t>
      </w:r>
      <w:r>
        <w:rPr>
          <w:rFonts w:hint="eastAsia"/>
        </w:rPr>
        <w:t>I</w:t>
      </w:r>
      <w:r>
        <w:t>P</w:t>
      </w:r>
      <w:r>
        <w:rPr>
          <w:rFonts w:hint="eastAsia"/>
        </w:rPr>
        <w:t>，我们再使用第</w:t>
      </w:r>
      <w:r>
        <w:rPr>
          <w:rFonts w:hint="eastAsia"/>
        </w:rPr>
        <w:t>2</w:t>
      </w:r>
      <w:r>
        <w:rPr>
          <w:rFonts w:hint="eastAsia"/>
        </w:rPr>
        <w:t>路虚拟网卡</w:t>
      </w:r>
      <w:r>
        <w:rPr>
          <w:rFonts w:hint="eastAsia"/>
        </w:rPr>
        <w:t>w</w:t>
      </w:r>
      <w:r>
        <w:t>wan0.</w:t>
      </w:r>
      <w:r>
        <w:rPr>
          <w:rFonts w:hint="eastAsia"/>
        </w:rPr>
        <w:t>2</w:t>
      </w:r>
      <w:r>
        <w:rPr>
          <w:rFonts w:hint="eastAsia"/>
        </w:rPr>
        <w:t>进行拨号，此处采用第</w:t>
      </w:r>
      <w:r>
        <w:rPr>
          <w:rFonts w:hint="eastAsia"/>
        </w:rPr>
        <w:t>2</w:t>
      </w:r>
      <w:r>
        <w:rPr>
          <w:rFonts w:hint="eastAsia"/>
        </w:rPr>
        <w:t>路</w:t>
      </w:r>
      <w:r>
        <w:rPr>
          <w:rFonts w:hint="eastAsia"/>
        </w:rPr>
        <w:t>profile2</w:t>
      </w:r>
      <w:r>
        <w:rPr>
          <w:rFonts w:hint="eastAsia"/>
        </w:rPr>
        <w:t>，拨号过程如下所示：</w:t>
      </w:r>
    </w:p>
    <w:p w14:paraId="0E97FCB5" w14:textId="77777777" w:rsidR="003029F8" w:rsidRPr="0030515C" w:rsidRDefault="003029F8" w:rsidP="003029F8">
      <w:pPr>
        <w:pStyle w:val="Fibocomzhf5"/>
        <w:rPr>
          <w:b/>
        </w:rPr>
      </w:pPr>
      <w:proofErr w:type="gramStart"/>
      <w:r w:rsidRPr="0030515C">
        <w:rPr>
          <w:b/>
        </w:rPr>
        <w:t>input</w:t>
      </w:r>
      <w:proofErr w:type="gramEnd"/>
      <w:r w:rsidRPr="0030515C">
        <w:rPr>
          <w:b/>
        </w:rPr>
        <w:t xml:space="preserve"> [0-9]: 3</w:t>
      </w:r>
    </w:p>
    <w:p w14:paraId="77C66931" w14:textId="77777777" w:rsidR="003029F8" w:rsidRPr="0030515C" w:rsidRDefault="003029F8" w:rsidP="003029F8">
      <w:pPr>
        <w:pStyle w:val="Fibocomzhf5"/>
        <w:rPr>
          <w:b/>
        </w:rPr>
      </w:pPr>
      <w:proofErr w:type="gramStart"/>
      <w:r w:rsidRPr="0030515C">
        <w:rPr>
          <w:b/>
        </w:rPr>
        <w:t>connect</w:t>
      </w:r>
      <w:proofErr w:type="gramEnd"/>
      <w:r w:rsidRPr="0030515C">
        <w:rPr>
          <w:b/>
        </w:rPr>
        <w:t xml:space="preserve"> visual net interface use:2</w:t>
      </w:r>
    </w:p>
    <w:p w14:paraId="11BE7AE9" w14:textId="77777777" w:rsidR="003029F8" w:rsidRPr="0030515C" w:rsidRDefault="003029F8" w:rsidP="003029F8">
      <w:pPr>
        <w:pStyle w:val="Fibocomzhf5"/>
        <w:rPr>
          <w:b/>
        </w:rPr>
      </w:pPr>
      <w:proofErr w:type="gramStart"/>
      <w:r w:rsidRPr="0030515C">
        <w:rPr>
          <w:b/>
        </w:rPr>
        <w:t>connect</w:t>
      </w:r>
      <w:proofErr w:type="gramEnd"/>
      <w:r w:rsidRPr="0030515C">
        <w:rPr>
          <w:b/>
        </w:rPr>
        <w:t xml:space="preserve"> profile use:2</w:t>
      </w:r>
    </w:p>
    <w:p w14:paraId="537DE4BB" w14:textId="77777777" w:rsidR="003029F8" w:rsidRDefault="003029F8" w:rsidP="003029F8">
      <w:pPr>
        <w:pStyle w:val="Fibocomzhf5"/>
      </w:pPr>
      <w:r>
        <w:t>[07-19_11:49:09:141] Start connect network use instance 2 profile 2</w:t>
      </w:r>
    </w:p>
    <w:p w14:paraId="1FBCBA98" w14:textId="77777777" w:rsidR="003029F8" w:rsidRDefault="003029F8" w:rsidP="003029F8">
      <w:pPr>
        <w:pStyle w:val="Fibocomzhf5"/>
      </w:pPr>
      <w:proofErr w:type="spellStart"/>
      <w:proofErr w:type="gramStart"/>
      <w:r>
        <w:t>fibocom</w:t>
      </w:r>
      <w:proofErr w:type="spellEnd"/>
      <w:r>
        <w:t>-dial</w:t>
      </w:r>
      <w:proofErr w:type="gramEnd"/>
      <w:r>
        <w:t xml:space="preserve"> -N 4 -n 2 -m 2 -s </w:t>
      </w:r>
      <w:proofErr w:type="spellStart"/>
      <w:r>
        <w:t>ctnet</w:t>
      </w:r>
      <w:proofErr w:type="spellEnd"/>
      <w:r>
        <w:t xml:space="preserve"> -4 -f instance2.txt </w:t>
      </w:r>
    </w:p>
    <w:p w14:paraId="264F18D6" w14:textId="77777777" w:rsidR="003029F8" w:rsidRDefault="003029F8" w:rsidP="003029F8">
      <w:pPr>
        <w:pStyle w:val="Fibocomzhf5"/>
      </w:pPr>
      <w:r>
        <w:t xml:space="preserve">Press any key to </w:t>
      </w:r>
      <w:proofErr w:type="spellStart"/>
      <w:proofErr w:type="gramStart"/>
      <w:r>
        <w:t>continus</w:t>
      </w:r>
      <w:proofErr w:type="spellEnd"/>
      <w:r>
        <w:t>[</w:t>
      </w:r>
      <w:proofErr w:type="gramEnd"/>
      <w:r>
        <w:t xml:space="preserve">07-19_11:49:09:147] exec </w:t>
      </w:r>
      <w:proofErr w:type="spellStart"/>
      <w:r>
        <w:t>pid</w:t>
      </w:r>
      <w:proofErr w:type="spellEnd"/>
      <w:r>
        <w:t xml:space="preserve"> 12115</w:t>
      </w:r>
    </w:p>
    <w:p w14:paraId="43788563" w14:textId="77777777" w:rsidR="003029F8" w:rsidRDefault="003029F8" w:rsidP="003029F8">
      <w:pPr>
        <w:pStyle w:val="Fibocomzhf5"/>
      </w:pPr>
      <w:r>
        <w:t>[07-19_11:49:09:149] Fibocom-dial_Linux_Tool_V2.0.8</w:t>
      </w:r>
    </w:p>
    <w:p w14:paraId="01A1F0EC" w14:textId="77777777" w:rsidR="003029F8" w:rsidRDefault="003029F8" w:rsidP="003029F8">
      <w:pPr>
        <w:pStyle w:val="Fibocomzhf5"/>
      </w:pPr>
      <w:r>
        <w:t xml:space="preserve">[07-19_11:49:09:149] </w:t>
      </w:r>
      <w:proofErr w:type="spellStart"/>
      <w:r>
        <w:t>fibocom</w:t>
      </w:r>
      <w:proofErr w:type="spellEnd"/>
      <w:r>
        <w:t xml:space="preserve">-dial </w:t>
      </w:r>
      <w:proofErr w:type="gramStart"/>
      <w:r>
        <w:t>profile[</w:t>
      </w:r>
      <w:proofErr w:type="gramEnd"/>
      <w:r>
        <w:t xml:space="preserve">2] = </w:t>
      </w:r>
      <w:proofErr w:type="spellStart"/>
      <w:r>
        <w:t>ctnet</w:t>
      </w:r>
      <w:proofErr w:type="spellEnd"/>
      <w:r>
        <w:t xml:space="preserve">///0, </w:t>
      </w:r>
      <w:proofErr w:type="spellStart"/>
      <w:r>
        <w:t>pincode</w:t>
      </w:r>
      <w:proofErr w:type="spellEnd"/>
      <w:r>
        <w:t xml:space="preserve"> = (null)</w:t>
      </w:r>
    </w:p>
    <w:p w14:paraId="3CA44BED" w14:textId="77777777" w:rsidR="003029F8" w:rsidRDefault="003029F8" w:rsidP="003029F8">
      <w:pPr>
        <w:pStyle w:val="Fibocomzhf5"/>
      </w:pPr>
      <w:r>
        <w:t xml:space="preserve">[07-19_11:49:09:150] </w:t>
      </w:r>
      <w:proofErr w:type="gramStart"/>
      <w:r>
        <w:t>socket[</w:t>
      </w:r>
      <w:proofErr w:type="gramEnd"/>
      <w:r>
        <w:t xml:space="preserve">5] </w:t>
      </w:r>
      <w:proofErr w:type="spellStart"/>
      <w:r>
        <w:t>successfuly</w:t>
      </w:r>
      <w:proofErr w:type="spellEnd"/>
      <w:r>
        <w:t>!</w:t>
      </w:r>
    </w:p>
    <w:p w14:paraId="060193CD" w14:textId="77777777" w:rsidR="003029F8" w:rsidRDefault="003029F8" w:rsidP="003029F8">
      <w:pPr>
        <w:pStyle w:val="Fibocomzhf5"/>
      </w:pPr>
      <w:r>
        <w:t>[07-19_11:49:09:150] Waiting client to connect</w:t>
      </w:r>
      <w:proofErr w:type="gramStart"/>
      <w:r>
        <w:t>.....</w:t>
      </w:r>
      <w:proofErr w:type="gramEnd"/>
    </w:p>
    <w:p w14:paraId="058FD01B" w14:textId="77777777" w:rsidR="003029F8" w:rsidRDefault="003029F8" w:rsidP="003029F8">
      <w:pPr>
        <w:pStyle w:val="Fibocomzhf5"/>
      </w:pPr>
      <w:r>
        <w:t>[07-19_11:49:09:152] Find /sys/bus/</w:t>
      </w:r>
      <w:proofErr w:type="spellStart"/>
      <w:r>
        <w:t>usb</w:t>
      </w:r>
      <w:proofErr w:type="spellEnd"/>
      <w:r>
        <w:t xml:space="preserve">/devices/1-1 </w:t>
      </w:r>
      <w:proofErr w:type="spellStart"/>
      <w:r>
        <w:t>idVendor</w:t>
      </w:r>
      <w:proofErr w:type="spellEnd"/>
      <w:r>
        <w:t xml:space="preserve">=2cb7 </w:t>
      </w:r>
      <w:proofErr w:type="spellStart"/>
      <w:r>
        <w:t>idProduct</w:t>
      </w:r>
      <w:proofErr w:type="spellEnd"/>
      <w:r>
        <w:t>=0104</w:t>
      </w:r>
    </w:p>
    <w:p w14:paraId="792F4ADC" w14:textId="77777777" w:rsidR="003029F8" w:rsidRDefault="003029F8" w:rsidP="003029F8">
      <w:pPr>
        <w:pStyle w:val="Fibocomzhf5"/>
      </w:pPr>
      <w:r>
        <w:t>[07-19_11:49:09:152] Find /sys/bus/</w:t>
      </w:r>
      <w:proofErr w:type="spellStart"/>
      <w:r>
        <w:t>usb</w:t>
      </w:r>
      <w:proofErr w:type="spellEnd"/>
      <w:r>
        <w:t>/devices/1-1:1.4/net/wwan0</w:t>
      </w:r>
    </w:p>
    <w:p w14:paraId="2657DCD3" w14:textId="77777777" w:rsidR="003029F8" w:rsidRDefault="003029F8" w:rsidP="003029F8">
      <w:pPr>
        <w:pStyle w:val="Fibocomzhf5"/>
      </w:pPr>
      <w:r>
        <w:t xml:space="preserve">[07-19_11:49:09:152] Find </w:t>
      </w:r>
      <w:proofErr w:type="spellStart"/>
      <w:r>
        <w:t>usbnet_adapter</w:t>
      </w:r>
      <w:proofErr w:type="spellEnd"/>
      <w:r>
        <w:t xml:space="preserve"> = wwan0</w:t>
      </w:r>
    </w:p>
    <w:p w14:paraId="13BF4AB8" w14:textId="77777777" w:rsidR="003029F8" w:rsidRDefault="003029F8" w:rsidP="003029F8">
      <w:pPr>
        <w:pStyle w:val="Fibocomzhf5"/>
      </w:pPr>
      <w:r>
        <w:t>[07-19_11:49:09:152] Find /sys/bus/</w:t>
      </w:r>
      <w:proofErr w:type="spellStart"/>
      <w:r>
        <w:t>usb</w:t>
      </w:r>
      <w:proofErr w:type="spellEnd"/>
      <w:r>
        <w:t>/devices/1-1:1.4/</w:t>
      </w:r>
      <w:proofErr w:type="spellStart"/>
      <w:r>
        <w:t>usbmisc</w:t>
      </w:r>
      <w:proofErr w:type="spellEnd"/>
      <w:r>
        <w:t>/cdc-wdm0</w:t>
      </w:r>
    </w:p>
    <w:p w14:paraId="2CA233EF" w14:textId="77777777" w:rsidR="003029F8" w:rsidRDefault="003029F8" w:rsidP="003029F8">
      <w:pPr>
        <w:pStyle w:val="Fibocomzhf5"/>
      </w:pPr>
      <w:r>
        <w:t xml:space="preserve">[07-19_11:49:09:152] Find </w:t>
      </w:r>
      <w:proofErr w:type="spellStart"/>
      <w:r>
        <w:t>qmichannel</w:t>
      </w:r>
      <w:proofErr w:type="spellEnd"/>
      <w:r>
        <w:t xml:space="preserve"> = /dev/cdc-wdm0</w:t>
      </w:r>
    </w:p>
    <w:p w14:paraId="65AF2F6A" w14:textId="77777777" w:rsidR="003029F8" w:rsidRDefault="003029F8" w:rsidP="003029F8">
      <w:pPr>
        <w:pStyle w:val="Fibocomzhf5"/>
      </w:pPr>
      <w:r>
        <w:t xml:space="preserve">[07-19_11:49:09:152] </w:t>
      </w:r>
      <w:proofErr w:type="spellStart"/>
      <w:proofErr w:type="gramStart"/>
      <w:r>
        <w:t>qmichannel</w:t>
      </w:r>
      <w:proofErr w:type="spellEnd"/>
      <w:r>
        <w:t>(</w:t>
      </w:r>
      <w:proofErr w:type="gramEnd"/>
      <w:r>
        <w:t xml:space="preserve">/dev/cdc-wdm0) </w:t>
      </w:r>
      <w:proofErr w:type="spellStart"/>
      <w:r>
        <w:t>usbnet_adapter</w:t>
      </w:r>
      <w:proofErr w:type="spellEnd"/>
      <w:r>
        <w:t xml:space="preserve">(wwan0) </w:t>
      </w:r>
    </w:p>
    <w:p w14:paraId="0CBADC50" w14:textId="77777777" w:rsidR="003029F8" w:rsidRDefault="003029F8" w:rsidP="003029F8">
      <w:pPr>
        <w:pStyle w:val="Fibocomzhf5"/>
      </w:pPr>
      <w:r>
        <w:t xml:space="preserve">[07-19_11:49:09:152] </w:t>
      </w:r>
      <w:proofErr w:type="spellStart"/>
      <w:r>
        <w:t>pcie</w:t>
      </w:r>
      <w:proofErr w:type="spellEnd"/>
      <w:r>
        <w:t xml:space="preserve"> mode</w:t>
      </w:r>
    </w:p>
    <w:p w14:paraId="77A2A4A1" w14:textId="77777777" w:rsidR="003029F8" w:rsidRDefault="003029F8" w:rsidP="003029F8">
      <w:pPr>
        <w:pStyle w:val="Fibocomzhf5"/>
      </w:pPr>
      <w:r>
        <w:t xml:space="preserve">[07-19_11:49:09:153] </w:t>
      </w:r>
      <w:proofErr w:type="spellStart"/>
      <w:proofErr w:type="gramStart"/>
      <w:r>
        <w:t>ioctl</w:t>
      </w:r>
      <w:proofErr w:type="spellEnd"/>
      <w:r>
        <w:t>(</w:t>
      </w:r>
      <w:proofErr w:type="gramEnd"/>
      <w:r>
        <w:t xml:space="preserve">0x89f3, </w:t>
      </w:r>
      <w:proofErr w:type="spellStart"/>
      <w:r>
        <w:t>qmap_settings</w:t>
      </w:r>
      <w:proofErr w:type="spellEnd"/>
      <w:r>
        <w:t xml:space="preserve">) failed: Operation not supported, </w:t>
      </w:r>
      <w:proofErr w:type="spellStart"/>
      <w:r>
        <w:t>rc</w:t>
      </w:r>
      <w:proofErr w:type="spellEnd"/>
      <w:r>
        <w:t>=-1</w:t>
      </w:r>
    </w:p>
    <w:p w14:paraId="35929DD7" w14:textId="77777777" w:rsidR="003029F8" w:rsidRDefault="003029F8" w:rsidP="003029F8">
      <w:pPr>
        <w:pStyle w:val="Fibocomzhf5"/>
      </w:pPr>
      <w:r>
        <w:t>[07-19_11:49:09:153] access /sys/class/net/wwan0/</w:t>
      </w:r>
      <w:proofErr w:type="spellStart"/>
      <w:r>
        <w:t>qmap_mode</w:t>
      </w:r>
      <w:proofErr w:type="spellEnd"/>
    </w:p>
    <w:p w14:paraId="54BE0391" w14:textId="77777777" w:rsidR="003029F8" w:rsidRDefault="003029F8" w:rsidP="003029F8">
      <w:pPr>
        <w:pStyle w:val="Fibocomzhf5"/>
      </w:pPr>
      <w:r>
        <w:t xml:space="preserve">[07-19_11:49:09:153] </w:t>
      </w:r>
      <w:proofErr w:type="spellStart"/>
      <w:r>
        <w:t>qmap_mode</w:t>
      </w:r>
      <w:proofErr w:type="spellEnd"/>
      <w:r>
        <w:t xml:space="preserve"> = 4, </w:t>
      </w:r>
      <w:proofErr w:type="spellStart"/>
      <w:r>
        <w:t>muxid</w:t>
      </w:r>
      <w:proofErr w:type="spellEnd"/>
      <w:r>
        <w:t xml:space="preserve"> = 0x82, </w:t>
      </w:r>
      <w:proofErr w:type="spellStart"/>
      <w:r>
        <w:t>qmap_netcard</w:t>
      </w:r>
      <w:proofErr w:type="spellEnd"/>
      <w:r>
        <w:t xml:space="preserve"> = </w:t>
      </w:r>
      <w:r w:rsidRPr="0030515C">
        <w:rPr>
          <w:b/>
        </w:rPr>
        <w:t>wwan0.2</w:t>
      </w:r>
    </w:p>
    <w:p w14:paraId="189BAFF0" w14:textId="77777777" w:rsidR="003029F8" w:rsidRDefault="003029F8" w:rsidP="003029F8">
      <w:pPr>
        <w:pStyle w:val="Fibocomzhf5"/>
      </w:pPr>
      <w:r>
        <w:t xml:space="preserve">[07-19_11:49:09:153] </w:t>
      </w:r>
      <w:proofErr w:type="spellStart"/>
      <w:proofErr w:type="gramStart"/>
      <w:r>
        <w:t>ioctl</w:t>
      </w:r>
      <w:proofErr w:type="spellEnd"/>
      <w:r>
        <w:t>(</w:t>
      </w:r>
      <w:proofErr w:type="gramEnd"/>
      <w:r>
        <w:t xml:space="preserve">0x89f3, </w:t>
      </w:r>
      <w:proofErr w:type="spellStart"/>
      <w:r>
        <w:t>qmap_settings</w:t>
      </w:r>
      <w:proofErr w:type="spellEnd"/>
      <w:r>
        <w:t xml:space="preserve">) failed: Operation not supported, </w:t>
      </w:r>
      <w:proofErr w:type="spellStart"/>
      <w:r>
        <w:t>rc</w:t>
      </w:r>
      <w:proofErr w:type="spellEnd"/>
      <w:r>
        <w:t>=-1</w:t>
      </w:r>
    </w:p>
    <w:p w14:paraId="27B950FF" w14:textId="77777777" w:rsidR="003029F8" w:rsidRDefault="003029F8" w:rsidP="003029F8">
      <w:pPr>
        <w:pStyle w:val="Fibocomzhf5"/>
      </w:pPr>
      <w:r>
        <w:t>[07-19_11:49:09:153] access /sys/class/net/wwan0/</w:t>
      </w:r>
      <w:proofErr w:type="spellStart"/>
      <w:r>
        <w:t>qmap_mode</w:t>
      </w:r>
      <w:proofErr w:type="spellEnd"/>
    </w:p>
    <w:p w14:paraId="0B651311" w14:textId="77777777" w:rsidR="003029F8" w:rsidRDefault="003029F8" w:rsidP="003029F8">
      <w:pPr>
        <w:pStyle w:val="Fibocomzhf5"/>
      </w:pPr>
      <w:r>
        <w:t xml:space="preserve">[07-19_11:49:09:153] </w:t>
      </w:r>
      <w:proofErr w:type="spellStart"/>
      <w:r>
        <w:t>qmap_mode</w:t>
      </w:r>
      <w:proofErr w:type="spellEnd"/>
      <w:r>
        <w:t xml:space="preserve"> = 4, </w:t>
      </w:r>
      <w:proofErr w:type="spellStart"/>
      <w:r>
        <w:t>muxid</w:t>
      </w:r>
      <w:proofErr w:type="spellEnd"/>
      <w:r>
        <w:t xml:space="preserve"> = 0x82, </w:t>
      </w:r>
      <w:proofErr w:type="spellStart"/>
      <w:r>
        <w:t>qmap_netcard</w:t>
      </w:r>
      <w:proofErr w:type="spellEnd"/>
      <w:r>
        <w:t xml:space="preserve"> = wwan0.2</w:t>
      </w:r>
    </w:p>
    <w:p w14:paraId="3F993124" w14:textId="77777777" w:rsidR="003029F8" w:rsidRDefault="003029F8" w:rsidP="003029F8">
      <w:pPr>
        <w:pStyle w:val="Fibocomzhf5"/>
      </w:pPr>
      <w:r>
        <w:t xml:space="preserve">[07-19_11:49:09:154] connect to </w:t>
      </w:r>
      <w:proofErr w:type="spellStart"/>
      <w:r>
        <w:t>fibo_qmimsg_server</w:t>
      </w:r>
      <w:proofErr w:type="spellEnd"/>
      <w:r>
        <w:t xml:space="preserve"> </w:t>
      </w:r>
      <w:proofErr w:type="spellStart"/>
      <w:r>
        <w:t>sockfd</w:t>
      </w:r>
      <w:proofErr w:type="spellEnd"/>
      <w:r>
        <w:t xml:space="preserve"> = 11</w:t>
      </w:r>
    </w:p>
    <w:p w14:paraId="72FF143B" w14:textId="77777777" w:rsidR="003029F8" w:rsidRDefault="003029F8" w:rsidP="003029F8">
      <w:pPr>
        <w:pStyle w:val="Fibocomzhf5"/>
      </w:pPr>
      <w:r>
        <w:t xml:space="preserve">[07-19_11:49:09:154] </w:t>
      </w:r>
      <w:proofErr w:type="spellStart"/>
      <w:r>
        <w:t>cdc_wdm_fd</w:t>
      </w:r>
      <w:proofErr w:type="spellEnd"/>
      <w:r>
        <w:t xml:space="preserve"> = 11</w:t>
      </w:r>
    </w:p>
    <w:p w14:paraId="3EB819B0" w14:textId="77777777" w:rsidR="003029F8" w:rsidRDefault="003029F8" w:rsidP="003029F8">
      <w:pPr>
        <w:pStyle w:val="Fibocomzhf5"/>
      </w:pPr>
      <w:r>
        <w:t xml:space="preserve">[07-19_11:49:09:154] write </w:t>
      </w:r>
      <w:proofErr w:type="spellStart"/>
      <w:r>
        <w:t>triger_event</w:t>
      </w:r>
      <w:proofErr w:type="spellEnd"/>
      <w:r>
        <w:t xml:space="preserve">: 4098 to </w:t>
      </w:r>
      <w:proofErr w:type="spellStart"/>
      <w:r>
        <w:t>qmidevice_control_fd</w:t>
      </w:r>
      <w:proofErr w:type="spellEnd"/>
    </w:p>
    <w:p w14:paraId="37BE5153" w14:textId="77777777" w:rsidR="003029F8" w:rsidRDefault="003029F8" w:rsidP="003029F8">
      <w:pPr>
        <w:pStyle w:val="Fibocomzhf5"/>
      </w:pPr>
      <w:r>
        <w:t xml:space="preserve">[07-19_11:49:09:205]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1 </w:t>
      </w:r>
      <w:proofErr w:type="spellStart"/>
      <w:r>
        <w:t>clientid</w:t>
      </w:r>
      <w:proofErr w:type="spellEnd"/>
      <w:r>
        <w:t xml:space="preserve"> 15</w:t>
      </w:r>
    </w:p>
    <w:p w14:paraId="1B42B592" w14:textId="77777777" w:rsidR="003029F8" w:rsidRDefault="003029F8" w:rsidP="003029F8">
      <w:pPr>
        <w:pStyle w:val="Fibocomzhf5"/>
      </w:pPr>
      <w:r>
        <w:lastRenderedPageBreak/>
        <w:t xml:space="preserve">[07-19_11:49:09:205] Get </w:t>
      </w:r>
      <w:proofErr w:type="spellStart"/>
      <w:r>
        <w:t>clientWDS</w:t>
      </w:r>
      <w:proofErr w:type="spellEnd"/>
      <w:r>
        <w:t xml:space="preserve"> = 15</w:t>
      </w:r>
    </w:p>
    <w:p w14:paraId="693C6266" w14:textId="77777777" w:rsidR="003029F8" w:rsidRDefault="003029F8" w:rsidP="003029F8">
      <w:pPr>
        <w:pStyle w:val="Fibocomzhf5"/>
      </w:pPr>
      <w:r>
        <w:t xml:space="preserve">[07-19_11:49:09:237]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2 </w:t>
      </w:r>
      <w:proofErr w:type="spellStart"/>
      <w:r>
        <w:t>clientid</w:t>
      </w:r>
      <w:proofErr w:type="spellEnd"/>
      <w:r>
        <w:t xml:space="preserve"> 2</w:t>
      </w:r>
    </w:p>
    <w:p w14:paraId="4C97E461" w14:textId="77777777" w:rsidR="003029F8" w:rsidRDefault="003029F8" w:rsidP="003029F8">
      <w:pPr>
        <w:pStyle w:val="Fibocomzhf5"/>
      </w:pPr>
      <w:r>
        <w:t xml:space="preserve">[07-19_11:49:09:237] Get </w:t>
      </w:r>
      <w:proofErr w:type="spellStart"/>
      <w:r>
        <w:t>clientDMS</w:t>
      </w:r>
      <w:proofErr w:type="spellEnd"/>
      <w:r>
        <w:t xml:space="preserve"> = 2</w:t>
      </w:r>
    </w:p>
    <w:p w14:paraId="7A214AB5" w14:textId="77777777" w:rsidR="003029F8" w:rsidRDefault="003029F8" w:rsidP="003029F8">
      <w:pPr>
        <w:pStyle w:val="Fibocomzhf5"/>
      </w:pPr>
      <w:r>
        <w:t xml:space="preserve">[07-19_11:49:09:268]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3 </w:t>
      </w:r>
      <w:proofErr w:type="spellStart"/>
      <w:r>
        <w:t>clientid</w:t>
      </w:r>
      <w:proofErr w:type="spellEnd"/>
      <w:r>
        <w:t xml:space="preserve"> 3</w:t>
      </w:r>
    </w:p>
    <w:p w14:paraId="6A3BEA0D" w14:textId="77777777" w:rsidR="003029F8" w:rsidRDefault="003029F8" w:rsidP="003029F8">
      <w:pPr>
        <w:pStyle w:val="Fibocomzhf5"/>
      </w:pPr>
      <w:r>
        <w:t xml:space="preserve">[07-19_11:49:09:268] Get </w:t>
      </w:r>
      <w:proofErr w:type="spellStart"/>
      <w:r>
        <w:t>clientNAS</w:t>
      </w:r>
      <w:proofErr w:type="spellEnd"/>
      <w:r>
        <w:t xml:space="preserve"> = 3</w:t>
      </w:r>
    </w:p>
    <w:p w14:paraId="178EEEEF" w14:textId="77777777" w:rsidR="003029F8" w:rsidRDefault="003029F8" w:rsidP="003029F8">
      <w:pPr>
        <w:pStyle w:val="Fibocomzhf5"/>
      </w:pPr>
      <w:r>
        <w:t xml:space="preserve">[07-19_11:49:09:301] </w:t>
      </w:r>
      <w:proofErr w:type="spellStart"/>
      <w:r>
        <w:t>QmiWwanGetClientID</w:t>
      </w:r>
      <w:proofErr w:type="spellEnd"/>
      <w:r>
        <w:t xml:space="preserve">: </w:t>
      </w:r>
      <w:proofErr w:type="spellStart"/>
      <w:r>
        <w:t>QMIType</w:t>
      </w:r>
      <w:proofErr w:type="spellEnd"/>
      <w:r>
        <w:t xml:space="preserve"> = 11 </w:t>
      </w:r>
      <w:proofErr w:type="spellStart"/>
      <w:r>
        <w:t>clientid</w:t>
      </w:r>
      <w:proofErr w:type="spellEnd"/>
      <w:r>
        <w:t xml:space="preserve"> 3</w:t>
      </w:r>
    </w:p>
    <w:p w14:paraId="6171041D" w14:textId="77777777" w:rsidR="003029F8" w:rsidRDefault="003029F8" w:rsidP="003029F8">
      <w:pPr>
        <w:pStyle w:val="Fibocomzhf5"/>
      </w:pPr>
      <w:r>
        <w:t xml:space="preserve">[07-19_11:49:09:301] Get </w:t>
      </w:r>
      <w:proofErr w:type="spellStart"/>
      <w:r>
        <w:t>clientUIM</w:t>
      </w:r>
      <w:proofErr w:type="spellEnd"/>
      <w:r>
        <w:t xml:space="preserve"> = 3</w:t>
      </w:r>
    </w:p>
    <w:p w14:paraId="47B7BCB4" w14:textId="77777777" w:rsidR="003029F8" w:rsidRDefault="003029F8" w:rsidP="003029F8">
      <w:pPr>
        <w:pStyle w:val="Fibocomzhf5"/>
      </w:pPr>
      <w:r>
        <w:t xml:space="preserve">[07-19_11:49:09:332] </w:t>
      </w:r>
      <w:proofErr w:type="spellStart"/>
      <w:r>
        <w:t>requestBaseBandVersion</w:t>
      </w:r>
      <w:proofErr w:type="spellEnd"/>
      <w:r>
        <w:t xml:space="preserve"> 89602.1000.00.04.08.21</w:t>
      </w:r>
    </w:p>
    <w:p w14:paraId="6ECF1C01" w14:textId="77777777" w:rsidR="003029F8" w:rsidRDefault="003029F8" w:rsidP="003029F8">
      <w:pPr>
        <w:pStyle w:val="Fibocomzhf5"/>
      </w:pPr>
      <w:r>
        <w:t xml:space="preserve">[07-19_11:49:09:397] </w:t>
      </w:r>
      <w:proofErr w:type="spellStart"/>
      <w:r>
        <w:t>sim_select</w:t>
      </w:r>
      <w:proofErr w:type="spellEnd"/>
      <w:r>
        <w:t xml:space="preserve"> = 0</w:t>
      </w:r>
    </w:p>
    <w:p w14:paraId="1A7251AB" w14:textId="77777777" w:rsidR="003029F8" w:rsidRDefault="003029F8" w:rsidP="003029F8">
      <w:pPr>
        <w:pStyle w:val="Fibocomzhf5"/>
      </w:pPr>
      <w:r>
        <w:t xml:space="preserve">[07-19_11:49:09:429] curr_ints_sim1 </w:t>
      </w:r>
    </w:p>
    <w:p w14:paraId="2EB3D7FA" w14:textId="77777777" w:rsidR="003029F8" w:rsidRDefault="003029F8" w:rsidP="003029F8">
      <w:pPr>
        <w:pStyle w:val="Fibocomzhf5"/>
      </w:pPr>
      <w:r>
        <w:t xml:space="preserve">[07-19_11:49:09:429] </w:t>
      </w:r>
      <w:proofErr w:type="spellStart"/>
      <w:r>
        <w:t>curr_ints</w:t>
      </w:r>
      <w:proofErr w:type="spellEnd"/>
      <w:r>
        <w:t>-&gt;</w:t>
      </w:r>
      <w:proofErr w:type="spellStart"/>
      <w:r>
        <w:t>CardState</w:t>
      </w:r>
      <w:proofErr w:type="spellEnd"/>
      <w:r>
        <w:t xml:space="preserve"> is 1</w:t>
      </w:r>
    </w:p>
    <w:p w14:paraId="447156E7" w14:textId="77777777" w:rsidR="003029F8" w:rsidRDefault="003029F8" w:rsidP="003029F8">
      <w:pPr>
        <w:pStyle w:val="Fibocomzhf5"/>
      </w:pPr>
      <w:r>
        <w:t xml:space="preserve">[07-19_11:49:09:429] </w:t>
      </w:r>
      <w:proofErr w:type="spellStart"/>
      <w:r>
        <w:t>curr_ints</w:t>
      </w:r>
      <w:proofErr w:type="spellEnd"/>
      <w:r>
        <w:t>-&gt;</w:t>
      </w:r>
      <w:proofErr w:type="spellStart"/>
      <w:r>
        <w:t>NumApp</w:t>
      </w:r>
      <w:proofErr w:type="spellEnd"/>
      <w:r>
        <w:t xml:space="preserve"> is 1</w:t>
      </w:r>
    </w:p>
    <w:p w14:paraId="4B1FC7E4" w14:textId="77777777" w:rsidR="003029F8" w:rsidRDefault="003029F8" w:rsidP="003029F8">
      <w:pPr>
        <w:pStyle w:val="Fibocomzhf5"/>
      </w:pPr>
      <w:r>
        <w:t xml:space="preserve">[07-19_11:49:09:429] </w:t>
      </w:r>
      <w:proofErr w:type="spellStart"/>
      <w:r>
        <w:t>AppType</w:t>
      </w:r>
      <w:proofErr w:type="spellEnd"/>
      <w:r>
        <w:t xml:space="preserve"> = 2</w:t>
      </w:r>
    </w:p>
    <w:p w14:paraId="1D4445DB" w14:textId="77777777" w:rsidR="003029F8" w:rsidRDefault="003029F8" w:rsidP="003029F8">
      <w:pPr>
        <w:pStyle w:val="Fibocomzhf5"/>
      </w:pPr>
      <w:r>
        <w:t xml:space="preserve">[07-19_11:49:09:429] </w:t>
      </w:r>
      <w:proofErr w:type="spellStart"/>
      <w:r>
        <w:t>requestGetSIMStatus</w:t>
      </w:r>
      <w:proofErr w:type="spellEnd"/>
      <w:r>
        <w:t xml:space="preserve"> </w:t>
      </w:r>
      <w:proofErr w:type="spellStart"/>
      <w:r>
        <w:t>SIMStatus</w:t>
      </w:r>
      <w:proofErr w:type="spellEnd"/>
      <w:r>
        <w:t>: SIM_READY</w:t>
      </w:r>
    </w:p>
    <w:p w14:paraId="5F3895BC" w14:textId="77777777" w:rsidR="003029F8" w:rsidRDefault="003029F8" w:rsidP="003029F8">
      <w:pPr>
        <w:pStyle w:val="Fibocomzhf5"/>
      </w:pPr>
      <w:r>
        <w:t xml:space="preserve">[07-19_11:49:09:461] </w:t>
      </w:r>
      <w:proofErr w:type="spellStart"/>
      <w:r>
        <w:t>requestGetICCID</w:t>
      </w:r>
      <w:proofErr w:type="spellEnd"/>
      <w:r>
        <w:t xml:space="preserve"> </w:t>
      </w:r>
      <w:proofErr w:type="spellStart"/>
      <w:r>
        <w:t>DeviceICCID</w:t>
      </w:r>
      <w:proofErr w:type="spellEnd"/>
      <w:r>
        <w:t>: 898600F0261831632928</w:t>
      </w:r>
    </w:p>
    <w:p w14:paraId="18D52976" w14:textId="77777777" w:rsidR="003029F8" w:rsidRDefault="003029F8" w:rsidP="003029F8">
      <w:pPr>
        <w:pStyle w:val="Fibocomzhf5"/>
      </w:pPr>
      <w:r>
        <w:t xml:space="preserve">[07-19_11:49:09:493] </w:t>
      </w:r>
      <w:proofErr w:type="spellStart"/>
      <w:r>
        <w:t>requestGetIMSI</w:t>
      </w:r>
      <w:proofErr w:type="spellEnd"/>
      <w:r>
        <w:t xml:space="preserve"> </w:t>
      </w:r>
      <w:proofErr w:type="spellStart"/>
      <w:r>
        <w:t>DeviceIMSI</w:t>
      </w:r>
      <w:proofErr w:type="spellEnd"/>
      <w:r>
        <w:t>: 460026092319783</w:t>
      </w:r>
    </w:p>
    <w:p w14:paraId="44A45761" w14:textId="77777777" w:rsidR="003029F8" w:rsidRDefault="003029F8" w:rsidP="003029F8">
      <w:pPr>
        <w:pStyle w:val="Fibocomzhf5"/>
      </w:pPr>
      <w:r>
        <w:t xml:space="preserve">[07-19_11:49:09:493] </w:t>
      </w:r>
      <w:proofErr w:type="spellStart"/>
      <w:proofErr w:type="gramStart"/>
      <w:r>
        <w:t>requestSetProfile</w:t>
      </w:r>
      <w:proofErr w:type="spellEnd"/>
      <w:r>
        <w:t>[</w:t>
      </w:r>
      <w:proofErr w:type="gramEnd"/>
      <w:r>
        <w:t xml:space="preserve">2] </w:t>
      </w:r>
      <w:proofErr w:type="spellStart"/>
      <w:r>
        <w:t>ctnet</w:t>
      </w:r>
      <w:proofErr w:type="spellEnd"/>
      <w:r>
        <w:t>///0</w:t>
      </w:r>
    </w:p>
    <w:p w14:paraId="6FB8F0F6" w14:textId="77777777" w:rsidR="003029F8" w:rsidRDefault="003029F8" w:rsidP="003029F8">
      <w:pPr>
        <w:pStyle w:val="Fibocomzhf5"/>
      </w:pPr>
      <w:r>
        <w:t xml:space="preserve">[07-19_11:49:09:557] </w:t>
      </w:r>
      <w:proofErr w:type="spellStart"/>
      <w:proofErr w:type="gramStart"/>
      <w:r>
        <w:t>requestGetProfile</w:t>
      </w:r>
      <w:proofErr w:type="spellEnd"/>
      <w:r>
        <w:t>[</w:t>
      </w:r>
      <w:proofErr w:type="gramEnd"/>
      <w:r>
        <w:t xml:space="preserve">2] </w:t>
      </w:r>
      <w:proofErr w:type="spellStart"/>
      <w:r>
        <w:t>ctnet</w:t>
      </w:r>
      <w:proofErr w:type="spellEnd"/>
      <w:r>
        <w:t>///0</w:t>
      </w:r>
    </w:p>
    <w:p w14:paraId="25010D92" w14:textId="77777777" w:rsidR="003029F8" w:rsidRDefault="003029F8" w:rsidP="003029F8">
      <w:pPr>
        <w:pStyle w:val="Fibocomzhf5"/>
      </w:pPr>
      <w:r>
        <w:t xml:space="preserve">[07-19_11:49:09:589] requestRegistrationState2 MCC: 460, MNC: </w:t>
      </w:r>
      <w:proofErr w:type="gramStart"/>
      <w:r>
        <w:t>0</w:t>
      </w:r>
      <w:proofErr w:type="gramEnd"/>
      <w:r>
        <w:t xml:space="preserve">, PS: Attached, </w:t>
      </w:r>
      <w:proofErr w:type="spellStart"/>
      <w:r>
        <w:t>DataCap</w:t>
      </w:r>
      <w:proofErr w:type="spellEnd"/>
      <w:r>
        <w:t>: LTE</w:t>
      </w:r>
    </w:p>
    <w:p w14:paraId="34726BC9" w14:textId="77777777" w:rsidR="003029F8" w:rsidRDefault="003029F8" w:rsidP="003029F8">
      <w:pPr>
        <w:pStyle w:val="Fibocomzhf5"/>
      </w:pPr>
      <w:r>
        <w:t xml:space="preserve">[07-19_11:49:09:589] write </w:t>
      </w:r>
      <w:proofErr w:type="spellStart"/>
      <w:r>
        <w:t>signo</w:t>
      </w:r>
      <w:proofErr w:type="spellEnd"/>
      <w:r>
        <w:t xml:space="preserve">: 12 to </w:t>
      </w:r>
      <w:proofErr w:type="spellStart"/>
      <w:r>
        <w:t>signal_control_fd</w:t>
      </w:r>
      <w:proofErr w:type="spellEnd"/>
    </w:p>
    <w:p w14:paraId="249DDE61" w14:textId="77777777" w:rsidR="003029F8" w:rsidRDefault="003029F8" w:rsidP="003029F8">
      <w:pPr>
        <w:pStyle w:val="Fibocomzhf5"/>
      </w:pPr>
      <w:r>
        <w:t xml:space="preserve">[07-19_11:49:09:589]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8, events = 0x0001</w:t>
      </w:r>
    </w:p>
    <w:p w14:paraId="5768F957" w14:textId="77777777" w:rsidR="003029F8" w:rsidRDefault="003029F8" w:rsidP="003029F8">
      <w:pPr>
        <w:pStyle w:val="Fibocomzhf5"/>
      </w:pPr>
      <w:r>
        <w:t xml:space="preserve">[07-19_11:49:09:589] get </w:t>
      </w:r>
      <w:proofErr w:type="spellStart"/>
      <w:r>
        <w:t>signo</w:t>
      </w:r>
      <w:proofErr w:type="spellEnd"/>
      <w:r>
        <w:t xml:space="preserve">: 12 </w:t>
      </w:r>
    </w:p>
    <w:p w14:paraId="71327118" w14:textId="77777777" w:rsidR="003029F8" w:rsidRDefault="003029F8" w:rsidP="003029F8">
      <w:pPr>
        <w:pStyle w:val="Fibocomzhf5"/>
      </w:pPr>
      <w:r>
        <w:t xml:space="preserve">[07-19_11:49:09:621] </w:t>
      </w:r>
      <w:proofErr w:type="spellStart"/>
      <w:r>
        <w:t>requestQueryDataCall</w:t>
      </w:r>
      <w:proofErr w:type="spellEnd"/>
      <w:r>
        <w:t xml:space="preserve"> IPv4ConnectionStatus: DISCONNECTED</w:t>
      </w:r>
    </w:p>
    <w:p w14:paraId="3729948A" w14:textId="77777777" w:rsidR="003029F8" w:rsidRDefault="003029F8" w:rsidP="003029F8">
      <w:pPr>
        <w:pStyle w:val="Fibocomzhf5"/>
      </w:pPr>
      <w:r>
        <w:t xml:space="preserve">[07-19_11:49:09:621] </w:t>
      </w:r>
      <w:proofErr w:type="spellStart"/>
      <w:proofErr w:type="gramStart"/>
      <w:r>
        <w:t>usbnet_link_change</w:t>
      </w:r>
      <w:proofErr w:type="spellEnd"/>
      <w:r>
        <w:t xml:space="preserve"> :link:0</w:t>
      </w:r>
      <w:proofErr w:type="gramEnd"/>
      <w:r>
        <w:t xml:space="preserve"> </w:t>
      </w:r>
    </w:p>
    <w:p w14:paraId="51343E7C" w14:textId="77777777" w:rsidR="003029F8" w:rsidRDefault="003029F8" w:rsidP="003029F8">
      <w:pPr>
        <w:pStyle w:val="Fibocomzhf5"/>
      </w:pPr>
      <w:r>
        <w:t xml:space="preserve">[07-19_11:49:09:621] enter </w:t>
      </w:r>
      <w:proofErr w:type="spellStart"/>
      <w:r>
        <w:t>udhcpc_stop</w:t>
      </w:r>
      <w:proofErr w:type="spellEnd"/>
      <w:r>
        <w:t xml:space="preserve"> </w:t>
      </w:r>
    </w:p>
    <w:p w14:paraId="5C4DF868" w14:textId="77777777" w:rsidR="003029F8" w:rsidRDefault="003029F8" w:rsidP="003029F8">
      <w:pPr>
        <w:pStyle w:val="Fibocomzhf5"/>
      </w:pPr>
      <w:r>
        <w:t xml:space="preserve">[07-19_11:49:09:621] enter </w:t>
      </w:r>
      <w:proofErr w:type="spellStart"/>
      <w:r>
        <w:t>fibo_set_driver_link_state</w:t>
      </w:r>
      <w:proofErr w:type="spellEnd"/>
      <w:r>
        <w:t xml:space="preserve"> </w:t>
      </w:r>
    </w:p>
    <w:p w14:paraId="363F940F" w14:textId="77777777" w:rsidR="003029F8" w:rsidRDefault="003029F8" w:rsidP="003029F8">
      <w:pPr>
        <w:pStyle w:val="Fibocomzhf5"/>
      </w:pPr>
      <w:r>
        <w:t xml:space="preserve">[07-19_11:49:09:622] </w:t>
      </w:r>
      <w:proofErr w:type="spellStart"/>
      <w:r>
        <w:t>if_link_down</w:t>
      </w:r>
      <w:proofErr w:type="spellEnd"/>
      <w:r>
        <w:t xml:space="preserve"> wwan0.2</w:t>
      </w:r>
    </w:p>
    <w:p w14:paraId="401FDAF7" w14:textId="77777777" w:rsidR="003029F8" w:rsidRDefault="003029F8" w:rsidP="003029F8">
      <w:pPr>
        <w:pStyle w:val="Fibocomzhf5"/>
      </w:pPr>
      <w:r>
        <w:t xml:space="preserve">[07-19_11:49:09:622] write </w:t>
      </w:r>
      <w:proofErr w:type="spellStart"/>
      <w:r>
        <w:t>signo</w:t>
      </w:r>
      <w:proofErr w:type="spellEnd"/>
      <w:r>
        <w:t xml:space="preserve">: 10 to </w:t>
      </w:r>
      <w:proofErr w:type="spellStart"/>
      <w:r>
        <w:t>signal_control_fd</w:t>
      </w:r>
      <w:proofErr w:type="spellEnd"/>
    </w:p>
    <w:p w14:paraId="21201591" w14:textId="77777777" w:rsidR="003029F8" w:rsidRDefault="003029F8" w:rsidP="003029F8">
      <w:pPr>
        <w:pStyle w:val="Fibocomzhf5"/>
      </w:pPr>
      <w:r>
        <w:t xml:space="preserve">[07-19_11:49:09:622]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9, events = 0x0000</w:t>
      </w:r>
    </w:p>
    <w:p w14:paraId="66E81B5D" w14:textId="77777777" w:rsidR="003029F8" w:rsidRDefault="003029F8" w:rsidP="003029F8">
      <w:pPr>
        <w:pStyle w:val="Fibocomzhf5"/>
      </w:pPr>
      <w:r>
        <w:t xml:space="preserve">[07-19_11:49:09:622]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8, events = 0x0001</w:t>
      </w:r>
    </w:p>
    <w:p w14:paraId="716EA7C2" w14:textId="77777777" w:rsidR="003029F8" w:rsidRDefault="003029F8" w:rsidP="003029F8">
      <w:pPr>
        <w:pStyle w:val="Fibocomzhf5"/>
      </w:pPr>
      <w:r>
        <w:t xml:space="preserve">[07-19_11:49:09:622] get </w:t>
      </w:r>
      <w:proofErr w:type="spellStart"/>
      <w:r>
        <w:t>signo</w:t>
      </w:r>
      <w:proofErr w:type="spellEnd"/>
      <w:r>
        <w:t xml:space="preserve">: 10 </w:t>
      </w:r>
    </w:p>
    <w:p w14:paraId="3D26A9AC" w14:textId="77777777" w:rsidR="003029F8" w:rsidRDefault="003029F8" w:rsidP="003029F8">
      <w:pPr>
        <w:pStyle w:val="Fibocomzhf5"/>
      </w:pPr>
      <w:r>
        <w:t xml:space="preserve">[07-19_11:49:09:622] </w:t>
      </w:r>
      <w:proofErr w:type="spellStart"/>
      <w:proofErr w:type="gramStart"/>
      <w:r>
        <w:t>usbnet_link_change</w:t>
      </w:r>
      <w:proofErr w:type="spellEnd"/>
      <w:r>
        <w:t xml:space="preserve"> :link:0</w:t>
      </w:r>
      <w:proofErr w:type="gramEnd"/>
      <w:r>
        <w:t xml:space="preserve"> </w:t>
      </w:r>
    </w:p>
    <w:p w14:paraId="0F48106B" w14:textId="77777777" w:rsidR="003029F8" w:rsidRDefault="003029F8" w:rsidP="003029F8">
      <w:pPr>
        <w:pStyle w:val="Fibocomzhf5"/>
      </w:pPr>
      <w:r>
        <w:t xml:space="preserve">[07-19_11:49:09:653] requestRegistrationState2 MCC: 460, MNC: </w:t>
      </w:r>
      <w:proofErr w:type="gramStart"/>
      <w:r>
        <w:t>0</w:t>
      </w:r>
      <w:proofErr w:type="gramEnd"/>
      <w:r>
        <w:t xml:space="preserve">, PS: Attached, </w:t>
      </w:r>
      <w:proofErr w:type="spellStart"/>
      <w:r>
        <w:t>DataCap</w:t>
      </w:r>
      <w:proofErr w:type="spellEnd"/>
      <w:r>
        <w:t>: LTE</w:t>
      </w:r>
    </w:p>
    <w:p w14:paraId="5AAA7FAF" w14:textId="77777777" w:rsidR="003029F8" w:rsidRDefault="003029F8" w:rsidP="003029F8">
      <w:pPr>
        <w:pStyle w:val="Fibocomzhf5"/>
      </w:pPr>
      <w:r>
        <w:lastRenderedPageBreak/>
        <w:t xml:space="preserve">[07-19_11:49:18:839] write </w:t>
      </w:r>
      <w:proofErr w:type="spellStart"/>
      <w:r>
        <w:t>signo</w:t>
      </w:r>
      <w:proofErr w:type="spellEnd"/>
      <w:r>
        <w:t xml:space="preserve">: 12 to </w:t>
      </w:r>
      <w:proofErr w:type="spellStart"/>
      <w:r>
        <w:t>signal_control_fd</w:t>
      </w:r>
      <w:proofErr w:type="spellEnd"/>
    </w:p>
    <w:p w14:paraId="59F139DC" w14:textId="77777777" w:rsidR="003029F8" w:rsidRDefault="003029F8" w:rsidP="003029F8">
      <w:pPr>
        <w:pStyle w:val="Fibocomzhf5"/>
      </w:pPr>
      <w:r>
        <w:t xml:space="preserve">[07-19_11:49:18:840]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8, events = 0x0001</w:t>
      </w:r>
    </w:p>
    <w:p w14:paraId="16458C3C" w14:textId="77777777" w:rsidR="003029F8" w:rsidRDefault="003029F8" w:rsidP="003029F8">
      <w:pPr>
        <w:pStyle w:val="Fibocomzhf5"/>
      </w:pPr>
      <w:r>
        <w:t xml:space="preserve">[07-19_11:49:18:840] get </w:t>
      </w:r>
      <w:proofErr w:type="spellStart"/>
      <w:r>
        <w:t>signo</w:t>
      </w:r>
      <w:proofErr w:type="spellEnd"/>
      <w:r>
        <w:t xml:space="preserve">: 12 </w:t>
      </w:r>
    </w:p>
    <w:p w14:paraId="05218F13" w14:textId="77777777" w:rsidR="003029F8" w:rsidRDefault="003029F8" w:rsidP="003029F8">
      <w:pPr>
        <w:pStyle w:val="Fibocomzhf5"/>
      </w:pPr>
      <w:r>
        <w:t xml:space="preserve">[07-19_11:49:18:874] </w:t>
      </w:r>
      <w:proofErr w:type="spellStart"/>
      <w:proofErr w:type="gramStart"/>
      <w:r>
        <w:t>usbnet_link_change</w:t>
      </w:r>
      <w:proofErr w:type="spellEnd"/>
      <w:r>
        <w:t xml:space="preserve"> :link:1</w:t>
      </w:r>
      <w:proofErr w:type="gramEnd"/>
      <w:r>
        <w:t xml:space="preserve"> </w:t>
      </w:r>
    </w:p>
    <w:p w14:paraId="737A84FF" w14:textId="77777777" w:rsidR="003029F8" w:rsidRDefault="003029F8" w:rsidP="003029F8">
      <w:pPr>
        <w:pStyle w:val="Fibocomzhf5"/>
      </w:pPr>
      <w:r>
        <w:t xml:space="preserve">[07-19_11:49:18:874]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9, events = 0x0000</w:t>
      </w:r>
    </w:p>
    <w:p w14:paraId="3E4D1436" w14:textId="77777777" w:rsidR="003029F8" w:rsidRDefault="003029F8" w:rsidP="003029F8">
      <w:pPr>
        <w:pStyle w:val="Fibocomzhf5"/>
      </w:pPr>
      <w:r>
        <w:t xml:space="preserve">[07-19_11:49:19:131] </w:t>
      </w:r>
      <w:proofErr w:type="spellStart"/>
      <w:r>
        <w:t>requestSetupDataCall</w:t>
      </w:r>
      <w:proofErr w:type="spellEnd"/>
      <w:r>
        <w:t xml:space="preserve"> WdsConnectionIPv4Handle: 0x361b1650</w:t>
      </w:r>
    </w:p>
    <w:p w14:paraId="2E0D32E9" w14:textId="77777777" w:rsidR="003029F8" w:rsidRDefault="003029F8" w:rsidP="003029F8">
      <w:pPr>
        <w:pStyle w:val="Fibocomzhf5"/>
      </w:pPr>
      <w:r>
        <w:t xml:space="preserve">[07-19_11:49:19:163] write </w:t>
      </w:r>
      <w:proofErr w:type="spellStart"/>
      <w:r>
        <w:t>triger_event</w:t>
      </w:r>
      <w:proofErr w:type="spellEnd"/>
      <w:r>
        <w:t xml:space="preserve">: 4101 to </w:t>
      </w:r>
      <w:proofErr w:type="spellStart"/>
      <w:r>
        <w:t>qmidevice_control_fd</w:t>
      </w:r>
      <w:proofErr w:type="spellEnd"/>
    </w:p>
    <w:p w14:paraId="4B66DF93" w14:textId="77777777" w:rsidR="003029F8" w:rsidRDefault="003029F8" w:rsidP="003029F8">
      <w:pPr>
        <w:pStyle w:val="Fibocomzhf5"/>
      </w:pPr>
      <w:r>
        <w:t xml:space="preserve">[07-19_11:49:19:195]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9, events = 0x0000</w:t>
      </w:r>
    </w:p>
    <w:p w14:paraId="449BD674" w14:textId="77777777" w:rsidR="003029F8" w:rsidRDefault="003029F8" w:rsidP="003029F8">
      <w:pPr>
        <w:pStyle w:val="Fibocomzhf5"/>
      </w:pPr>
      <w:r>
        <w:t xml:space="preserve">[07-19_11:49:19:195]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8, events = 0x0000</w:t>
      </w:r>
    </w:p>
    <w:p w14:paraId="297F07FE" w14:textId="77777777" w:rsidR="003029F8" w:rsidRDefault="003029F8" w:rsidP="003029F8">
      <w:pPr>
        <w:pStyle w:val="Fibocomzhf5"/>
      </w:pPr>
      <w:r>
        <w:t xml:space="preserve">[07-19_11:49:19:195]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9, events = 0x0001</w:t>
      </w:r>
    </w:p>
    <w:p w14:paraId="09626BAD" w14:textId="77777777" w:rsidR="003029F8" w:rsidRDefault="003029F8" w:rsidP="003029F8">
      <w:pPr>
        <w:pStyle w:val="Fibocomzhf5"/>
      </w:pPr>
      <w:r>
        <w:t xml:space="preserve">[07-19_11:49:19:195] write </w:t>
      </w:r>
      <w:proofErr w:type="spellStart"/>
      <w:r>
        <w:t>signo</w:t>
      </w:r>
      <w:proofErr w:type="spellEnd"/>
      <w:r>
        <w:t xml:space="preserve">: 12 to </w:t>
      </w:r>
      <w:proofErr w:type="spellStart"/>
      <w:r>
        <w:t>signal_control_fd</w:t>
      </w:r>
      <w:proofErr w:type="spellEnd"/>
    </w:p>
    <w:p w14:paraId="1FC97B81" w14:textId="77777777" w:rsidR="003029F8" w:rsidRDefault="003029F8" w:rsidP="003029F8">
      <w:pPr>
        <w:pStyle w:val="Fibocomzhf5"/>
      </w:pPr>
      <w:r>
        <w:t xml:space="preserve">[07-19_11:49:19:195] </w:t>
      </w:r>
      <w:proofErr w:type="spellStart"/>
      <w:r>
        <w:t>epoll</w:t>
      </w:r>
      <w:proofErr w:type="spellEnd"/>
      <w:r>
        <w:t xml:space="preserve"> </w:t>
      </w:r>
      <w:proofErr w:type="spellStart"/>
      <w:proofErr w:type="gramStart"/>
      <w:r>
        <w:t>fd</w:t>
      </w:r>
      <w:proofErr w:type="spellEnd"/>
      <w:proofErr w:type="gramEnd"/>
      <w:r>
        <w:t xml:space="preserve"> = 8, events = 0x0001</w:t>
      </w:r>
    </w:p>
    <w:p w14:paraId="0F93CB6C" w14:textId="77777777" w:rsidR="003029F8" w:rsidRDefault="003029F8" w:rsidP="003029F8">
      <w:pPr>
        <w:pStyle w:val="Fibocomzhf5"/>
      </w:pPr>
      <w:r>
        <w:t xml:space="preserve">[07-19_11:49:19:195] get </w:t>
      </w:r>
      <w:proofErr w:type="spellStart"/>
      <w:r>
        <w:t>signo</w:t>
      </w:r>
      <w:proofErr w:type="spellEnd"/>
      <w:r>
        <w:t xml:space="preserve">: 12 </w:t>
      </w:r>
    </w:p>
    <w:p w14:paraId="33EFB39E" w14:textId="77777777" w:rsidR="003029F8" w:rsidRDefault="003029F8" w:rsidP="003029F8">
      <w:pPr>
        <w:pStyle w:val="Fibocomzhf5"/>
      </w:pPr>
      <w:r>
        <w:t xml:space="preserve">[07-19_11:49:19:259] </w:t>
      </w:r>
      <w:proofErr w:type="spellStart"/>
      <w:proofErr w:type="gramStart"/>
      <w:r>
        <w:t>usbnet_link_change</w:t>
      </w:r>
      <w:proofErr w:type="spellEnd"/>
      <w:r>
        <w:t xml:space="preserve"> :link:1</w:t>
      </w:r>
      <w:proofErr w:type="gramEnd"/>
      <w:r>
        <w:t xml:space="preserve"> </w:t>
      </w:r>
    </w:p>
    <w:p w14:paraId="0DCA95E2" w14:textId="77777777" w:rsidR="003029F8" w:rsidRDefault="003029F8" w:rsidP="003029F8">
      <w:pPr>
        <w:pStyle w:val="Fibocomzhf5"/>
      </w:pPr>
      <w:r>
        <w:t xml:space="preserve">[07-19_11:49:19:291] enter </w:t>
      </w:r>
      <w:proofErr w:type="spellStart"/>
      <w:r>
        <w:t>fibo_set_driver_link_state</w:t>
      </w:r>
      <w:proofErr w:type="spellEnd"/>
      <w:r>
        <w:t xml:space="preserve"> </w:t>
      </w:r>
    </w:p>
    <w:p w14:paraId="2FE4BEA4" w14:textId="77777777" w:rsidR="003029F8" w:rsidRDefault="003029F8" w:rsidP="003029F8">
      <w:pPr>
        <w:pStyle w:val="Fibocomzhf5"/>
      </w:pPr>
      <w:r>
        <w:t xml:space="preserve">[07-19_11:49:19:291] </w:t>
      </w:r>
      <w:proofErr w:type="spellStart"/>
      <w:r>
        <w:t>ifconfig</w:t>
      </w:r>
      <w:proofErr w:type="spellEnd"/>
      <w:r>
        <w:t xml:space="preserve"> wwan0 up</w:t>
      </w:r>
    </w:p>
    <w:p w14:paraId="7572749D" w14:textId="77777777" w:rsidR="003029F8" w:rsidRDefault="003029F8" w:rsidP="003029F8">
      <w:pPr>
        <w:pStyle w:val="Fibocomzhf5"/>
      </w:pPr>
      <w:r>
        <w:t xml:space="preserve">[07-19_11:49:19:298] </w:t>
      </w:r>
      <w:proofErr w:type="spellStart"/>
      <w:r>
        <w:t>if_link_up</w:t>
      </w:r>
      <w:proofErr w:type="spellEnd"/>
      <w:r>
        <w:t xml:space="preserve"> wwan0.2</w:t>
      </w:r>
    </w:p>
    <w:p w14:paraId="42F09F79" w14:textId="77777777" w:rsidR="003029F8" w:rsidRPr="0030515C" w:rsidRDefault="003029F8" w:rsidP="003029F8">
      <w:pPr>
        <w:pStyle w:val="Fibocomzhf5"/>
        <w:rPr>
          <w:b/>
        </w:rPr>
      </w:pPr>
      <w:r w:rsidRPr="0030515C">
        <w:rPr>
          <w:b/>
        </w:rPr>
        <w:t>[07-19_11:49:19:298] IPv4 MTU: 1500</w:t>
      </w:r>
    </w:p>
    <w:p w14:paraId="2422C94A" w14:textId="77777777" w:rsidR="003029F8" w:rsidRPr="0030515C" w:rsidRDefault="003029F8" w:rsidP="003029F8">
      <w:pPr>
        <w:pStyle w:val="Fibocomzhf5"/>
        <w:rPr>
          <w:b/>
        </w:rPr>
      </w:pPr>
      <w:r w:rsidRPr="0030515C">
        <w:rPr>
          <w:b/>
        </w:rPr>
        <w:t>[07-19_11:49:19:299] IPv4 Address: 10.82.57.76</w:t>
      </w:r>
    </w:p>
    <w:p w14:paraId="6590D7AC" w14:textId="77777777" w:rsidR="003029F8" w:rsidRPr="0030515C" w:rsidRDefault="003029F8" w:rsidP="003029F8">
      <w:pPr>
        <w:pStyle w:val="Fibocomzhf5"/>
        <w:rPr>
          <w:b/>
        </w:rPr>
      </w:pPr>
      <w:r w:rsidRPr="0030515C">
        <w:rPr>
          <w:b/>
        </w:rPr>
        <w:t xml:space="preserve">[07-19_11:49:19:299] IPv4 </w:t>
      </w:r>
      <w:proofErr w:type="spellStart"/>
      <w:r w:rsidRPr="0030515C">
        <w:rPr>
          <w:b/>
        </w:rPr>
        <w:t>Netmask</w:t>
      </w:r>
      <w:proofErr w:type="spellEnd"/>
      <w:r w:rsidRPr="0030515C">
        <w:rPr>
          <w:b/>
        </w:rPr>
        <w:t>: 29</w:t>
      </w:r>
    </w:p>
    <w:p w14:paraId="00AEDFBE" w14:textId="77777777" w:rsidR="003029F8" w:rsidRPr="0030515C" w:rsidRDefault="003029F8" w:rsidP="003029F8">
      <w:pPr>
        <w:pStyle w:val="Fibocomzhf5"/>
        <w:rPr>
          <w:b/>
        </w:rPr>
      </w:pPr>
      <w:r w:rsidRPr="0030515C">
        <w:rPr>
          <w:b/>
        </w:rPr>
        <w:t>[07-19_11:49:19:299] IPv4 Gateway: 10.82.57.77</w:t>
      </w:r>
    </w:p>
    <w:p w14:paraId="4FCA31F9" w14:textId="77777777" w:rsidR="003029F8" w:rsidRPr="0030515C" w:rsidRDefault="003029F8" w:rsidP="003029F8">
      <w:pPr>
        <w:pStyle w:val="Fibocomzhf5"/>
        <w:rPr>
          <w:b/>
        </w:rPr>
      </w:pPr>
      <w:r w:rsidRPr="0030515C">
        <w:rPr>
          <w:b/>
        </w:rPr>
        <w:t>[07-19_11:49:19:299] IPv4 DNS1: 211.137.130.2</w:t>
      </w:r>
    </w:p>
    <w:p w14:paraId="1AEBEEE8" w14:textId="77777777" w:rsidR="003029F8" w:rsidRPr="0030515C" w:rsidRDefault="003029F8" w:rsidP="003029F8">
      <w:pPr>
        <w:pStyle w:val="Fibocomzhf5"/>
        <w:rPr>
          <w:b/>
        </w:rPr>
      </w:pPr>
      <w:r w:rsidRPr="0030515C">
        <w:rPr>
          <w:b/>
        </w:rPr>
        <w:t>[07-19_11:49:19:299] IPv4 DNS2: 211.137.130.4</w:t>
      </w:r>
    </w:p>
    <w:p w14:paraId="68390A3A" w14:textId="77777777" w:rsidR="003029F8" w:rsidRPr="0030515C" w:rsidRDefault="003029F8" w:rsidP="003029F8">
      <w:pPr>
        <w:pStyle w:val="Fibocomzhf5"/>
        <w:rPr>
          <w:b/>
        </w:rPr>
      </w:pPr>
      <w:r w:rsidRPr="0030515C">
        <w:rPr>
          <w:b/>
        </w:rPr>
        <w:t xml:space="preserve">[07-19_11:49:19:299] </w:t>
      </w:r>
      <w:proofErr w:type="spellStart"/>
      <w:r w:rsidRPr="0030515C">
        <w:rPr>
          <w:b/>
        </w:rPr>
        <w:t>if_link_up</w:t>
      </w:r>
      <w:proofErr w:type="spellEnd"/>
      <w:r w:rsidRPr="0030515C">
        <w:rPr>
          <w:b/>
        </w:rPr>
        <w:t xml:space="preserve"> wwan0.2</w:t>
      </w:r>
    </w:p>
    <w:p w14:paraId="6F4A4C01" w14:textId="77777777" w:rsidR="003029F8" w:rsidRPr="0030515C" w:rsidRDefault="003029F8" w:rsidP="003029F8">
      <w:pPr>
        <w:pStyle w:val="Fibocomzhf5"/>
        <w:rPr>
          <w:b/>
        </w:rPr>
      </w:pPr>
      <w:r w:rsidRPr="0030515C">
        <w:rPr>
          <w:b/>
        </w:rPr>
        <w:t xml:space="preserve">[07-19_11:49:21:301] </w:t>
      </w:r>
      <w:proofErr w:type="spellStart"/>
      <w:r w:rsidRPr="0030515C">
        <w:rPr>
          <w:b/>
        </w:rPr>
        <w:t>epoll</w:t>
      </w:r>
      <w:proofErr w:type="spellEnd"/>
      <w:r w:rsidRPr="0030515C">
        <w:rPr>
          <w:b/>
        </w:rPr>
        <w:t xml:space="preserve"> </w:t>
      </w:r>
      <w:proofErr w:type="spellStart"/>
      <w:proofErr w:type="gramStart"/>
      <w:r w:rsidRPr="0030515C">
        <w:rPr>
          <w:b/>
        </w:rPr>
        <w:t>fd</w:t>
      </w:r>
      <w:proofErr w:type="spellEnd"/>
      <w:proofErr w:type="gramEnd"/>
      <w:r w:rsidRPr="0030515C">
        <w:rPr>
          <w:b/>
        </w:rPr>
        <w:t xml:space="preserve"> = 9, events = 0x0000</w:t>
      </w:r>
    </w:p>
    <w:p w14:paraId="1052A2A6" w14:textId="5635178E" w:rsidR="003029F8" w:rsidRDefault="003029F8" w:rsidP="00805C3C">
      <w:pPr>
        <w:pStyle w:val="Fibocomzh1"/>
      </w:pPr>
      <w:r>
        <w:rPr>
          <w:rFonts w:hint="eastAsia"/>
        </w:rPr>
        <w:t>从上述拨号</w:t>
      </w:r>
      <w:r>
        <w:rPr>
          <w:rFonts w:hint="eastAsia"/>
        </w:rPr>
        <w:t>log</w:t>
      </w:r>
      <w:r>
        <w:rPr>
          <w:rFonts w:hint="eastAsia"/>
        </w:rPr>
        <w:t>来看，使用第二路虚拟网卡</w:t>
      </w:r>
      <w:r>
        <w:rPr>
          <w:rFonts w:hint="eastAsia"/>
        </w:rPr>
        <w:t>w</w:t>
      </w:r>
      <w:r>
        <w:t>wan0.</w:t>
      </w:r>
      <w:r>
        <w:rPr>
          <w:rFonts w:hint="eastAsia"/>
        </w:rPr>
        <w:t>2</w:t>
      </w:r>
      <w:r>
        <w:rPr>
          <w:rFonts w:hint="eastAsia"/>
        </w:rPr>
        <w:t>拨号成功，代码段加粗字体可看到成功获取</w:t>
      </w:r>
      <w:r>
        <w:rPr>
          <w:rFonts w:hint="eastAsia"/>
        </w:rPr>
        <w:t>I</w:t>
      </w:r>
      <w:r>
        <w:t>P</w:t>
      </w:r>
      <w:r>
        <w:rPr>
          <w:rFonts w:hint="eastAsia"/>
        </w:rPr>
        <w:t>地址。拨号成功后，另开一个窗口，通过“</w:t>
      </w:r>
      <w:proofErr w:type="spellStart"/>
      <w:r>
        <w:rPr>
          <w:rFonts w:hint="eastAsia"/>
        </w:rPr>
        <w:t>i</w:t>
      </w:r>
      <w:r>
        <w:t>fconfig</w:t>
      </w:r>
      <w:proofErr w:type="spellEnd"/>
      <w:r>
        <w:t xml:space="preserve"> –a</w:t>
      </w:r>
      <w:r>
        <w:rPr>
          <w:rFonts w:hint="eastAsia"/>
        </w:rPr>
        <w:t>”查看当前网卡状态，可以看到</w:t>
      </w:r>
      <w:r>
        <w:rPr>
          <w:rFonts w:hint="eastAsia"/>
        </w:rPr>
        <w:t>wwan</w:t>
      </w:r>
      <w:r>
        <w:t>0.1</w:t>
      </w:r>
      <w:r>
        <w:rPr>
          <w:rFonts w:hint="eastAsia"/>
        </w:rPr>
        <w:t>和</w:t>
      </w:r>
      <w:r>
        <w:rPr>
          <w:rFonts w:hint="eastAsia"/>
        </w:rPr>
        <w:t>wwan</w:t>
      </w:r>
      <w:r>
        <w:t>0.2</w:t>
      </w:r>
      <w:r>
        <w:rPr>
          <w:rFonts w:hint="eastAsia"/>
        </w:rPr>
        <w:t>均获取到对应的</w:t>
      </w:r>
      <w:r>
        <w:rPr>
          <w:rFonts w:hint="eastAsia"/>
        </w:rPr>
        <w:t>I</w:t>
      </w:r>
      <w:r>
        <w:t>P</w:t>
      </w:r>
      <w:r>
        <w:rPr>
          <w:rFonts w:hint="eastAsia"/>
        </w:rPr>
        <w:t>地址，如下所示：</w:t>
      </w:r>
    </w:p>
    <w:p w14:paraId="4D367D84" w14:textId="77777777" w:rsidR="003029F8" w:rsidRDefault="003029F8" w:rsidP="003029F8">
      <w:pPr>
        <w:pStyle w:val="Fibocomzhf5"/>
      </w:pPr>
      <w:r>
        <w:t>wwan0.1: flags=193&lt;UP</w:t>
      </w:r>
      <w:proofErr w:type="gramStart"/>
      <w:r>
        <w:t>,RUNNING,NOARP</w:t>
      </w:r>
      <w:proofErr w:type="gramEnd"/>
      <w:r>
        <w:t xml:space="preserve">&gt;  </w:t>
      </w:r>
      <w:proofErr w:type="spellStart"/>
      <w:r>
        <w:t>mtu</w:t>
      </w:r>
      <w:proofErr w:type="spellEnd"/>
      <w:r>
        <w:t xml:space="preserve"> 1500</w:t>
      </w:r>
    </w:p>
    <w:p w14:paraId="3E7A082C" w14:textId="77777777" w:rsidR="003029F8" w:rsidRDefault="003029F8" w:rsidP="003029F8">
      <w:pPr>
        <w:pStyle w:val="Fibocomzhf5"/>
      </w:pPr>
      <w:r>
        <w:t xml:space="preserve">        </w:t>
      </w:r>
      <w:proofErr w:type="spellStart"/>
      <w:proofErr w:type="gramStart"/>
      <w:r w:rsidRPr="0030515C">
        <w:rPr>
          <w:b/>
        </w:rPr>
        <w:t>inet</w:t>
      </w:r>
      <w:proofErr w:type="spellEnd"/>
      <w:proofErr w:type="gramEnd"/>
      <w:r w:rsidRPr="0030515C">
        <w:rPr>
          <w:b/>
        </w:rPr>
        <w:t xml:space="preserve"> 10.84.69.148</w:t>
      </w:r>
      <w:r>
        <w:t xml:space="preserve">  </w:t>
      </w:r>
      <w:proofErr w:type="spellStart"/>
      <w:r>
        <w:t>netmask</w:t>
      </w:r>
      <w:proofErr w:type="spellEnd"/>
      <w:r>
        <w:t xml:space="preserve"> 255.255.255.248</w:t>
      </w:r>
    </w:p>
    <w:p w14:paraId="6A9843F1" w14:textId="77777777" w:rsidR="003029F8" w:rsidRDefault="003029F8" w:rsidP="003029F8">
      <w:pPr>
        <w:pStyle w:val="Fibocomzhf5"/>
      </w:pPr>
      <w:r>
        <w:rPr>
          <w:rFonts w:hint="eastAsia"/>
        </w:rPr>
        <w:t xml:space="preserve">        ether 0a:44:72:90:32:b4  </w:t>
      </w:r>
      <w:proofErr w:type="spellStart"/>
      <w:r>
        <w:rPr>
          <w:rFonts w:hint="eastAsia"/>
        </w:rPr>
        <w:t>txqueuelen</w:t>
      </w:r>
      <w:proofErr w:type="spellEnd"/>
      <w:r>
        <w:rPr>
          <w:rFonts w:hint="eastAsia"/>
        </w:rPr>
        <w:t xml:space="preserve"> 1000  (</w:t>
      </w:r>
      <w:r>
        <w:rPr>
          <w:rFonts w:hint="eastAsia"/>
        </w:rPr>
        <w:t>以太网</w:t>
      </w:r>
      <w:r>
        <w:rPr>
          <w:rFonts w:hint="eastAsia"/>
        </w:rPr>
        <w:t>)</w:t>
      </w:r>
    </w:p>
    <w:p w14:paraId="6E736B16" w14:textId="77777777" w:rsidR="003029F8" w:rsidRDefault="003029F8" w:rsidP="003029F8">
      <w:pPr>
        <w:pStyle w:val="Fibocomzhf5"/>
      </w:pPr>
      <w:r>
        <w:t xml:space="preserve">        RX packets </w:t>
      </w:r>
      <w:proofErr w:type="gramStart"/>
      <w:r>
        <w:t>7  bytes</w:t>
      </w:r>
      <w:proofErr w:type="gramEnd"/>
      <w:r>
        <w:t xml:space="preserve"> 917 (917.0 B)</w:t>
      </w:r>
    </w:p>
    <w:p w14:paraId="5CE01277" w14:textId="77777777" w:rsidR="003029F8" w:rsidRDefault="003029F8" w:rsidP="003029F8">
      <w:pPr>
        <w:pStyle w:val="Fibocomzhf5"/>
      </w:pPr>
      <w:r>
        <w:lastRenderedPageBreak/>
        <w:t xml:space="preserve">        RX errors </w:t>
      </w:r>
      <w:proofErr w:type="gramStart"/>
      <w:r>
        <w:t>0  dropped</w:t>
      </w:r>
      <w:proofErr w:type="gramEnd"/>
      <w:r>
        <w:t xml:space="preserve"> 0  overruns 0  frame 0</w:t>
      </w:r>
    </w:p>
    <w:p w14:paraId="1B315997" w14:textId="77777777" w:rsidR="003029F8" w:rsidRDefault="003029F8" w:rsidP="003029F8">
      <w:pPr>
        <w:pStyle w:val="Fibocomzhf5"/>
      </w:pPr>
      <w:r>
        <w:t xml:space="preserve">        TX packets </w:t>
      </w:r>
      <w:proofErr w:type="gramStart"/>
      <w:r>
        <w:t>7  bytes</w:t>
      </w:r>
      <w:proofErr w:type="gramEnd"/>
      <w:r>
        <w:t xml:space="preserve"> 488 (488.0 B)</w:t>
      </w:r>
    </w:p>
    <w:p w14:paraId="4F46C115" w14:textId="77777777" w:rsidR="003029F8" w:rsidRDefault="003029F8" w:rsidP="003029F8">
      <w:pPr>
        <w:pStyle w:val="Fibocomzhf5"/>
      </w:pPr>
      <w:r>
        <w:t xml:space="preserve">        TX errors </w:t>
      </w:r>
      <w:proofErr w:type="gramStart"/>
      <w:r>
        <w:t>0  dropped</w:t>
      </w:r>
      <w:proofErr w:type="gramEnd"/>
      <w:r>
        <w:t xml:space="preserve"> 0 overruns 0  carrier 0  collisions 0</w:t>
      </w:r>
    </w:p>
    <w:p w14:paraId="686A2A8D" w14:textId="77777777" w:rsidR="003029F8" w:rsidRDefault="003029F8" w:rsidP="003029F8">
      <w:pPr>
        <w:pStyle w:val="Fibocomzhf5"/>
      </w:pPr>
      <w:r>
        <w:t>wwan0.2: flags=193&lt;UP</w:t>
      </w:r>
      <w:proofErr w:type="gramStart"/>
      <w:r>
        <w:t>,RUNNING,NOARP</w:t>
      </w:r>
      <w:proofErr w:type="gramEnd"/>
      <w:r>
        <w:t xml:space="preserve">&gt;  </w:t>
      </w:r>
      <w:proofErr w:type="spellStart"/>
      <w:r>
        <w:t>mtu</w:t>
      </w:r>
      <w:proofErr w:type="spellEnd"/>
      <w:r>
        <w:t xml:space="preserve"> 1500</w:t>
      </w:r>
    </w:p>
    <w:p w14:paraId="4BEF60F4" w14:textId="77777777" w:rsidR="003029F8" w:rsidRDefault="003029F8" w:rsidP="003029F8">
      <w:pPr>
        <w:pStyle w:val="Fibocomzhf5"/>
      </w:pPr>
      <w:r>
        <w:t xml:space="preserve">       </w:t>
      </w:r>
      <w:r w:rsidRPr="0030515C">
        <w:rPr>
          <w:b/>
        </w:rPr>
        <w:t xml:space="preserve"> </w:t>
      </w:r>
      <w:proofErr w:type="spellStart"/>
      <w:proofErr w:type="gramStart"/>
      <w:r w:rsidRPr="0030515C">
        <w:rPr>
          <w:b/>
        </w:rPr>
        <w:t>inet</w:t>
      </w:r>
      <w:proofErr w:type="spellEnd"/>
      <w:proofErr w:type="gramEnd"/>
      <w:r w:rsidRPr="0030515C">
        <w:rPr>
          <w:b/>
        </w:rPr>
        <w:t xml:space="preserve"> 10.82.57.76</w:t>
      </w:r>
      <w:r>
        <w:t xml:space="preserve">  </w:t>
      </w:r>
      <w:proofErr w:type="spellStart"/>
      <w:r>
        <w:t>netmask</w:t>
      </w:r>
      <w:proofErr w:type="spellEnd"/>
      <w:r>
        <w:t xml:space="preserve"> 255.255.255.248</w:t>
      </w:r>
    </w:p>
    <w:p w14:paraId="3967428A" w14:textId="77777777" w:rsidR="003029F8" w:rsidRDefault="003029F8" w:rsidP="003029F8">
      <w:pPr>
        <w:pStyle w:val="Fibocomzhf5"/>
      </w:pPr>
      <w:r>
        <w:rPr>
          <w:rFonts w:hint="eastAsia"/>
        </w:rPr>
        <w:t xml:space="preserve">        ether 0a:44:72:90:32:b4  </w:t>
      </w:r>
      <w:proofErr w:type="spellStart"/>
      <w:r>
        <w:rPr>
          <w:rFonts w:hint="eastAsia"/>
        </w:rPr>
        <w:t>txqueuelen</w:t>
      </w:r>
      <w:proofErr w:type="spellEnd"/>
      <w:r>
        <w:rPr>
          <w:rFonts w:hint="eastAsia"/>
        </w:rPr>
        <w:t xml:space="preserve"> 1000  (</w:t>
      </w:r>
      <w:r>
        <w:rPr>
          <w:rFonts w:hint="eastAsia"/>
        </w:rPr>
        <w:t>以太网</w:t>
      </w:r>
      <w:r>
        <w:rPr>
          <w:rFonts w:hint="eastAsia"/>
        </w:rPr>
        <w:t>)</w:t>
      </w:r>
    </w:p>
    <w:p w14:paraId="49707010" w14:textId="77777777" w:rsidR="003029F8" w:rsidRDefault="003029F8" w:rsidP="003029F8">
      <w:pPr>
        <w:pStyle w:val="Fibocomzhf5"/>
      </w:pPr>
      <w:r>
        <w:t xml:space="preserve">        RX packets </w:t>
      </w:r>
      <w:proofErr w:type="gramStart"/>
      <w:r>
        <w:t>18  bytes</w:t>
      </w:r>
      <w:proofErr w:type="gramEnd"/>
      <w:r>
        <w:t xml:space="preserve"> 2474 (2.4 KB)</w:t>
      </w:r>
    </w:p>
    <w:p w14:paraId="7987FE09" w14:textId="77777777" w:rsidR="003029F8" w:rsidRDefault="003029F8" w:rsidP="003029F8">
      <w:pPr>
        <w:pStyle w:val="Fibocomzhf5"/>
      </w:pPr>
      <w:r>
        <w:t xml:space="preserve">        RX errors </w:t>
      </w:r>
      <w:proofErr w:type="gramStart"/>
      <w:r>
        <w:t>0  dropped</w:t>
      </w:r>
      <w:proofErr w:type="gramEnd"/>
      <w:r>
        <w:t xml:space="preserve"> 0  overruns 0  frame 0</w:t>
      </w:r>
    </w:p>
    <w:p w14:paraId="71299282" w14:textId="77777777" w:rsidR="003029F8" w:rsidRDefault="003029F8" w:rsidP="003029F8">
      <w:pPr>
        <w:pStyle w:val="Fibocomzhf5"/>
      </w:pPr>
      <w:r>
        <w:t xml:space="preserve">        TX packets </w:t>
      </w:r>
      <w:proofErr w:type="gramStart"/>
      <w:r>
        <w:t>18  bytes</w:t>
      </w:r>
      <w:proofErr w:type="gramEnd"/>
      <w:r>
        <w:t xml:space="preserve"> 1272 (1.2 KB)</w:t>
      </w:r>
    </w:p>
    <w:p w14:paraId="62E66D26" w14:textId="77777777" w:rsidR="003029F8" w:rsidRDefault="003029F8" w:rsidP="003029F8">
      <w:pPr>
        <w:pStyle w:val="Fibocomzhf5"/>
      </w:pPr>
      <w:r>
        <w:t xml:space="preserve">        TX errors </w:t>
      </w:r>
      <w:proofErr w:type="gramStart"/>
      <w:r>
        <w:t>0  dropped</w:t>
      </w:r>
      <w:proofErr w:type="gramEnd"/>
      <w:r>
        <w:t xml:space="preserve"> 0 overruns 0  carrier 0  collisions 0</w:t>
      </w:r>
    </w:p>
    <w:p w14:paraId="3CF6489C" w14:textId="26A5D6A2" w:rsidR="003029F8" w:rsidRDefault="003029F8" w:rsidP="00805C3C">
      <w:pPr>
        <w:pStyle w:val="Fibocomzh1"/>
      </w:pPr>
      <w:r>
        <w:rPr>
          <w:rFonts w:hint="eastAsia"/>
        </w:rPr>
        <w:t>网卡获取到</w:t>
      </w:r>
      <w:r>
        <w:rPr>
          <w:rFonts w:hint="eastAsia"/>
        </w:rPr>
        <w:t>I</w:t>
      </w:r>
      <w:r>
        <w:t>P</w:t>
      </w:r>
      <w:r>
        <w:rPr>
          <w:rFonts w:hint="eastAsia"/>
        </w:rPr>
        <w:t>地址后，进行</w:t>
      </w:r>
      <w:r>
        <w:rPr>
          <w:rFonts w:hint="eastAsia"/>
        </w:rPr>
        <w:t>ping</w:t>
      </w:r>
      <w:r>
        <w:rPr>
          <w:rFonts w:hint="eastAsia"/>
        </w:rPr>
        <w:t>测试，如下所示，均可</w:t>
      </w:r>
      <w:r>
        <w:rPr>
          <w:rFonts w:hint="eastAsia"/>
        </w:rPr>
        <w:t>ping</w:t>
      </w:r>
      <w:r>
        <w:rPr>
          <w:rFonts w:hint="eastAsia"/>
        </w:rPr>
        <w:t>通：</w:t>
      </w:r>
    </w:p>
    <w:p w14:paraId="4F4C6189" w14:textId="77777777" w:rsidR="003029F8" w:rsidRPr="0030515C" w:rsidRDefault="003029F8" w:rsidP="003029F8">
      <w:pPr>
        <w:pStyle w:val="Fibocomzhf5"/>
        <w:rPr>
          <w:b/>
        </w:rPr>
      </w:pPr>
      <w:r>
        <w:t xml:space="preserve">root@ght-Lenovo-V130-14IKB:~/lcc/qmi_wwan_f/Fibocom_QMI_WWAN_Driver_V1.0.3# </w:t>
      </w:r>
      <w:r w:rsidRPr="0030515C">
        <w:rPr>
          <w:b/>
        </w:rPr>
        <w:t>ping 8.8.8.8 -I wwan0.1</w:t>
      </w:r>
    </w:p>
    <w:p w14:paraId="4046AEF1" w14:textId="77777777" w:rsidR="003029F8" w:rsidRDefault="003029F8" w:rsidP="003029F8">
      <w:pPr>
        <w:pStyle w:val="Fibocomzhf5"/>
      </w:pPr>
      <w:r>
        <w:t>PING 8.8.8.8 (8.8.8.8) from 10.84.69.148 wwan0.1: 56(84) bytes of data.</w:t>
      </w:r>
    </w:p>
    <w:p w14:paraId="72B23C26" w14:textId="77777777" w:rsidR="003029F8" w:rsidRDefault="003029F8" w:rsidP="003029F8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=1 </w:t>
      </w:r>
      <w:proofErr w:type="spellStart"/>
      <w:r>
        <w:t>ttl</w:t>
      </w:r>
      <w:proofErr w:type="spellEnd"/>
      <w:r>
        <w:t xml:space="preserve">=111 time=140 </w:t>
      </w:r>
      <w:proofErr w:type="spellStart"/>
      <w:r>
        <w:t>ms</w:t>
      </w:r>
      <w:proofErr w:type="spellEnd"/>
    </w:p>
    <w:p w14:paraId="3ABA6D86" w14:textId="77777777" w:rsidR="003029F8" w:rsidRDefault="003029F8" w:rsidP="003029F8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=2 </w:t>
      </w:r>
      <w:proofErr w:type="spellStart"/>
      <w:r>
        <w:t>ttl</w:t>
      </w:r>
      <w:proofErr w:type="spellEnd"/>
      <w:r>
        <w:t xml:space="preserve">=111 time=78.5 </w:t>
      </w:r>
      <w:proofErr w:type="spellStart"/>
      <w:r>
        <w:t>ms</w:t>
      </w:r>
      <w:proofErr w:type="spellEnd"/>
    </w:p>
    <w:p w14:paraId="1D0880ED" w14:textId="77777777" w:rsidR="003029F8" w:rsidRDefault="003029F8" w:rsidP="003029F8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=3 </w:t>
      </w:r>
      <w:proofErr w:type="spellStart"/>
      <w:r>
        <w:t>ttl</w:t>
      </w:r>
      <w:proofErr w:type="spellEnd"/>
      <w:r>
        <w:t xml:space="preserve">=111 time=86.1 </w:t>
      </w:r>
      <w:proofErr w:type="spellStart"/>
      <w:r>
        <w:t>ms</w:t>
      </w:r>
      <w:proofErr w:type="spellEnd"/>
    </w:p>
    <w:p w14:paraId="6A46D65E" w14:textId="77777777" w:rsidR="003029F8" w:rsidRDefault="003029F8" w:rsidP="003029F8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=4 </w:t>
      </w:r>
      <w:proofErr w:type="spellStart"/>
      <w:r>
        <w:t>ttl</w:t>
      </w:r>
      <w:proofErr w:type="spellEnd"/>
      <w:r>
        <w:t xml:space="preserve">=111 time=93.4 </w:t>
      </w:r>
      <w:proofErr w:type="spellStart"/>
      <w:r>
        <w:t>ms</w:t>
      </w:r>
      <w:proofErr w:type="spellEnd"/>
    </w:p>
    <w:p w14:paraId="3A9ABEEC" w14:textId="77777777" w:rsidR="003029F8" w:rsidRPr="0030515C" w:rsidRDefault="003029F8" w:rsidP="003029F8">
      <w:pPr>
        <w:pStyle w:val="Fibocomzhf5"/>
        <w:rPr>
          <w:b/>
        </w:rPr>
      </w:pPr>
      <w:r>
        <w:t xml:space="preserve">root@ght-Lenovo-V130-14IKB:~/lcc/qmi_wwan_f/Fibocom_QMI_WWAN_Driver_V1.0.3# </w:t>
      </w:r>
      <w:r w:rsidRPr="0030515C">
        <w:rPr>
          <w:b/>
        </w:rPr>
        <w:t>ping 8.8.8.8 -I wwan0.2</w:t>
      </w:r>
    </w:p>
    <w:p w14:paraId="5D9B375A" w14:textId="77777777" w:rsidR="003029F8" w:rsidRDefault="003029F8" w:rsidP="003029F8">
      <w:pPr>
        <w:pStyle w:val="Fibocomzhf5"/>
      </w:pPr>
      <w:r>
        <w:t>PING 8.8.8.8 (8.8.8.8) from 10.82.57.76 wwan0.2: 56(84) bytes of data.</w:t>
      </w:r>
    </w:p>
    <w:p w14:paraId="26A76CCF" w14:textId="77777777" w:rsidR="003029F8" w:rsidRDefault="003029F8" w:rsidP="003029F8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=2 </w:t>
      </w:r>
      <w:proofErr w:type="spellStart"/>
      <w:r>
        <w:t>ttl</w:t>
      </w:r>
      <w:proofErr w:type="spellEnd"/>
      <w:r>
        <w:t xml:space="preserve">=52 time=232 </w:t>
      </w:r>
      <w:proofErr w:type="spellStart"/>
      <w:r>
        <w:t>ms</w:t>
      </w:r>
      <w:proofErr w:type="spellEnd"/>
    </w:p>
    <w:p w14:paraId="0006175F" w14:textId="77777777" w:rsidR="003029F8" w:rsidRDefault="003029F8" w:rsidP="003029F8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=3 </w:t>
      </w:r>
      <w:proofErr w:type="spellStart"/>
      <w:r>
        <w:t>ttl</w:t>
      </w:r>
      <w:proofErr w:type="spellEnd"/>
      <w:r>
        <w:t xml:space="preserve">=52 time=85.5 </w:t>
      </w:r>
      <w:proofErr w:type="spellStart"/>
      <w:r>
        <w:t>ms</w:t>
      </w:r>
      <w:proofErr w:type="spellEnd"/>
    </w:p>
    <w:p w14:paraId="7972FA34" w14:textId="617ADDB4" w:rsidR="003029F8" w:rsidRPr="003029F8" w:rsidRDefault="003029F8" w:rsidP="003029F8">
      <w:pPr>
        <w:pStyle w:val="Fibocomzhf5"/>
      </w:pPr>
      <w:r>
        <w:t xml:space="preserve">64 bytes from 8.8.8.8: </w:t>
      </w:r>
      <w:proofErr w:type="spellStart"/>
      <w:r>
        <w:t>icmp_seq</w:t>
      </w:r>
      <w:proofErr w:type="spellEnd"/>
      <w:r>
        <w:t xml:space="preserve">=4 </w:t>
      </w:r>
      <w:proofErr w:type="spellStart"/>
      <w:r>
        <w:t>ttl</w:t>
      </w:r>
      <w:proofErr w:type="spellEnd"/>
      <w:r>
        <w:t xml:space="preserve">=52 time=106 </w:t>
      </w:r>
      <w:proofErr w:type="spellStart"/>
      <w:r>
        <w:t>ms</w:t>
      </w:r>
      <w:proofErr w:type="spellEnd"/>
    </w:p>
    <w:sectPr w:rsidR="003029F8" w:rsidRPr="003029F8">
      <w:headerReference w:type="even" r:id="rId27"/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1440" w:right="1080" w:bottom="1440" w:left="1080" w:header="851" w:footer="850" w:gutter="0"/>
      <w:cols w:space="720"/>
      <w:formProt w:val="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0BD51" w14:textId="77777777" w:rsidR="0089237B" w:rsidRDefault="0089237B">
      <w:pPr>
        <w:spacing w:line="240" w:lineRule="auto"/>
      </w:pPr>
      <w:r>
        <w:separator/>
      </w:r>
    </w:p>
  </w:endnote>
  <w:endnote w:type="continuationSeparator" w:id="0">
    <w:p w14:paraId="3789E28A" w14:textId="77777777" w:rsidR="0089237B" w:rsidRDefault="008923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思源黑体 CN Light">
    <w:panose1 w:val="020B0300000000000000"/>
    <w:charset w:val="86"/>
    <w:family w:val="swiss"/>
    <w:pitch w:val="variable"/>
    <w:sig w:usb0="20000287" w:usb1="2ADF3C10" w:usb2="00000016" w:usb3="00000000" w:csb0="00060107" w:csb1="00000000"/>
  </w:font>
  <w:font w:name="思源黑体 CN Regular">
    <w:altName w:val="Arial Unicode MS"/>
    <w:panose1 w:val="000000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 Light">
    <w:altName w:val="Segoe UI Semilight"/>
    <w:charset w:val="00"/>
    <w:family w:val="swiss"/>
    <w:pitch w:val="variable"/>
    <w:sig w:usb0="E00002FF" w:usb1="4000201F" w:usb2="0800002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iberation Sans">
    <w:altName w:val="Arial"/>
    <w:charset w:val="01"/>
    <w:family w:val="swiss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2B977" w14:textId="77777777" w:rsidR="00E45F43" w:rsidRPr="00FB6C6F" w:rsidRDefault="00E45F43" w:rsidP="00A400B1">
    <w:pPr>
      <w:pStyle w:val="a6"/>
      <w:pBdr>
        <w:top w:val="none" w:sz="0" w:space="0" w:color="auto"/>
      </w:pBdr>
      <w:tabs>
        <w:tab w:val="clear" w:pos="4153"/>
        <w:tab w:val="clear" w:pos="8306"/>
        <w:tab w:val="left" w:pos="3130"/>
      </w:tabs>
      <w:spacing w:line="240" w:lineRule="exact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3088F" w14:textId="04F81AB9" w:rsidR="00984720" w:rsidRPr="00A76AE3" w:rsidRDefault="009B766C" w:rsidP="00A76AE3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rPr>
        <w:rFonts w:ascii="思源黑体 CN Light" w:hAnsi="思源黑体 CN Light"/>
        <w:bCs/>
        <w:color w:val="4D4D4D"/>
        <w:szCs w:val="24"/>
      </w:rPr>
      <w:tab/>
    </w:r>
    <w:r w:rsidR="00A76AE3">
      <w:rPr>
        <w:rFonts w:ascii="思源黑体 CN Light" w:hAnsi="思源黑体 CN Light"/>
        <w:bCs/>
        <w:color w:val="4D4D4D"/>
        <w:szCs w:val="24"/>
      </w:rPr>
      <w:tab/>
    </w:r>
    <w:r w:rsidR="00A76AE3"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 w:rsidR="00A76AE3">
      <w:rPr>
        <w:rFonts w:ascii="思源黑体 CN Light" w:hAnsi="思源黑体 CN Light"/>
        <w:bCs/>
        <w:color w:val="4D4D4D"/>
        <w:szCs w:val="24"/>
      </w:rPr>
      <w:t>©</w:t>
    </w:r>
    <w:r w:rsidR="00A76AE3"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 w:rsidR="007619B6"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="00A76AE3"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 w:rsidR="00A76AE3">
      <w:rPr>
        <w:rFonts w:ascii="思源黑体 CN Light" w:hAnsi="思源黑体 CN Light"/>
        <w:bCs/>
        <w:color w:val="4D4D4D"/>
        <w:szCs w:val="24"/>
      </w:rPr>
      <w:tab/>
    </w:r>
    <w:r w:rsidR="00A76AE3">
      <w:rPr>
        <w:rFonts w:ascii="思源黑体 CN Light" w:hAnsi="思源黑体 CN Light"/>
        <w:bCs/>
        <w:color w:val="4D4D4D"/>
        <w:szCs w:val="24"/>
      </w:rPr>
      <w:tab/>
    </w:r>
    <w:r w:rsidR="00A76AE3" w:rsidRPr="00BA5373">
      <w:rPr>
        <w:bCs/>
        <w:color w:val="4D4D4D"/>
        <w:szCs w:val="24"/>
      </w:rPr>
      <w:t xml:space="preserve"> </w:t>
    </w:r>
    <w:r w:rsidR="00A76AE3"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="00A76AE3" w:rsidRPr="00AB74E3">
      <w:rPr>
        <w:rFonts w:ascii="思源黑体 CN Light" w:hAnsi="思源黑体 CN Light"/>
        <w:bCs/>
        <w:color w:val="4D4D4D"/>
      </w:rPr>
      <w:instrText>PAGE</w:instrText>
    </w:r>
    <w:r w:rsidR="00A76AE3"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961EB8">
      <w:rPr>
        <w:rFonts w:ascii="思源黑体 CN Light" w:hAnsi="思源黑体 CN Light"/>
        <w:bCs/>
        <w:noProof/>
        <w:color w:val="4D4D4D"/>
      </w:rPr>
      <w:t>1</w:t>
    </w:r>
    <w:r w:rsidR="00A76AE3"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941B8" w14:textId="47D96989" w:rsidR="00984720" w:rsidRPr="00FB6C6F" w:rsidRDefault="00A76AE3" w:rsidP="00A76AE3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>
      <w:rPr>
        <w:rFonts w:ascii="思源黑体 CN Light" w:hAnsi="思源黑体 CN Light"/>
        <w:bCs/>
        <w:color w:val="4D4D4D"/>
        <w:szCs w:val="24"/>
      </w:rPr>
      <w:t>©</w:t>
    </w:r>
    <w:r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 w:rsidR="007619B6"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BA5373">
      <w:rPr>
        <w:bCs/>
        <w:color w:val="4D4D4D"/>
        <w:szCs w:val="24"/>
      </w:rPr>
      <w:t xml:space="preserve"> </w:t>
    </w:r>
    <w:r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Pr="00AB74E3">
      <w:rPr>
        <w:rFonts w:ascii="思源黑体 CN Light" w:hAnsi="思源黑体 CN Light"/>
        <w:bCs/>
        <w:color w:val="4D4D4D"/>
      </w:rPr>
      <w:instrText>PAGE</w:instrText>
    </w:r>
    <w:r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961EB8">
      <w:rPr>
        <w:rFonts w:ascii="思源黑体 CN Light" w:hAnsi="思源黑体 CN Light"/>
        <w:bCs/>
        <w:noProof/>
        <w:color w:val="4D4D4D"/>
      </w:rPr>
      <w:t>2</w:t>
    </w:r>
    <w:r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1E908" w14:textId="5EB9712B" w:rsidR="00342DDE" w:rsidRPr="00FB6C6F" w:rsidRDefault="00A76AE3" w:rsidP="00A76AE3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>
      <w:rPr>
        <w:rFonts w:ascii="思源黑体 CN Light" w:hAnsi="思源黑体 CN Light"/>
        <w:bCs/>
        <w:color w:val="4D4D4D"/>
        <w:szCs w:val="24"/>
      </w:rPr>
      <w:t>©</w:t>
    </w:r>
    <w:r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 w:rsidR="007619B6"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BA5373">
      <w:rPr>
        <w:bCs/>
        <w:color w:val="4D4D4D"/>
        <w:szCs w:val="24"/>
      </w:rPr>
      <w:t xml:space="preserve"> </w:t>
    </w:r>
    <w:r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Pr="00AB74E3">
      <w:rPr>
        <w:rFonts w:ascii="思源黑体 CN Light" w:hAnsi="思源黑体 CN Light"/>
        <w:bCs/>
        <w:color w:val="4D4D4D"/>
      </w:rPr>
      <w:instrText>PAGE</w:instrText>
    </w:r>
    <w:r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961EB8">
      <w:rPr>
        <w:rFonts w:ascii="思源黑体 CN Light" w:hAnsi="思源黑体 CN Light"/>
        <w:bCs/>
        <w:noProof/>
        <w:color w:val="4D4D4D"/>
      </w:rPr>
      <w:t>4</w:t>
    </w:r>
    <w:r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3C3CC" w14:textId="0676BD7C" w:rsidR="008A3250" w:rsidRPr="00FB6C6F" w:rsidRDefault="008A3250" w:rsidP="00A76AE3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>
      <w:rPr>
        <w:rFonts w:ascii="思源黑体 CN Light" w:hAnsi="思源黑体 CN Light"/>
        <w:bCs/>
        <w:color w:val="4D4D4D"/>
        <w:szCs w:val="24"/>
      </w:rPr>
      <w:t>©</w:t>
    </w:r>
    <w:r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BA5373">
      <w:rPr>
        <w:bCs/>
        <w:color w:val="4D4D4D"/>
        <w:szCs w:val="24"/>
      </w:rPr>
      <w:t xml:space="preserve"> </w:t>
    </w:r>
    <w:r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Pr="00AB74E3">
      <w:rPr>
        <w:rFonts w:ascii="思源黑体 CN Light" w:hAnsi="思源黑体 CN Light"/>
        <w:bCs/>
        <w:color w:val="4D4D4D"/>
      </w:rPr>
      <w:instrText>PAGE</w:instrText>
    </w:r>
    <w:r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961EB8">
      <w:rPr>
        <w:rFonts w:ascii="思源黑体 CN Light" w:hAnsi="思源黑体 CN Light"/>
        <w:bCs/>
        <w:noProof/>
        <w:color w:val="4D4D4D"/>
      </w:rPr>
      <w:t>8</w:t>
    </w:r>
    <w:r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C5B4C" w14:textId="113DAD5E" w:rsidR="00672F76" w:rsidRPr="00FB6C6F" w:rsidRDefault="00672F76" w:rsidP="00A76AE3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>
      <w:rPr>
        <w:rFonts w:ascii="思源黑体 CN Light" w:hAnsi="思源黑体 CN Light"/>
        <w:bCs/>
        <w:color w:val="4D4D4D"/>
        <w:szCs w:val="24"/>
      </w:rPr>
      <w:t>©</w:t>
    </w:r>
    <w:r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BA5373">
      <w:rPr>
        <w:bCs/>
        <w:color w:val="4D4D4D"/>
        <w:szCs w:val="24"/>
      </w:rPr>
      <w:t xml:space="preserve"> </w:t>
    </w:r>
    <w:r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Pr="00AB74E3">
      <w:rPr>
        <w:rFonts w:ascii="思源黑体 CN Light" w:hAnsi="思源黑体 CN Light"/>
        <w:bCs/>
        <w:color w:val="4D4D4D"/>
      </w:rPr>
      <w:instrText>PAGE</w:instrText>
    </w:r>
    <w:r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961EB8">
      <w:rPr>
        <w:rFonts w:ascii="思源黑体 CN Light" w:hAnsi="思源黑体 CN Light"/>
        <w:bCs/>
        <w:noProof/>
        <w:color w:val="4D4D4D"/>
      </w:rPr>
      <w:t>11</w:t>
    </w:r>
    <w:r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0F1B7" w14:textId="5D12BF06" w:rsidR="009A38C5" w:rsidRDefault="00A76AE3" w:rsidP="00A76AE3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>
      <w:rPr>
        <w:rFonts w:ascii="思源黑体 CN Light" w:hAnsi="思源黑体 CN Light"/>
        <w:bCs/>
        <w:color w:val="4D4D4D"/>
        <w:szCs w:val="24"/>
      </w:rPr>
      <w:t>©</w:t>
    </w:r>
    <w:r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 w:rsidR="007619B6"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>
      <w:rPr>
        <w:rFonts w:ascii="思源黑体 CN Light" w:hAnsi="思源黑体 CN Light"/>
        <w:bCs/>
        <w:color w:val="4D4D4D"/>
        <w:szCs w:val="24"/>
      </w:rPr>
      <w:tab/>
    </w:r>
    <w:r>
      <w:rPr>
        <w:rFonts w:ascii="思源黑体 CN Light" w:hAnsi="思源黑体 CN Light"/>
        <w:bCs/>
        <w:color w:val="4D4D4D"/>
        <w:szCs w:val="24"/>
      </w:rPr>
      <w:tab/>
    </w:r>
    <w:r w:rsidRPr="00BA5373">
      <w:rPr>
        <w:bCs/>
        <w:color w:val="4D4D4D"/>
        <w:szCs w:val="24"/>
      </w:rPr>
      <w:t xml:space="preserve"> </w:t>
    </w:r>
    <w:r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Pr="00AB74E3">
      <w:rPr>
        <w:rFonts w:ascii="思源黑体 CN Light" w:hAnsi="思源黑体 CN Light"/>
        <w:bCs/>
        <w:color w:val="4D4D4D"/>
      </w:rPr>
      <w:instrText>PAGE</w:instrText>
    </w:r>
    <w:r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961EB8">
      <w:rPr>
        <w:rFonts w:ascii="思源黑体 CN Light" w:hAnsi="思源黑体 CN Light"/>
        <w:bCs/>
        <w:noProof/>
        <w:color w:val="4D4D4D"/>
      </w:rPr>
      <w:t>19</w:t>
    </w:r>
    <w:r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47DDB" w14:textId="4A8E9076" w:rsidR="009A38C5" w:rsidRDefault="0040110C" w:rsidP="00A76AE3">
    <w:pPr>
      <w:pStyle w:val="a6"/>
      <w:tabs>
        <w:tab w:val="clear" w:pos="4153"/>
        <w:tab w:val="clear" w:pos="8306"/>
        <w:tab w:val="center" w:pos="3544"/>
        <w:tab w:val="center" w:pos="4830"/>
        <w:tab w:val="right" w:pos="6521"/>
        <w:tab w:val="right" w:pos="9660"/>
        <w:tab w:val="right" w:pos="9740"/>
      </w:tabs>
      <w:spacing w:after="0" w:line="240" w:lineRule="exact"/>
    </w:pPr>
    <w:r>
      <w:tab/>
    </w:r>
    <w:r w:rsidR="00A76AE3">
      <w:rPr>
        <w:rFonts w:ascii="思源黑体 CN Light" w:hAnsi="思源黑体 CN Light"/>
        <w:bCs/>
        <w:color w:val="4D4D4D"/>
        <w:szCs w:val="24"/>
      </w:rPr>
      <w:tab/>
    </w:r>
    <w:r w:rsidR="00A76AE3" w:rsidRPr="00153863">
      <w:rPr>
        <w:rFonts w:ascii="思源黑体 CN Light" w:hAnsi="思源黑体 CN Light"/>
        <w:bCs/>
        <w:color w:val="4D4D4D"/>
        <w:szCs w:val="24"/>
      </w:rPr>
      <w:t xml:space="preserve">Copyright </w:t>
    </w:r>
    <w:r w:rsidR="00A76AE3">
      <w:rPr>
        <w:rFonts w:ascii="思源黑体 CN Light" w:hAnsi="思源黑体 CN Light"/>
        <w:bCs/>
        <w:color w:val="4D4D4D"/>
        <w:szCs w:val="24"/>
      </w:rPr>
      <w:t>©</w:t>
    </w:r>
    <w:r w:rsidR="00A76AE3" w:rsidRPr="00153863">
      <w:rPr>
        <w:rFonts w:ascii="思源黑体 CN Light" w:hAnsi="思源黑体 CN Light"/>
        <w:bCs/>
        <w:color w:val="4D4D4D"/>
        <w:szCs w:val="24"/>
      </w:rPr>
      <w:t xml:space="preserve"> </w:t>
    </w:r>
    <w:proofErr w:type="spellStart"/>
    <w:r w:rsidR="007619B6">
      <w:rPr>
        <w:rFonts w:ascii="思源黑体 CN Light" w:hAnsi="思源黑体 CN Light"/>
        <w:bCs/>
        <w:color w:val="4D4D4D"/>
        <w:szCs w:val="24"/>
      </w:rPr>
      <w:t>Fibocom</w:t>
    </w:r>
    <w:proofErr w:type="spellEnd"/>
    <w:r w:rsidR="00A76AE3" w:rsidRPr="00153863">
      <w:rPr>
        <w:rFonts w:ascii="思源黑体 CN Light" w:hAnsi="思源黑体 CN Light"/>
        <w:bCs/>
        <w:color w:val="4D4D4D"/>
        <w:szCs w:val="24"/>
      </w:rPr>
      <w:t xml:space="preserve"> Wireless Inc.</w:t>
    </w:r>
    <w:r w:rsidR="00A76AE3">
      <w:rPr>
        <w:rFonts w:ascii="思源黑体 CN Light" w:hAnsi="思源黑体 CN Light"/>
        <w:bCs/>
        <w:color w:val="4D4D4D"/>
        <w:szCs w:val="24"/>
      </w:rPr>
      <w:tab/>
    </w:r>
    <w:r w:rsidR="00A76AE3">
      <w:rPr>
        <w:rFonts w:ascii="思源黑体 CN Light" w:hAnsi="思源黑体 CN Light"/>
        <w:bCs/>
        <w:color w:val="4D4D4D"/>
        <w:szCs w:val="24"/>
      </w:rPr>
      <w:tab/>
    </w:r>
    <w:r w:rsidR="00A76AE3" w:rsidRPr="00BA5373">
      <w:rPr>
        <w:bCs/>
        <w:color w:val="4D4D4D"/>
        <w:szCs w:val="24"/>
      </w:rPr>
      <w:t xml:space="preserve"> </w:t>
    </w:r>
    <w:r w:rsidR="00A76AE3" w:rsidRPr="00AB74E3">
      <w:rPr>
        <w:rFonts w:ascii="思源黑体 CN Light" w:hAnsi="思源黑体 CN Light"/>
        <w:bCs/>
        <w:color w:val="4D4D4D"/>
        <w:szCs w:val="24"/>
      </w:rPr>
      <w:fldChar w:fldCharType="begin"/>
    </w:r>
    <w:r w:rsidR="00A76AE3" w:rsidRPr="00AB74E3">
      <w:rPr>
        <w:rFonts w:ascii="思源黑体 CN Light" w:hAnsi="思源黑体 CN Light"/>
        <w:bCs/>
        <w:color w:val="4D4D4D"/>
      </w:rPr>
      <w:instrText>PAGE</w:instrText>
    </w:r>
    <w:r w:rsidR="00A76AE3" w:rsidRPr="00AB74E3">
      <w:rPr>
        <w:rFonts w:ascii="思源黑体 CN Light" w:hAnsi="思源黑体 CN Light"/>
        <w:bCs/>
        <w:color w:val="4D4D4D"/>
        <w:szCs w:val="24"/>
      </w:rPr>
      <w:fldChar w:fldCharType="separate"/>
    </w:r>
    <w:r w:rsidR="00961EB8">
      <w:rPr>
        <w:rFonts w:ascii="思源黑体 CN Light" w:hAnsi="思源黑体 CN Light"/>
        <w:bCs/>
        <w:noProof/>
        <w:color w:val="4D4D4D"/>
      </w:rPr>
      <w:t>12</w:t>
    </w:r>
    <w:r w:rsidR="00A76AE3" w:rsidRPr="00AB74E3">
      <w:rPr>
        <w:rFonts w:ascii="思源黑体 CN Light" w:hAnsi="思源黑体 CN Light"/>
        <w:bCs/>
        <w:color w:val="4D4D4D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F0E8C" w14:textId="77777777" w:rsidR="0089237B" w:rsidRDefault="0089237B">
      <w:pPr>
        <w:spacing w:line="240" w:lineRule="auto"/>
      </w:pPr>
      <w:r>
        <w:separator/>
      </w:r>
    </w:p>
  </w:footnote>
  <w:footnote w:type="continuationSeparator" w:id="0">
    <w:p w14:paraId="1A67D86B" w14:textId="77777777" w:rsidR="0089237B" w:rsidRDefault="008923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9161F" w14:textId="09E375F2" w:rsidR="00E45F43" w:rsidRDefault="00E45F43" w:rsidP="00FA7A9C">
    <w:pPr>
      <w:pStyle w:val="a8"/>
      <w:pBdr>
        <w:bottom w:val="none" w:sz="0" w:space="0" w:color="auto"/>
      </w:pBdr>
      <w:tabs>
        <w:tab w:val="clear" w:pos="4153"/>
        <w:tab w:val="clear" w:pos="8306"/>
        <w:tab w:val="left" w:pos="5697"/>
        <w:tab w:val="left" w:pos="7085"/>
        <w:tab w:val="right" w:pos="9746"/>
      </w:tabs>
      <w:spacing w:line="240" w:lineRule="exact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C4824" w14:textId="4F45944B" w:rsidR="00984720" w:rsidRDefault="00984720" w:rsidP="00984720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452627E0" wp14:editId="63D4A460">
          <wp:extent cx="768126" cy="108000"/>
          <wp:effectExtent l="0" t="0" r="0" b="6350"/>
          <wp:docPr id="18" name="图片 18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rFonts w:hint="eastAsia"/>
      </w:rPr>
      <w:t>目录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754DE" w14:textId="0AEFBE05" w:rsidR="00984720" w:rsidRDefault="00984720" w:rsidP="00984720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068B2D7C" wp14:editId="245CB2AF">
          <wp:extent cx="768126" cy="108000"/>
          <wp:effectExtent l="0" t="0" r="0" b="6350"/>
          <wp:docPr id="55" name="图片 55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fldChar w:fldCharType="begin"/>
    </w:r>
    <w:r>
      <w:instrText xml:space="preserve"> STYLEREF  "</w:instrText>
    </w:r>
    <w:r>
      <w:instrText>标题</w:instrText>
    </w:r>
    <w:r>
      <w:instrText xml:space="preserve"> 1,Fibocom_</w:instrText>
    </w:r>
    <w:r>
      <w:instrText>标题</w:instrText>
    </w:r>
    <w:r>
      <w:instrText xml:space="preserve">1_zh"  \* MERGEFORMAT </w:instrText>
    </w:r>
    <w:r>
      <w:fldChar w:fldCharType="separate"/>
    </w:r>
    <w:r w:rsidR="00961EB8">
      <w:rPr>
        <w:rFonts w:hint="eastAsia"/>
        <w:noProof/>
      </w:rPr>
      <w:t>修订记录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29307" w14:textId="68B311F2" w:rsidR="00342DDE" w:rsidRDefault="00342DDE" w:rsidP="00984720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46898308" wp14:editId="247491FD">
          <wp:extent cx="768126" cy="108000"/>
          <wp:effectExtent l="0" t="0" r="0" b="6350"/>
          <wp:docPr id="57" name="图片 57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>1</w:t>
    </w:r>
    <w:r>
      <w:fldChar w:fldCharType="begin"/>
    </w:r>
    <w:r>
      <w:instrText xml:space="preserve"> STYLEREF  "</w:instrText>
    </w:r>
    <w:r>
      <w:instrText>标题</w:instrText>
    </w:r>
    <w:r>
      <w:instrText xml:space="preserve"> 1,Fibocom_</w:instrText>
    </w:r>
    <w:r>
      <w:instrText>标题</w:instrText>
    </w:r>
    <w:r>
      <w:instrText xml:space="preserve">1_zh"  \* MERGEFORMAT </w:instrText>
    </w:r>
    <w:r>
      <w:fldChar w:fldCharType="separate"/>
    </w:r>
    <w:r w:rsidR="00961EB8">
      <w:rPr>
        <w:rFonts w:hint="eastAsia"/>
        <w:noProof/>
      </w:rPr>
      <w:t>引言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4459B" w14:textId="3777E017" w:rsidR="008A3250" w:rsidRDefault="008A3250" w:rsidP="00984720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65E50F7F" wp14:editId="1F907354">
          <wp:extent cx="768126" cy="108000"/>
          <wp:effectExtent l="0" t="0" r="0" b="6350"/>
          <wp:docPr id="38" name="图片 38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>2</w:t>
    </w:r>
    <w:r w:rsidR="00672F76">
      <w:t xml:space="preserve"> </w:t>
    </w:r>
    <w:r>
      <w:fldChar w:fldCharType="begin"/>
    </w:r>
    <w:r>
      <w:instrText xml:space="preserve"> STYLEREF  "</w:instrText>
    </w:r>
    <w:r>
      <w:instrText>标题</w:instrText>
    </w:r>
    <w:r>
      <w:instrText xml:space="preserve"> 1,Fibocom_</w:instrText>
    </w:r>
    <w:r>
      <w:instrText>标题</w:instrText>
    </w:r>
    <w:r>
      <w:instrText xml:space="preserve">1_zh"  \* MERGEFORMAT </w:instrText>
    </w:r>
    <w:r>
      <w:fldChar w:fldCharType="separate"/>
    </w:r>
    <w:r w:rsidR="00961EB8">
      <w:rPr>
        <w:rFonts w:hint="eastAsia"/>
        <w:noProof/>
      </w:rPr>
      <w:t>USB</w:t>
    </w:r>
    <w:r w:rsidR="00961EB8">
      <w:rPr>
        <w:rFonts w:hint="eastAsia"/>
        <w:noProof/>
      </w:rPr>
      <w:t>端口信息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2D8EB" w14:textId="60711A1B" w:rsidR="00672F76" w:rsidRDefault="00672F76" w:rsidP="00984720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0024D2D6" wp14:editId="1FB91D28">
          <wp:extent cx="768126" cy="108000"/>
          <wp:effectExtent l="0" t="0" r="0" b="6350"/>
          <wp:docPr id="99" name="图片 99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>3</w:t>
    </w:r>
    <w:r>
      <w:fldChar w:fldCharType="begin"/>
    </w:r>
    <w:r>
      <w:instrText xml:space="preserve"> STYLEREF  "</w:instrText>
    </w:r>
    <w:r>
      <w:instrText>标题</w:instrText>
    </w:r>
    <w:r>
      <w:instrText xml:space="preserve"> 1,Fibocom_</w:instrText>
    </w:r>
    <w:r>
      <w:instrText>标题</w:instrText>
    </w:r>
    <w:r>
      <w:instrText xml:space="preserve">1_zh"  \* MERGEFORMAT </w:instrText>
    </w:r>
    <w:r>
      <w:fldChar w:fldCharType="separate"/>
    </w:r>
    <w:r w:rsidR="00961EB8">
      <w:rPr>
        <w:rFonts w:hint="eastAsia"/>
        <w:noProof/>
      </w:rPr>
      <w:t>集成</w:t>
    </w:r>
    <w:r w:rsidR="00961EB8">
      <w:rPr>
        <w:rFonts w:hint="eastAsia"/>
        <w:noProof/>
      </w:rPr>
      <w:t>Fibocom</w:t>
    </w:r>
    <w:r w:rsidR="00961EB8">
      <w:rPr>
        <w:rFonts w:hint="eastAsia"/>
        <w:noProof/>
      </w:rPr>
      <w:t>模块</w:t>
    </w:r>
    <w:r w:rsidR="00961EB8">
      <w:rPr>
        <w:rFonts w:hint="eastAsia"/>
        <w:noProof/>
      </w:rPr>
      <w:t>QMI_WWAN</w:t>
    </w:r>
    <w:r w:rsidR="00961EB8">
      <w:rPr>
        <w:rFonts w:hint="eastAsia"/>
        <w:noProof/>
      </w:rPr>
      <w:t>驱动信息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B71AC" w14:textId="5CB6AB4B" w:rsidR="001667DD" w:rsidRDefault="001667DD">
    <w:pPr>
      <w:pStyle w:val="a8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220C8" w14:textId="3E2C7F13" w:rsidR="009A38C5" w:rsidRDefault="00F62935" w:rsidP="00F62935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44F40A20" wp14:editId="61353FE5">
          <wp:extent cx="768126" cy="108000"/>
          <wp:effectExtent l="0" t="0" r="0" b="6350"/>
          <wp:docPr id="66" name="图片 66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672F76">
      <w:t>4</w:t>
    </w:r>
    <w:r w:rsidR="00342DDE">
      <w:t xml:space="preserve"> </w:t>
    </w:r>
    <w:r w:rsidR="007619B6">
      <w:t>FIBOCOM</w:t>
    </w:r>
    <w:r w:rsidR="00342DDE">
      <w:rPr>
        <w:rFonts w:hint="eastAsia"/>
      </w:rPr>
      <w:t>模块拨号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6DD40" w14:textId="767A23D0" w:rsidR="009A38C5" w:rsidRDefault="00596546" w:rsidP="00596546">
    <w:pPr>
      <w:pStyle w:val="a8"/>
      <w:tabs>
        <w:tab w:val="clear" w:pos="4153"/>
        <w:tab w:val="clear" w:pos="8306"/>
        <w:tab w:val="right" w:pos="9660"/>
      </w:tabs>
      <w:spacing w:before="0" w:after="0" w:line="240" w:lineRule="exact"/>
      <w:jc w:val="left"/>
    </w:pPr>
    <w:r w:rsidRPr="00110705">
      <w:rPr>
        <w:noProof/>
      </w:rPr>
      <w:drawing>
        <wp:inline distT="0" distB="0" distL="0" distR="0" wp14:anchorId="228D7682" wp14:editId="280827D4">
          <wp:extent cx="768126" cy="108000"/>
          <wp:effectExtent l="0" t="0" r="0" b="6350"/>
          <wp:docPr id="4" name="图片 4" descr="G:\repos\cbb\zh\static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repos\cbb\zh\static\imag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6" cy="1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</w:t>
    </w:r>
    <w:r w:rsidR="00672F76">
      <w:t>4</w:t>
    </w:r>
    <w:r w:rsidR="00342DDE">
      <w:t xml:space="preserve"> </w:t>
    </w:r>
    <w:r w:rsidR="007619B6">
      <w:t>FIBOCOM</w:t>
    </w:r>
    <w:r w:rsidR="00342DDE">
      <w:rPr>
        <w:rFonts w:hint="eastAsia"/>
      </w:rPr>
      <w:t>模块拨号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0CB"/>
    <w:multiLevelType w:val="hybridMultilevel"/>
    <w:tmpl w:val="9D88D6C0"/>
    <w:lvl w:ilvl="0" w:tplc="F47CC26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652BD6"/>
    <w:multiLevelType w:val="hybridMultilevel"/>
    <w:tmpl w:val="092083EE"/>
    <w:lvl w:ilvl="0" w:tplc="F47CC26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8758B1"/>
    <w:multiLevelType w:val="multilevel"/>
    <w:tmpl w:val="CE8A0C48"/>
    <w:lvl w:ilvl="0">
      <w:start w:val="3"/>
      <w:numFmt w:val="decimal"/>
      <w:lvlText w:val="%1."/>
      <w:lvlJc w:val="left"/>
      <w:pPr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3" w15:restartNumberingAfterBreak="0">
    <w:nsid w:val="0EE818A5"/>
    <w:multiLevelType w:val="hybridMultilevel"/>
    <w:tmpl w:val="1DFA678A"/>
    <w:lvl w:ilvl="0" w:tplc="762AA788">
      <w:start w:val="1"/>
      <w:numFmt w:val="bullet"/>
      <w:pStyle w:val="Fibocomzh"/>
      <w:lvlText w:val=""/>
      <w:lvlJc w:val="left"/>
      <w:pPr>
        <w:ind w:left="227" w:hanging="227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7A50B3"/>
    <w:multiLevelType w:val="multilevel"/>
    <w:tmpl w:val="34ECC314"/>
    <w:lvl w:ilvl="0">
      <w:start w:val="1"/>
      <w:numFmt w:val="decimal"/>
      <w:lvlText w:val="%1."/>
      <w:lvlJc w:val="left"/>
      <w:pPr>
        <w:ind w:left="780" w:hanging="360"/>
      </w:pPr>
      <w:rPr>
        <w:color w:val="00000A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CCB60B8"/>
    <w:multiLevelType w:val="hybridMultilevel"/>
    <w:tmpl w:val="6262E7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CA174A"/>
    <w:multiLevelType w:val="hybridMultilevel"/>
    <w:tmpl w:val="AE6613C4"/>
    <w:lvl w:ilvl="0" w:tplc="BF06ED42">
      <w:start w:val="1"/>
      <w:numFmt w:val="lowerLetter"/>
      <w:pStyle w:val="Fibocomzh0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1DE763DE"/>
    <w:multiLevelType w:val="hybridMultilevel"/>
    <w:tmpl w:val="E86AC7A2"/>
    <w:lvl w:ilvl="0" w:tplc="92D43372">
      <w:start w:val="1"/>
      <w:numFmt w:val="bullet"/>
      <w:suff w:val="space"/>
      <w:lvlText w:val=""/>
      <w:lvlJc w:val="left"/>
      <w:pPr>
        <w:ind w:left="454" w:hanging="454"/>
      </w:pPr>
      <w:rPr>
        <w:rFonts w:ascii="Wingdings" w:hAnsi="Wingdings" w:hint="default"/>
        <w:sz w:val="15"/>
        <w:szCs w:val="15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EF633A"/>
    <w:multiLevelType w:val="hybridMultilevel"/>
    <w:tmpl w:val="CC7416FE"/>
    <w:lvl w:ilvl="0" w:tplc="4CD859B8">
      <w:start w:val="1"/>
      <w:numFmt w:val="bullet"/>
      <w:lvlText w:val="◦"/>
      <w:lvlJc w:val="left"/>
      <w:pPr>
        <w:ind w:left="840" w:hanging="420"/>
      </w:pPr>
      <w:rPr>
        <w:rFonts w:ascii="思源黑体 CN Light" w:eastAsia="思源黑体 CN Light" w:hAnsi="思源黑体 CN Light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040642C"/>
    <w:multiLevelType w:val="multilevel"/>
    <w:tmpl w:val="79CE48C0"/>
    <w:lvl w:ilvl="0">
      <w:start w:val="2"/>
      <w:numFmt w:val="decimal"/>
      <w:lvlText w:val="%1."/>
      <w:lvlJc w:val="left"/>
      <w:pPr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82264D6"/>
    <w:multiLevelType w:val="hybridMultilevel"/>
    <w:tmpl w:val="FB9410E2"/>
    <w:lvl w:ilvl="0" w:tplc="0A48CD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95B5092"/>
    <w:multiLevelType w:val="multilevel"/>
    <w:tmpl w:val="D1AC6186"/>
    <w:lvl w:ilvl="0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29EC7063"/>
    <w:multiLevelType w:val="hybridMultilevel"/>
    <w:tmpl w:val="EC343CBA"/>
    <w:lvl w:ilvl="0" w:tplc="D8DC33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E5B250C"/>
    <w:multiLevelType w:val="hybridMultilevel"/>
    <w:tmpl w:val="BC2093A4"/>
    <w:lvl w:ilvl="0" w:tplc="78E6837E">
      <w:start w:val="1"/>
      <w:numFmt w:val="decimal"/>
      <w:pStyle w:val="Fibocomzh1"/>
      <w:suff w:val="space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FC12C22"/>
    <w:multiLevelType w:val="hybridMultilevel"/>
    <w:tmpl w:val="F5DC9F48"/>
    <w:lvl w:ilvl="0" w:tplc="86643808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0E61D82"/>
    <w:multiLevelType w:val="hybridMultilevel"/>
    <w:tmpl w:val="F5DC9F48"/>
    <w:lvl w:ilvl="0" w:tplc="86643808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6EA7A8D"/>
    <w:multiLevelType w:val="multilevel"/>
    <w:tmpl w:val="7F823250"/>
    <w:lvl w:ilvl="0">
      <w:start w:val="2"/>
      <w:numFmt w:val="decimal"/>
      <w:lvlText w:val="%1."/>
      <w:lvlJc w:val="left"/>
      <w:pPr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17" w15:restartNumberingAfterBreak="0">
    <w:nsid w:val="378F38FA"/>
    <w:multiLevelType w:val="multilevel"/>
    <w:tmpl w:val="3370DE5E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8" w15:restartNumberingAfterBreak="0">
    <w:nsid w:val="382B0E18"/>
    <w:multiLevelType w:val="multilevel"/>
    <w:tmpl w:val="3370DE5E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思源黑体 CN Regular" w:eastAsia="思源黑体 CN Regular" w:hAnsi="思源黑体 CN Regular"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9" w15:restartNumberingAfterBreak="0">
    <w:nsid w:val="38D50429"/>
    <w:multiLevelType w:val="hybridMultilevel"/>
    <w:tmpl w:val="FB9410E2"/>
    <w:lvl w:ilvl="0" w:tplc="0A48CD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C635C34"/>
    <w:multiLevelType w:val="hybridMultilevel"/>
    <w:tmpl w:val="CCD6AE34"/>
    <w:lvl w:ilvl="0" w:tplc="8EDAA65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5"/>
        <w:szCs w:val="15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C652B91"/>
    <w:multiLevelType w:val="multilevel"/>
    <w:tmpl w:val="38B0255C"/>
    <w:lvl w:ilvl="0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22" w15:restartNumberingAfterBreak="0">
    <w:nsid w:val="3CB06A1B"/>
    <w:multiLevelType w:val="multilevel"/>
    <w:tmpl w:val="38B0255C"/>
    <w:lvl w:ilvl="0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23" w15:restartNumberingAfterBreak="0">
    <w:nsid w:val="41506C12"/>
    <w:multiLevelType w:val="hybridMultilevel"/>
    <w:tmpl w:val="21F0517E"/>
    <w:lvl w:ilvl="0" w:tplc="02DC1B0A">
      <w:start w:val="1"/>
      <w:numFmt w:val="decimal"/>
      <w:lvlText w:val="%1.  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4971254"/>
    <w:multiLevelType w:val="multilevel"/>
    <w:tmpl w:val="ABC081C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cs="Times New Roman" w:hint="eastAsia"/>
        <w:sz w:val="44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cs="Times New Roman" w:hint="eastAsia"/>
        <w:sz w:val="36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25" w15:restartNumberingAfterBreak="0">
    <w:nsid w:val="48FC3056"/>
    <w:multiLevelType w:val="multilevel"/>
    <w:tmpl w:val="D1AC6186"/>
    <w:lvl w:ilvl="0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4EF2716D"/>
    <w:multiLevelType w:val="hybridMultilevel"/>
    <w:tmpl w:val="C7B2913A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7" w15:restartNumberingAfterBreak="0">
    <w:nsid w:val="58340892"/>
    <w:multiLevelType w:val="hybridMultilevel"/>
    <w:tmpl w:val="DABC06C6"/>
    <w:lvl w:ilvl="0" w:tplc="2DEE690E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  <w:sz w:val="13"/>
        <w:szCs w:val="13"/>
      </w:rPr>
    </w:lvl>
    <w:lvl w:ilvl="1" w:tplc="B860C3D6">
      <w:start w:val="1"/>
      <w:numFmt w:val="bullet"/>
      <w:suff w:val="space"/>
      <w:lvlText w:val="◦"/>
      <w:lvlJc w:val="left"/>
      <w:pPr>
        <w:ind w:left="113" w:hanging="113"/>
      </w:pPr>
      <w:rPr>
        <w:rFonts w:ascii="思源黑体 CN Light" w:eastAsia="思源黑体 CN Light" w:hAnsi="思源黑体 CN Light" w:hint="eastAsia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33235A0"/>
    <w:multiLevelType w:val="hybridMultilevel"/>
    <w:tmpl w:val="F2EC04D6"/>
    <w:lvl w:ilvl="0" w:tplc="657EEE5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5B478C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0" w15:restartNumberingAfterBreak="0">
    <w:nsid w:val="68751BBC"/>
    <w:multiLevelType w:val="multilevel"/>
    <w:tmpl w:val="979CC8B0"/>
    <w:lvl w:ilvl="0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31" w15:restartNumberingAfterBreak="0">
    <w:nsid w:val="693E3C4F"/>
    <w:multiLevelType w:val="hybridMultilevel"/>
    <w:tmpl w:val="20BC1BB8"/>
    <w:lvl w:ilvl="0" w:tplc="83A024BE">
      <w:start w:val="1"/>
      <w:numFmt w:val="bullet"/>
      <w:suff w:val="space"/>
      <w:lvlText w:val=""/>
      <w:lvlJc w:val="left"/>
      <w:pPr>
        <w:ind w:left="227" w:hanging="227"/>
      </w:pPr>
      <w:rPr>
        <w:rFonts w:ascii="Wingdings" w:hAnsi="Wingdings" w:hint="default"/>
        <w:sz w:val="15"/>
        <w:szCs w:val="15"/>
      </w:rPr>
    </w:lvl>
    <w:lvl w:ilvl="1" w:tplc="DEEC8B90">
      <w:start w:val="1"/>
      <w:numFmt w:val="bullet"/>
      <w:pStyle w:val="Fibocomzh2"/>
      <w:suff w:val="space"/>
      <w:lvlText w:val="◦"/>
      <w:lvlJc w:val="left"/>
      <w:pPr>
        <w:ind w:left="113" w:hanging="113"/>
      </w:pPr>
      <w:rPr>
        <w:rFonts w:ascii="思源黑体 CN Light" w:eastAsia="思源黑体 CN Light" w:hAnsi="思源黑体 CN Light" w:hint="eastAsia"/>
        <w:sz w:val="15"/>
        <w:szCs w:val="15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AA511A6"/>
    <w:multiLevelType w:val="hybridMultilevel"/>
    <w:tmpl w:val="FB9410E2"/>
    <w:lvl w:ilvl="0" w:tplc="0A48CD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D4C468A"/>
    <w:multiLevelType w:val="hybridMultilevel"/>
    <w:tmpl w:val="18BC5A50"/>
    <w:lvl w:ilvl="0" w:tplc="240687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E992CAC"/>
    <w:multiLevelType w:val="multilevel"/>
    <w:tmpl w:val="C2445F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cs="Times New Roman" w:hint="eastAsia"/>
        <w:sz w:val="3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35" w15:restartNumberingAfterBreak="0">
    <w:nsid w:val="73A24ED0"/>
    <w:multiLevelType w:val="hybridMultilevel"/>
    <w:tmpl w:val="A1B8875A"/>
    <w:lvl w:ilvl="0" w:tplc="07A81C8E">
      <w:start w:val="1"/>
      <w:numFmt w:val="bullet"/>
      <w:lvlText w:val=""/>
      <w:lvlJc w:val="left"/>
      <w:pPr>
        <w:ind w:left="397" w:hanging="397"/>
      </w:pPr>
      <w:rPr>
        <w:rFonts w:ascii="Wingdings" w:hAnsi="Wingdings" w:hint="default"/>
        <w:sz w:val="15"/>
        <w:szCs w:val="15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8924D74"/>
    <w:multiLevelType w:val="hybridMultilevel"/>
    <w:tmpl w:val="F5DC9F48"/>
    <w:lvl w:ilvl="0" w:tplc="86643808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791B40D5"/>
    <w:multiLevelType w:val="hybridMultilevel"/>
    <w:tmpl w:val="8A38EB84"/>
    <w:lvl w:ilvl="0" w:tplc="02DC1B0A">
      <w:start w:val="1"/>
      <w:numFmt w:val="decimal"/>
      <w:lvlText w:val="%1.  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 w15:restartNumberingAfterBreak="0">
    <w:nsid w:val="7A166A6A"/>
    <w:multiLevelType w:val="multilevel"/>
    <w:tmpl w:val="51488C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9" w15:restartNumberingAfterBreak="0">
    <w:nsid w:val="7E612429"/>
    <w:multiLevelType w:val="hybridMultilevel"/>
    <w:tmpl w:val="11924C60"/>
    <w:lvl w:ilvl="0" w:tplc="06FEB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4"/>
  </w:num>
  <w:num w:numId="2">
    <w:abstractNumId w:val="34"/>
  </w:num>
  <w:num w:numId="3">
    <w:abstractNumId w:val="4"/>
  </w:num>
  <w:num w:numId="4">
    <w:abstractNumId w:val="25"/>
  </w:num>
  <w:num w:numId="5">
    <w:abstractNumId w:val="30"/>
  </w:num>
  <w:num w:numId="6">
    <w:abstractNumId w:val="2"/>
  </w:num>
  <w:num w:numId="7">
    <w:abstractNumId w:val="22"/>
  </w:num>
  <w:num w:numId="8">
    <w:abstractNumId w:val="38"/>
  </w:num>
  <w:num w:numId="9">
    <w:abstractNumId w:val="32"/>
  </w:num>
  <w:num w:numId="10">
    <w:abstractNumId w:val="11"/>
  </w:num>
  <w:num w:numId="11">
    <w:abstractNumId w:val="21"/>
  </w:num>
  <w:num w:numId="12">
    <w:abstractNumId w:val="23"/>
  </w:num>
  <w:num w:numId="13">
    <w:abstractNumId w:val="26"/>
  </w:num>
  <w:num w:numId="14">
    <w:abstractNumId w:val="10"/>
  </w:num>
  <w:num w:numId="15">
    <w:abstractNumId w:val="19"/>
  </w:num>
  <w:num w:numId="16">
    <w:abstractNumId w:val="15"/>
  </w:num>
  <w:num w:numId="17">
    <w:abstractNumId w:val="33"/>
  </w:num>
  <w:num w:numId="18">
    <w:abstractNumId w:val="12"/>
  </w:num>
  <w:num w:numId="19">
    <w:abstractNumId w:val="39"/>
  </w:num>
  <w:num w:numId="20">
    <w:abstractNumId w:val="1"/>
  </w:num>
  <w:num w:numId="21">
    <w:abstractNumId w:val="0"/>
  </w:num>
  <w:num w:numId="22">
    <w:abstractNumId w:val="37"/>
  </w:num>
  <w:num w:numId="23">
    <w:abstractNumId w:val="36"/>
  </w:num>
  <w:num w:numId="24">
    <w:abstractNumId w:val="16"/>
  </w:num>
  <w:num w:numId="25">
    <w:abstractNumId w:val="9"/>
  </w:num>
  <w:num w:numId="26">
    <w:abstractNumId w:val="14"/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0" w:firstLine="0"/>
        </w:pPr>
        <w:rPr>
          <w:rFonts w:cs="Times New Roman" w:hint="eastAsia"/>
        </w:rPr>
      </w:lvl>
    </w:lvlOverride>
    <w:lvlOverride w:ilvl="1">
      <w:lvl w:ilvl="1">
        <w:start w:val="1"/>
        <w:numFmt w:val="decimal"/>
        <w:pStyle w:val="2"/>
        <w:suff w:val="space"/>
        <w:lvlText w:val="%1.%2"/>
        <w:lvlJc w:val="left"/>
        <w:pPr>
          <w:ind w:left="0" w:firstLine="0"/>
        </w:pPr>
        <w:rPr>
          <w:rFonts w:cs="Times New Roman" w:hint="eastAsia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0" w:firstLine="0"/>
        </w:pPr>
        <w:rPr>
          <w:rFonts w:cs="Times New Roman" w:hint="eastAsia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7">
      <w:lvl w:ilvl="7">
        <w:start w:val="1"/>
        <w:numFmt w:val="decimal"/>
        <w:pStyle w:val="8"/>
        <w:lvlText w:val="%1.%2.%3.%4.%5.%6.%7.%8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</w:num>
  <w:num w:numId="31">
    <w:abstractNumId w:val="17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0" w:firstLine="0"/>
        </w:pPr>
        <w:rPr>
          <w:rFonts w:cs="Times New Roman" w:hint="eastAsia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0" w:firstLine="0"/>
        </w:pPr>
        <w:rPr>
          <w:rFonts w:cs="Times New Roman" w:hint="eastAsia"/>
        </w:rPr>
      </w:lvl>
    </w:lvlOverride>
    <w:lvlOverride w:ilvl="3">
      <w:lvl w:ilvl="3">
        <w:start w:val="1"/>
        <w:numFmt w:val="decimal"/>
        <w:pStyle w:val="4"/>
        <w:suff w:val="space"/>
        <w:lvlText w:val="%1.%2.%3.%4"/>
        <w:lvlJc w:val="left"/>
        <w:pPr>
          <w:ind w:left="0" w:firstLine="0"/>
        </w:pPr>
        <w:rPr>
          <w:rFonts w:cs="Times New Roman" w:hint="eastAsia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"/>
        <w:lvlJc w:val="left"/>
        <w:pPr>
          <w:ind w:left="0" w:firstLine="0"/>
        </w:pPr>
        <w:rPr>
          <w:rFonts w:cs="Times New Roman"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7">
      <w:lvl w:ilvl="7">
        <w:start w:val="1"/>
        <w:numFmt w:val="decimal"/>
        <w:pStyle w:val="8"/>
        <w:lvlText w:val="%1.%2.%3.%4.%5.%6.%7.%8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</w:num>
  <w:num w:numId="32">
    <w:abstractNumId w:val="17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0" w:firstLine="0"/>
        </w:pPr>
        <w:rPr>
          <w:rFonts w:cs="Times New Roman" w:hint="eastAsia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0" w:firstLine="0"/>
        </w:pPr>
        <w:rPr>
          <w:rFonts w:cs="Times New Roman" w:hint="eastAsia"/>
        </w:rPr>
      </w:lvl>
    </w:lvlOverride>
    <w:lvlOverride w:ilvl="3">
      <w:lvl w:ilvl="3">
        <w:start w:val="1"/>
        <w:numFmt w:val="decimal"/>
        <w:pStyle w:val="4"/>
        <w:suff w:val="space"/>
        <w:lvlText w:val="%1.%2.%3.%4"/>
        <w:lvlJc w:val="left"/>
        <w:pPr>
          <w:ind w:left="0" w:firstLine="0"/>
        </w:pPr>
        <w:rPr>
          <w:rFonts w:cs="Times New Roman" w:hint="eastAsia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"/>
        <w:lvlJc w:val="left"/>
        <w:pPr>
          <w:ind w:left="0" w:firstLine="0"/>
        </w:pPr>
        <w:rPr>
          <w:rFonts w:cs="Times New Roman" w:hint="eastAsia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7">
      <w:lvl w:ilvl="7">
        <w:start w:val="1"/>
        <w:numFmt w:val="decimal"/>
        <w:pStyle w:val="8"/>
        <w:lvlText w:val="%1.%2.%3.%4.%5.%6.%7.%8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tabs>
            <w:tab w:val="num" w:pos="432"/>
          </w:tabs>
          <w:ind w:left="0" w:firstLine="0"/>
        </w:pPr>
        <w:rPr>
          <w:rFonts w:cs="Times New Roman" w:hint="eastAsia"/>
        </w:rPr>
      </w:lvl>
    </w:lvlOverride>
  </w:num>
  <w:num w:numId="33">
    <w:abstractNumId w:val="13"/>
  </w:num>
  <w:num w:numId="34">
    <w:abstractNumId w:val="6"/>
  </w:num>
  <w:num w:numId="35">
    <w:abstractNumId w:val="5"/>
  </w:num>
  <w:num w:numId="36">
    <w:abstractNumId w:val="28"/>
  </w:num>
  <w:num w:numId="37">
    <w:abstractNumId w:val="31"/>
  </w:num>
  <w:num w:numId="38">
    <w:abstractNumId w:val="8"/>
  </w:num>
  <w:num w:numId="39">
    <w:abstractNumId w:val="7"/>
  </w:num>
  <w:num w:numId="40">
    <w:abstractNumId w:val="35"/>
  </w:num>
  <w:num w:numId="41">
    <w:abstractNumId w:val="3"/>
  </w:num>
  <w:num w:numId="42">
    <w:abstractNumId w:val="27"/>
  </w:num>
  <w:num w:numId="43">
    <w:abstractNumId w:val="29"/>
  </w:num>
  <w:num w:numId="44">
    <w:abstractNumId w:val="18"/>
  </w:num>
  <w:num w:numId="45">
    <w:abstractNumId w:val="13"/>
    <w:lvlOverride w:ilvl="0">
      <w:startOverride w:val="1"/>
    </w:lvlOverride>
  </w:num>
  <w:num w:numId="46">
    <w:abstractNumId w:val="13"/>
    <w:lvlOverride w:ilvl="0">
      <w:startOverride w:val="1"/>
    </w:lvlOverride>
  </w:num>
  <w:num w:numId="47">
    <w:abstractNumId w:val="13"/>
    <w:lvlOverride w:ilvl="0">
      <w:startOverride w:val="1"/>
    </w:lvlOverride>
  </w:num>
  <w:num w:numId="48">
    <w:abstractNumId w:val="13"/>
    <w:lvlOverride w:ilvl="0">
      <w:startOverride w:val="1"/>
    </w:lvlOverride>
  </w:num>
  <w:num w:numId="49">
    <w:abstractNumId w:val="13"/>
    <w:lvlOverride w:ilvl="0">
      <w:startOverride w:val="1"/>
    </w:lvlOverride>
  </w:num>
  <w:num w:numId="50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attachedTemplate r:id="rId1"/>
  <w:linkStyles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8C5"/>
    <w:rsid w:val="00000AC8"/>
    <w:rsid w:val="00001289"/>
    <w:rsid w:val="000046F9"/>
    <w:rsid w:val="00004C22"/>
    <w:rsid w:val="00006418"/>
    <w:rsid w:val="00006F57"/>
    <w:rsid w:val="00012670"/>
    <w:rsid w:val="00013AFA"/>
    <w:rsid w:val="00014FA8"/>
    <w:rsid w:val="00016A26"/>
    <w:rsid w:val="00021D13"/>
    <w:rsid w:val="0002332A"/>
    <w:rsid w:val="00025F9B"/>
    <w:rsid w:val="00026402"/>
    <w:rsid w:val="00026B37"/>
    <w:rsid w:val="00026BA0"/>
    <w:rsid w:val="00027263"/>
    <w:rsid w:val="00034F99"/>
    <w:rsid w:val="00037294"/>
    <w:rsid w:val="00043187"/>
    <w:rsid w:val="00043B31"/>
    <w:rsid w:val="00045B2D"/>
    <w:rsid w:val="00051C3F"/>
    <w:rsid w:val="000531A8"/>
    <w:rsid w:val="000532EB"/>
    <w:rsid w:val="00063913"/>
    <w:rsid w:val="00063D67"/>
    <w:rsid w:val="0006562F"/>
    <w:rsid w:val="00065B33"/>
    <w:rsid w:val="000676FD"/>
    <w:rsid w:val="00067824"/>
    <w:rsid w:val="000733CA"/>
    <w:rsid w:val="0007736E"/>
    <w:rsid w:val="00080660"/>
    <w:rsid w:val="00084BC8"/>
    <w:rsid w:val="00086CA9"/>
    <w:rsid w:val="00090F4E"/>
    <w:rsid w:val="00094124"/>
    <w:rsid w:val="00095471"/>
    <w:rsid w:val="00096711"/>
    <w:rsid w:val="000A027F"/>
    <w:rsid w:val="000A0BBB"/>
    <w:rsid w:val="000A3C99"/>
    <w:rsid w:val="000A451B"/>
    <w:rsid w:val="000A4EED"/>
    <w:rsid w:val="000A4EF3"/>
    <w:rsid w:val="000A72B4"/>
    <w:rsid w:val="000B5A0D"/>
    <w:rsid w:val="000B6011"/>
    <w:rsid w:val="000B619C"/>
    <w:rsid w:val="000C106F"/>
    <w:rsid w:val="000C337F"/>
    <w:rsid w:val="000C60B5"/>
    <w:rsid w:val="000C7184"/>
    <w:rsid w:val="000D0E2B"/>
    <w:rsid w:val="000D0EB6"/>
    <w:rsid w:val="000D1587"/>
    <w:rsid w:val="000D381C"/>
    <w:rsid w:val="000D466E"/>
    <w:rsid w:val="000D5603"/>
    <w:rsid w:val="000D5EEB"/>
    <w:rsid w:val="000D7732"/>
    <w:rsid w:val="000D7756"/>
    <w:rsid w:val="000E033F"/>
    <w:rsid w:val="000E1513"/>
    <w:rsid w:val="000E1D2E"/>
    <w:rsid w:val="000E1F92"/>
    <w:rsid w:val="000E4216"/>
    <w:rsid w:val="000E6B43"/>
    <w:rsid w:val="000E73B9"/>
    <w:rsid w:val="000F098B"/>
    <w:rsid w:val="000F5AE7"/>
    <w:rsid w:val="000F73FE"/>
    <w:rsid w:val="0010027F"/>
    <w:rsid w:val="001018DB"/>
    <w:rsid w:val="00102CBF"/>
    <w:rsid w:val="0010372D"/>
    <w:rsid w:val="0010537F"/>
    <w:rsid w:val="001073B4"/>
    <w:rsid w:val="0011057E"/>
    <w:rsid w:val="00111405"/>
    <w:rsid w:val="00111824"/>
    <w:rsid w:val="00121C1A"/>
    <w:rsid w:val="00123B9D"/>
    <w:rsid w:val="00123F2F"/>
    <w:rsid w:val="001269D0"/>
    <w:rsid w:val="0012753C"/>
    <w:rsid w:val="00130395"/>
    <w:rsid w:val="001316E8"/>
    <w:rsid w:val="00133159"/>
    <w:rsid w:val="00134C9B"/>
    <w:rsid w:val="001361F7"/>
    <w:rsid w:val="00142225"/>
    <w:rsid w:val="0014447D"/>
    <w:rsid w:val="001461F0"/>
    <w:rsid w:val="00147DB5"/>
    <w:rsid w:val="001551A2"/>
    <w:rsid w:val="001565DF"/>
    <w:rsid w:val="00157367"/>
    <w:rsid w:val="001624FD"/>
    <w:rsid w:val="001667DD"/>
    <w:rsid w:val="0016690E"/>
    <w:rsid w:val="001671E1"/>
    <w:rsid w:val="00173494"/>
    <w:rsid w:val="0017352B"/>
    <w:rsid w:val="00174259"/>
    <w:rsid w:val="0017622F"/>
    <w:rsid w:val="00176807"/>
    <w:rsid w:val="00176B90"/>
    <w:rsid w:val="001812E2"/>
    <w:rsid w:val="001855BB"/>
    <w:rsid w:val="00191A78"/>
    <w:rsid w:val="001957B3"/>
    <w:rsid w:val="00197B2C"/>
    <w:rsid w:val="00197FFB"/>
    <w:rsid w:val="001A36A2"/>
    <w:rsid w:val="001B58A2"/>
    <w:rsid w:val="001B7105"/>
    <w:rsid w:val="001C2FC9"/>
    <w:rsid w:val="001C3502"/>
    <w:rsid w:val="001C36C4"/>
    <w:rsid w:val="001C5E8B"/>
    <w:rsid w:val="001C691C"/>
    <w:rsid w:val="001C7D4B"/>
    <w:rsid w:val="001D0CC5"/>
    <w:rsid w:val="001D1BF4"/>
    <w:rsid w:val="001D4072"/>
    <w:rsid w:val="001D4FB8"/>
    <w:rsid w:val="001D78CE"/>
    <w:rsid w:val="001E2A0A"/>
    <w:rsid w:val="001E578F"/>
    <w:rsid w:val="001E5AEA"/>
    <w:rsid w:val="001E7097"/>
    <w:rsid w:val="001F0341"/>
    <w:rsid w:val="001F0AF3"/>
    <w:rsid w:val="001F2AB4"/>
    <w:rsid w:val="001F3867"/>
    <w:rsid w:val="001F61BB"/>
    <w:rsid w:val="002030C0"/>
    <w:rsid w:val="00206B5B"/>
    <w:rsid w:val="00211F7C"/>
    <w:rsid w:val="00212879"/>
    <w:rsid w:val="002131A9"/>
    <w:rsid w:val="00222846"/>
    <w:rsid w:val="0022432F"/>
    <w:rsid w:val="0023429C"/>
    <w:rsid w:val="00236108"/>
    <w:rsid w:val="0023659E"/>
    <w:rsid w:val="0023707C"/>
    <w:rsid w:val="002405D6"/>
    <w:rsid w:val="00240A2D"/>
    <w:rsid w:val="00240AFC"/>
    <w:rsid w:val="0024418D"/>
    <w:rsid w:val="00247692"/>
    <w:rsid w:val="0025169B"/>
    <w:rsid w:val="00251EDC"/>
    <w:rsid w:val="00253709"/>
    <w:rsid w:val="00254710"/>
    <w:rsid w:val="00260B04"/>
    <w:rsid w:val="002613AF"/>
    <w:rsid w:val="0026464D"/>
    <w:rsid w:val="0026512B"/>
    <w:rsid w:val="00265D71"/>
    <w:rsid w:val="002711B2"/>
    <w:rsid w:val="00273834"/>
    <w:rsid w:val="00277040"/>
    <w:rsid w:val="0028230E"/>
    <w:rsid w:val="00282DF8"/>
    <w:rsid w:val="0028497B"/>
    <w:rsid w:val="002855D8"/>
    <w:rsid w:val="002872B7"/>
    <w:rsid w:val="0028730D"/>
    <w:rsid w:val="00292C04"/>
    <w:rsid w:val="00294ECD"/>
    <w:rsid w:val="00295A1C"/>
    <w:rsid w:val="002A0BE6"/>
    <w:rsid w:val="002A13E1"/>
    <w:rsid w:val="002A1D88"/>
    <w:rsid w:val="002A429C"/>
    <w:rsid w:val="002B0180"/>
    <w:rsid w:val="002B2BE6"/>
    <w:rsid w:val="002B3D31"/>
    <w:rsid w:val="002B5B6E"/>
    <w:rsid w:val="002C0617"/>
    <w:rsid w:val="002C0706"/>
    <w:rsid w:val="002C2376"/>
    <w:rsid w:val="002C27F2"/>
    <w:rsid w:val="002C6109"/>
    <w:rsid w:val="002D252F"/>
    <w:rsid w:val="002D303A"/>
    <w:rsid w:val="002D525F"/>
    <w:rsid w:val="002E1719"/>
    <w:rsid w:val="002E20BB"/>
    <w:rsid w:val="002E28A8"/>
    <w:rsid w:val="002E411A"/>
    <w:rsid w:val="002E4589"/>
    <w:rsid w:val="002E52B7"/>
    <w:rsid w:val="002F2AD8"/>
    <w:rsid w:val="003029F8"/>
    <w:rsid w:val="00311472"/>
    <w:rsid w:val="00311E2F"/>
    <w:rsid w:val="00312CC4"/>
    <w:rsid w:val="003157DE"/>
    <w:rsid w:val="003246EC"/>
    <w:rsid w:val="003248E2"/>
    <w:rsid w:val="00325272"/>
    <w:rsid w:val="00327CC3"/>
    <w:rsid w:val="003300E0"/>
    <w:rsid w:val="00330775"/>
    <w:rsid w:val="0033111A"/>
    <w:rsid w:val="0034051D"/>
    <w:rsid w:val="00342431"/>
    <w:rsid w:val="00342DDE"/>
    <w:rsid w:val="00342E36"/>
    <w:rsid w:val="0035220B"/>
    <w:rsid w:val="00352BEE"/>
    <w:rsid w:val="003538A0"/>
    <w:rsid w:val="00354484"/>
    <w:rsid w:val="00355D03"/>
    <w:rsid w:val="003643DD"/>
    <w:rsid w:val="00365A73"/>
    <w:rsid w:val="003843D5"/>
    <w:rsid w:val="0039518E"/>
    <w:rsid w:val="003A367D"/>
    <w:rsid w:val="003B2192"/>
    <w:rsid w:val="003B27A4"/>
    <w:rsid w:val="003B4FED"/>
    <w:rsid w:val="003C15F8"/>
    <w:rsid w:val="003C4FD9"/>
    <w:rsid w:val="003C76C3"/>
    <w:rsid w:val="003D028A"/>
    <w:rsid w:val="003D0B83"/>
    <w:rsid w:val="003D38D4"/>
    <w:rsid w:val="003D5C78"/>
    <w:rsid w:val="003E16F4"/>
    <w:rsid w:val="003E172D"/>
    <w:rsid w:val="003E2228"/>
    <w:rsid w:val="003E371F"/>
    <w:rsid w:val="003E7B4C"/>
    <w:rsid w:val="003F4DCB"/>
    <w:rsid w:val="003F5D9D"/>
    <w:rsid w:val="003F6733"/>
    <w:rsid w:val="003F7077"/>
    <w:rsid w:val="0040110C"/>
    <w:rsid w:val="004044A4"/>
    <w:rsid w:val="0040509F"/>
    <w:rsid w:val="004101A7"/>
    <w:rsid w:val="00410A63"/>
    <w:rsid w:val="00415A2D"/>
    <w:rsid w:val="00415B8D"/>
    <w:rsid w:val="00420898"/>
    <w:rsid w:val="00422E8D"/>
    <w:rsid w:val="004234CC"/>
    <w:rsid w:val="004235F3"/>
    <w:rsid w:val="00423BF6"/>
    <w:rsid w:val="00424CAA"/>
    <w:rsid w:val="00425E3A"/>
    <w:rsid w:val="00425E89"/>
    <w:rsid w:val="0043069A"/>
    <w:rsid w:val="00437CBB"/>
    <w:rsid w:val="004403C0"/>
    <w:rsid w:val="00441ECB"/>
    <w:rsid w:val="00442336"/>
    <w:rsid w:val="0044282C"/>
    <w:rsid w:val="00443830"/>
    <w:rsid w:val="004453E2"/>
    <w:rsid w:val="004504C3"/>
    <w:rsid w:val="00460C81"/>
    <w:rsid w:val="00462CB6"/>
    <w:rsid w:val="00465343"/>
    <w:rsid w:val="004659C7"/>
    <w:rsid w:val="004711EA"/>
    <w:rsid w:val="00473131"/>
    <w:rsid w:val="00474672"/>
    <w:rsid w:val="00475FB4"/>
    <w:rsid w:val="0047704F"/>
    <w:rsid w:val="00477798"/>
    <w:rsid w:val="004847CE"/>
    <w:rsid w:val="00484FC0"/>
    <w:rsid w:val="00491192"/>
    <w:rsid w:val="00491DCF"/>
    <w:rsid w:val="00493C7F"/>
    <w:rsid w:val="004943DD"/>
    <w:rsid w:val="00495E75"/>
    <w:rsid w:val="00497512"/>
    <w:rsid w:val="004975AD"/>
    <w:rsid w:val="00497F5E"/>
    <w:rsid w:val="004A03D6"/>
    <w:rsid w:val="004A20E8"/>
    <w:rsid w:val="004A6199"/>
    <w:rsid w:val="004A7577"/>
    <w:rsid w:val="004B144F"/>
    <w:rsid w:val="004B2DE0"/>
    <w:rsid w:val="004B2F68"/>
    <w:rsid w:val="004B360B"/>
    <w:rsid w:val="004B4CED"/>
    <w:rsid w:val="004C05DC"/>
    <w:rsid w:val="004C3996"/>
    <w:rsid w:val="004D15C5"/>
    <w:rsid w:val="004D18D8"/>
    <w:rsid w:val="004D26E0"/>
    <w:rsid w:val="004D29E8"/>
    <w:rsid w:val="004D3BCA"/>
    <w:rsid w:val="004E3FE6"/>
    <w:rsid w:val="004F0812"/>
    <w:rsid w:val="004F42ED"/>
    <w:rsid w:val="004F4969"/>
    <w:rsid w:val="004F69E2"/>
    <w:rsid w:val="004F6F55"/>
    <w:rsid w:val="00500204"/>
    <w:rsid w:val="0050248A"/>
    <w:rsid w:val="00502B5C"/>
    <w:rsid w:val="00503B2A"/>
    <w:rsid w:val="00505446"/>
    <w:rsid w:val="00505BAF"/>
    <w:rsid w:val="00506A3A"/>
    <w:rsid w:val="005102D3"/>
    <w:rsid w:val="005108AF"/>
    <w:rsid w:val="00512A25"/>
    <w:rsid w:val="005138E1"/>
    <w:rsid w:val="00513BA5"/>
    <w:rsid w:val="00516A6A"/>
    <w:rsid w:val="00520DC0"/>
    <w:rsid w:val="00521FBE"/>
    <w:rsid w:val="00521FEF"/>
    <w:rsid w:val="0052294F"/>
    <w:rsid w:val="00523CB3"/>
    <w:rsid w:val="00524D57"/>
    <w:rsid w:val="00524E5B"/>
    <w:rsid w:val="0052519C"/>
    <w:rsid w:val="00526467"/>
    <w:rsid w:val="00527CDD"/>
    <w:rsid w:val="00527EB8"/>
    <w:rsid w:val="00532029"/>
    <w:rsid w:val="00532A24"/>
    <w:rsid w:val="0053363F"/>
    <w:rsid w:val="00533B02"/>
    <w:rsid w:val="00534D49"/>
    <w:rsid w:val="00535725"/>
    <w:rsid w:val="00536A90"/>
    <w:rsid w:val="00540503"/>
    <w:rsid w:val="00543177"/>
    <w:rsid w:val="00544537"/>
    <w:rsid w:val="00544C10"/>
    <w:rsid w:val="00547FA0"/>
    <w:rsid w:val="00551D48"/>
    <w:rsid w:val="00553AE1"/>
    <w:rsid w:val="00554306"/>
    <w:rsid w:val="00561CCF"/>
    <w:rsid w:val="0056400A"/>
    <w:rsid w:val="00564388"/>
    <w:rsid w:val="005665F9"/>
    <w:rsid w:val="0057702E"/>
    <w:rsid w:val="00584303"/>
    <w:rsid w:val="005862A1"/>
    <w:rsid w:val="00590B7F"/>
    <w:rsid w:val="00591CDF"/>
    <w:rsid w:val="00591D8C"/>
    <w:rsid w:val="00594683"/>
    <w:rsid w:val="00594EEE"/>
    <w:rsid w:val="0059527B"/>
    <w:rsid w:val="00596546"/>
    <w:rsid w:val="0059685F"/>
    <w:rsid w:val="00596CFD"/>
    <w:rsid w:val="005A1013"/>
    <w:rsid w:val="005A4F7B"/>
    <w:rsid w:val="005A6C9D"/>
    <w:rsid w:val="005B22BD"/>
    <w:rsid w:val="005B2475"/>
    <w:rsid w:val="005B455A"/>
    <w:rsid w:val="005B6165"/>
    <w:rsid w:val="005B785E"/>
    <w:rsid w:val="005C1FCF"/>
    <w:rsid w:val="005C2475"/>
    <w:rsid w:val="005C344A"/>
    <w:rsid w:val="005C579D"/>
    <w:rsid w:val="005C5C6E"/>
    <w:rsid w:val="005C6661"/>
    <w:rsid w:val="005D756B"/>
    <w:rsid w:val="005D79EF"/>
    <w:rsid w:val="005E09FA"/>
    <w:rsid w:val="005E1AB3"/>
    <w:rsid w:val="005E55BB"/>
    <w:rsid w:val="005E5E29"/>
    <w:rsid w:val="005E759E"/>
    <w:rsid w:val="005F14AE"/>
    <w:rsid w:val="005F320F"/>
    <w:rsid w:val="005F469C"/>
    <w:rsid w:val="005F6561"/>
    <w:rsid w:val="005F6DDC"/>
    <w:rsid w:val="00604C84"/>
    <w:rsid w:val="00607E86"/>
    <w:rsid w:val="006203DE"/>
    <w:rsid w:val="00621198"/>
    <w:rsid w:val="00621622"/>
    <w:rsid w:val="00621CAD"/>
    <w:rsid w:val="00626594"/>
    <w:rsid w:val="006270E7"/>
    <w:rsid w:val="00627CB0"/>
    <w:rsid w:val="00627ECB"/>
    <w:rsid w:val="006300EE"/>
    <w:rsid w:val="006314EC"/>
    <w:rsid w:val="006353E7"/>
    <w:rsid w:val="00640805"/>
    <w:rsid w:val="00642874"/>
    <w:rsid w:val="00644568"/>
    <w:rsid w:val="00647151"/>
    <w:rsid w:val="00647920"/>
    <w:rsid w:val="006502C9"/>
    <w:rsid w:val="00651241"/>
    <w:rsid w:val="006524DF"/>
    <w:rsid w:val="00653285"/>
    <w:rsid w:val="006549CE"/>
    <w:rsid w:val="006557C2"/>
    <w:rsid w:val="0066269B"/>
    <w:rsid w:val="00667CFB"/>
    <w:rsid w:val="00672F76"/>
    <w:rsid w:val="00674973"/>
    <w:rsid w:val="00682FB4"/>
    <w:rsid w:val="0068342C"/>
    <w:rsid w:val="0068579B"/>
    <w:rsid w:val="00690C39"/>
    <w:rsid w:val="00692466"/>
    <w:rsid w:val="00692B35"/>
    <w:rsid w:val="006936EB"/>
    <w:rsid w:val="00695E9B"/>
    <w:rsid w:val="006A0129"/>
    <w:rsid w:val="006B3A11"/>
    <w:rsid w:val="006C1D77"/>
    <w:rsid w:val="006C30EC"/>
    <w:rsid w:val="006C466D"/>
    <w:rsid w:val="006C556F"/>
    <w:rsid w:val="006C6F8D"/>
    <w:rsid w:val="006C7080"/>
    <w:rsid w:val="006D3784"/>
    <w:rsid w:val="006D465B"/>
    <w:rsid w:val="006D5048"/>
    <w:rsid w:val="006D532E"/>
    <w:rsid w:val="006D7355"/>
    <w:rsid w:val="006E1390"/>
    <w:rsid w:val="006E1E36"/>
    <w:rsid w:val="006E2961"/>
    <w:rsid w:val="006E670A"/>
    <w:rsid w:val="006E7FFB"/>
    <w:rsid w:val="006F2792"/>
    <w:rsid w:val="006F3217"/>
    <w:rsid w:val="00701B4F"/>
    <w:rsid w:val="00704D90"/>
    <w:rsid w:val="007101B3"/>
    <w:rsid w:val="0071245C"/>
    <w:rsid w:val="0071361D"/>
    <w:rsid w:val="007142E7"/>
    <w:rsid w:val="007147F3"/>
    <w:rsid w:val="00716894"/>
    <w:rsid w:val="00716B90"/>
    <w:rsid w:val="00721054"/>
    <w:rsid w:val="007228C4"/>
    <w:rsid w:val="00722A9B"/>
    <w:rsid w:val="007254CE"/>
    <w:rsid w:val="007267A2"/>
    <w:rsid w:val="00732205"/>
    <w:rsid w:val="00736800"/>
    <w:rsid w:val="00736C6C"/>
    <w:rsid w:val="00736EB7"/>
    <w:rsid w:val="007378DA"/>
    <w:rsid w:val="0074487A"/>
    <w:rsid w:val="00746569"/>
    <w:rsid w:val="00750525"/>
    <w:rsid w:val="00750E1D"/>
    <w:rsid w:val="00753A07"/>
    <w:rsid w:val="00757C63"/>
    <w:rsid w:val="00757F52"/>
    <w:rsid w:val="007617EB"/>
    <w:rsid w:val="007619B6"/>
    <w:rsid w:val="0076213B"/>
    <w:rsid w:val="007639E3"/>
    <w:rsid w:val="00763A2F"/>
    <w:rsid w:val="0076597F"/>
    <w:rsid w:val="0076646E"/>
    <w:rsid w:val="00770ABC"/>
    <w:rsid w:val="00770C45"/>
    <w:rsid w:val="0077521E"/>
    <w:rsid w:val="007771EB"/>
    <w:rsid w:val="007834FA"/>
    <w:rsid w:val="007841AD"/>
    <w:rsid w:val="007848EB"/>
    <w:rsid w:val="0078569C"/>
    <w:rsid w:val="00787C70"/>
    <w:rsid w:val="00791C4F"/>
    <w:rsid w:val="007950FA"/>
    <w:rsid w:val="00797524"/>
    <w:rsid w:val="00797980"/>
    <w:rsid w:val="007A02A9"/>
    <w:rsid w:val="007A1BE2"/>
    <w:rsid w:val="007B1E1B"/>
    <w:rsid w:val="007B7503"/>
    <w:rsid w:val="007C4BC3"/>
    <w:rsid w:val="007C6AD6"/>
    <w:rsid w:val="007D1517"/>
    <w:rsid w:val="007D301C"/>
    <w:rsid w:val="007D33EB"/>
    <w:rsid w:val="007D5A11"/>
    <w:rsid w:val="007D731E"/>
    <w:rsid w:val="007D7368"/>
    <w:rsid w:val="007E3E3B"/>
    <w:rsid w:val="007E5988"/>
    <w:rsid w:val="007E5E01"/>
    <w:rsid w:val="007E5F23"/>
    <w:rsid w:val="007E605F"/>
    <w:rsid w:val="007E633F"/>
    <w:rsid w:val="007E6513"/>
    <w:rsid w:val="007F14C8"/>
    <w:rsid w:val="007F188C"/>
    <w:rsid w:val="0080251A"/>
    <w:rsid w:val="0080389B"/>
    <w:rsid w:val="00805C3C"/>
    <w:rsid w:val="00812DCB"/>
    <w:rsid w:val="008161BB"/>
    <w:rsid w:val="00820722"/>
    <w:rsid w:val="00820E4B"/>
    <w:rsid w:val="00820E56"/>
    <w:rsid w:val="0082170D"/>
    <w:rsid w:val="008319AA"/>
    <w:rsid w:val="00833452"/>
    <w:rsid w:val="00835236"/>
    <w:rsid w:val="00835602"/>
    <w:rsid w:val="0083622F"/>
    <w:rsid w:val="008400F6"/>
    <w:rsid w:val="00842CB8"/>
    <w:rsid w:val="00850857"/>
    <w:rsid w:val="00852930"/>
    <w:rsid w:val="0086116A"/>
    <w:rsid w:val="00861E4D"/>
    <w:rsid w:val="008635AC"/>
    <w:rsid w:val="00864470"/>
    <w:rsid w:val="00867077"/>
    <w:rsid w:val="008715B2"/>
    <w:rsid w:val="00872354"/>
    <w:rsid w:val="00886490"/>
    <w:rsid w:val="00890844"/>
    <w:rsid w:val="00891F2D"/>
    <w:rsid w:val="0089237B"/>
    <w:rsid w:val="00893840"/>
    <w:rsid w:val="008A181F"/>
    <w:rsid w:val="008A2427"/>
    <w:rsid w:val="008A2EF4"/>
    <w:rsid w:val="008A3250"/>
    <w:rsid w:val="008A3492"/>
    <w:rsid w:val="008A6F34"/>
    <w:rsid w:val="008B3610"/>
    <w:rsid w:val="008B417B"/>
    <w:rsid w:val="008C71D0"/>
    <w:rsid w:val="008C78A2"/>
    <w:rsid w:val="008D3530"/>
    <w:rsid w:val="008D47B6"/>
    <w:rsid w:val="008D5639"/>
    <w:rsid w:val="008D5F25"/>
    <w:rsid w:val="008D7C82"/>
    <w:rsid w:val="008E5215"/>
    <w:rsid w:val="008E7227"/>
    <w:rsid w:val="008F2144"/>
    <w:rsid w:val="008F2CEE"/>
    <w:rsid w:val="008F3169"/>
    <w:rsid w:val="008F336E"/>
    <w:rsid w:val="008F4887"/>
    <w:rsid w:val="008F4BD3"/>
    <w:rsid w:val="008F6658"/>
    <w:rsid w:val="00900556"/>
    <w:rsid w:val="00905F69"/>
    <w:rsid w:val="00914A65"/>
    <w:rsid w:val="00916996"/>
    <w:rsid w:val="00920367"/>
    <w:rsid w:val="009221AD"/>
    <w:rsid w:val="009249E8"/>
    <w:rsid w:val="00925DF4"/>
    <w:rsid w:val="00930015"/>
    <w:rsid w:val="0093044D"/>
    <w:rsid w:val="009367BA"/>
    <w:rsid w:val="0093784B"/>
    <w:rsid w:val="00944887"/>
    <w:rsid w:val="009454E5"/>
    <w:rsid w:val="009503D2"/>
    <w:rsid w:val="009525BC"/>
    <w:rsid w:val="0095429F"/>
    <w:rsid w:val="00957B1C"/>
    <w:rsid w:val="00961EB8"/>
    <w:rsid w:val="00964130"/>
    <w:rsid w:val="0096565D"/>
    <w:rsid w:val="00966A0C"/>
    <w:rsid w:val="00967038"/>
    <w:rsid w:val="00970A31"/>
    <w:rsid w:val="00973938"/>
    <w:rsid w:val="00973A61"/>
    <w:rsid w:val="009770D5"/>
    <w:rsid w:val="00981176"/>
    <w:rsid w:val="00981B21"/>
    <w:rsid w:val="0098203C"/>
    <w:rsid w:val="00983F79"/>
    <w:rsid w:val="00984720"/>
    <w:rsid w:val="009867D7"/>
    <w:rsid w:val="0098787E"/>
    <w:rsid w:val="00990FF5"/>
    <w:rsid w:val="0099142B"/>
    <w:rsid w:val="00991611"/>
    <w:rsid w:val="00992329"/>
    <w:rsid w:val="0099411E"/>
    <w:rsid w:val="00994B5D"/>
    <w:rsid w:val="00997BE3"/>
    <w:rsid w:val="009A33B0"/>
    <w:rsid w:val="009A38C5"/>
    <w:rsid w:val="009A7998"/>
    <w:rsid w:val="009B26AC"/>
    <w:rsid w:val="009B26D4"/>
    <w:rsid w:val="009B3EF9"/>
    <w:rsid w:val="009B59BA"/>
    <w:rsid w:val="009B6051"/>
    <w:rsid w:val="009B766C"/>
    <w:rsid w:val="009C1E0E"/>
    <w:rsid w:val="009C210E"/>
    <w:rsid w:val="009C517D"/>
    <w:rsid w:val="009C6989"/>
    <w:rsid w:val="009D1A06"/>
    <w:rsid w:val="009D3526"/>
    <w:rsid w:val="009D50FF"/>
    <w:rsid w:val="009D5D6E"/>
    <w:rsid w:val="009D7662"/>
    <w:rsid w:val="009E0E94"/>
    <w:rsid w:val="009F19AB"/>
    <w:rsid w:val="009F67E2"/>
    <w:rsid w:val="00A05901"/>
    <w:rsid w:val="00A06024"/>
    <w:rsid w:val="00A061D1"/>
    <w:rsid w:val="00A06C0E"/>
    <w:rsid w:val="00A108E7"/>
    <w:rsid w:val="00A11066"/>
    <w:rsid w:val="00A123DB"/>
    <w:rsid w:val="00A128EC"/>
    <w:rsid w:val="00A12A46"/>
    <w:rsid w:val="00A15027"/>
    <w:rsid w:val="00A16D2B"/>
    <w:rsid w:val="00A27161"/>
    <w:rsid w:val="00A30485"/>
    <w:rsid w:val="00A30915"/>
    <w:rsid w:val="00A3604B"/>
    <w:rsid w:val="00A36985"/>
    <w:rsid w:val="00A400B1"/>
    <w:rsid w:val="00A40646"/>
    <w:rsid w:val="00A407D8"/>
    <w:rsid w:val="00A41845"/>
    <w:rsid w:val="00A41ED2"/>
    <w:rsid w:val="00A428E0"/>
    <w:rsid w:val="00A457B4"/>
    <w:rsid w:val="00A46379"/>
    <w:rsid w:val="00A47EAD"/>
    <w:rsid w:val="00A545E4"/>
    <w:rsid w:val="00A57DF4"/>
    <w:rsid w:val="00A61F0E"/>
    <w:rsid w:val="00A624FE"/>
    <w:rsid w:val="00A65AB8"/>
    <w:rsid w:val="00A6772F"/>
    <w:rsid w:val="00A74C0B"/>
    <w:rsid w:val="00A74C97"/>
    <w:rsid w:val="00A74FA8"/>
    <w:rsid w:val="00A76AE3"/>
    <w:rsid w:val="00A77D78"/>
    <w:rsid w:val="00A77F51"/>
    <w:rsid w:val="00A803DA"/>
    <w:rsid w:val="00A82509"/>
    <w:rsid w:val="00A86F4C"/>
    <w:rsid w:val="00A92212"/>
    <w:rsid w:val="00A92FDE"/>
    <w:rsid w:val="00A930B5"/>
    <w:rsid w:val="00A962C4"/>
    <w:rsid w:val="00AA006C"/>
    <w:rsid w:val="00AA0BC8"/>
    <w:rsid w:val="00AA24CC"/>
    <w:rsid w:val="00AA6919"/>
    <w:rsid w:val="00AA6AA8"/>
    <w:rsid w:val="00AB04FD"/>
    <w:rsid w:val="00AB0777"/>
    <w:rsid w:val="00AC3020"/>
    <w:rsid w:val="00AC36E7"/>
    <w:rsid w:val="00AC6141"/>
    <w:rsid w:val="00AC7B8A"/>
    <w:rsid w:val="00AD4126"/>
    <w:rsid w:val="00AD6BE8"/>
    <w:rsid w:val="00AE0AC0"/>
    <w:rsid w:val="00AE48B4"/>
    <w:rsid w:val="00AE4F09"/>
    <w:rsid w:val="00AF7CED"/>
    <w:rsid w:val="00B026F1"/>
    <w:rsid w:val="00B0445E"/>
    <w:rsid w:val="00B10A63"/>
    <w:rsid w:val="00B133ED"/>
    <w:rsid w:val="00B1399D"/>
    <w:rsid w:val="00B20AD4"/>
    <w:rsid w:val="00B2314F"/>
    <w:rsid w:val="00B2459C"/>
    <w:rsid w:val="00B31E66"/>
    <w:rsid w:val="00B32FF1"/>
    <w:rsid w:val="00B33B4D"/>
    <w:rsid w:val="00B35713"/>
    <w:rsid w:val="00B3636A"/>
    <w:rsid w:val="00B369D6"/>
    <w:rsid w:val="00B40909"/>
    <w:rsid w:val="00B42208"/>
    <w:rsid w:val="00B42779"/>
    <w:rsid w:val="00B44FDC"/>
    <w:rsid w:val="00B46B77"/>
    <w:rsid w:val="00B53FB2"/>
    <w:rsid w:val="00B5526E"/>
    <w:rsid w:val="00B560F6"/>
    <w:rsid w:val="00B56A1E"/>
    <w:rsid w:val="00B63BCB"/>
    <w:rsid w:val="00B70553"/>
    <w:rsid w:val="00B756B4"/>
    <w:rsid w:val="00B75925"/>
    <w:rsid w:val="00B82D6F"/>
    <w:rsid w:val="00B8457B"/>
    <w:rsid w:val="00B86B5D"/>
    <w:rsid w:val="00BA5ED7"/>
    <w:rsid w:val="00BA6FE7"/>
    <w:rsid w:val="00BA777A"/>
    <w:rsid w:val="00BA785E"/>
    <w:rsid w:val="00BB08E5"/>
    <w:rsid w:val="00BB1311"/>
    <w:rsid w:val="00BB173E"/>
    <w:rsid w:val="00BB4465"/>
    <w:rsid w:val="00BB7287"/>
    <w:rsid w:val="00BC31A5"/>
    <w:rsid w:val="00BC72F6"/>
    <w:rsid w:val="00BD6C81"/>
    <w:rsid w:val="00BD6D0C"/>
    <w:rsid w:val="00BE019B"/>
    <w:rsid w:val="00BF0E5F"/>
    <w:rsid w:val="00BF600C"/>
    <w:rsid w:val="00C00CC6"/>
    <w:rsid w:val="00C11310"/>
    <w:rsid w:val="00C11379"/>
    <w:rsid w:val="00C118B1"/>
    <w:rsid w:val="00C16C3B"/>
    <w:rsid w:val="00C16E81"/>
    <w:rsid w:val="00C17224"/>
    <w:rsid w:val="00C21AD6"/>
    <w:rsid w:val="00C22883"/>
    <w:rsid w:val="00C25548"/>
    <w:rsid w:val="00C2726C"/>
    <w:rsid w:val="00C2728B"/>
    <w:rsid w:val="00C27D43"/>
    <w:rsid w:val="00C35D1A"/>
    <w:rsid w:val="00C37BA1"/>
    <w:rsid w:val="00C41CDF"/>
    <w:rsid w:val="00C45D7F"/>
    <w:rsid w:val="00C54B16"/>
    <w:rsid w:val="00C6114A"/>
    <w:rsid w:val="00C64906"/>
    <w:rsid w:val="00C701A9"/>
    <w:rsid w:val="00C746E2"/>
    <w:rsid w:val="00C77A57"/>
    <w:rsid w:val="00C8385B"/>
    <w:rsid w:val="00C92867"/>
    <w:rsid w:val="00CA223C"/>
    <w:rsid w:val="00CA6E44"/>
    <w:rsid w:val="00CB1FEA"/>
    <w:rsid w:val="00CB23D2"/>
    <w:rsid w:val="00CB289F"/>
    <w:rsid w:val="00CB4296"/>
    <w:rsid w:val="00CB548C"/>
    <w:rsid w:val="00CC4E44"/>
    <w:rsid w:val="00CD0170"/>
    <w:rsid w:val="00CD19BB"/>
    <w:rsid w:val="00CD2B5A"/>
    <w:rsid w:val="00CD67F1"/>
    <w:rsid w:val="00CE1E83"/>
    <w:rsid w:val="00CE289A"/>
    <w:rsid w:val="00CF05C2"/>
    <w:rsid w:val="00CF4A21"/>
    <w:rsid w:val="00D01010"/>
    <w:rsid w:val="00D03208"/>
    <w:rsid w:val="00D05A41"/>
    <w:rsid w:val="00D05DD4"/>
    <w:rsid w:val="00D07799"/>
    <w:rsid w:val="00D13B31"/>
    <w:rsid w:val="00D15F49"/>
    <w:rsid w:val="00D16867"/>
    <w:rsid w:val="00D16EB4"/>
    <w:rsid w:val="00D22033"/>
    <w:rsid w:val="00D2475E"/>
    <w:rsid w:val="00D27259"/>
    <w:rsid w:val="00D31B1C"/>
    <w:rsid w:val="00D34E4C"/>
    <w:rsid w:val="00D35758"/>
    <w:rsid w:val="00D36DB6"/>
    <w:rsid w:val="00D403E4"/>
    <w:rsid w:val="00D415D9"/>
    <w:rsid w:val="00D41B39"/>
    <w:rsid w:val="00D46B44"/>
    <w:rsid w:val="00D46F4E"/>
    <w:rsid w:val="00D538A6"/>
    <w:rsid w:val="00D5733A"/>
    <w:rsid w:val="00D6164D"/>
    <w:rsid w:val="00D62C65"/>
    <w:rsid w:val="00D64CD3"/>
    <w:rsid w:val="00D671AE"/>
    <w:rsid w:val="00D7330B"/>
    <w:rsid w:val="00D747E9"/>
    <w:rsid w:val="00D752CC"/>
    <w:rsid w:val="00D8091D"/>
    <w:rsid w:val="00D8429F"/>
    <w:rsid w:val="00D900AB"/>
    <w:rsid w:val="00D92727"/>
    <w:rsid w:val="00D942F8"/>
    <w:rsid w:val="00D97322"/>
    <w:rsid w:val="00DA2739"/>
    <w:rsid w:val="00DA414C"/>
    <w:rsid w:val="00DA4EFF"/>
    <w:rsid w:val="00DA4FBF"/>
    <w:rsid w:val="00DA7D22"/>
    <w:rsid w:val="00DB010F"/>
    <w:rsid w:val="00DB42FC"/>
    <w:rsid w:val="00DB527D"/>
    <w:rsid w:val="00DB6261"/>
    <w:rsid w:val="00DB6C33"/>
    <w:rsid w:val="00DB7640"/>
    <w:rsid w:val="00DC00F6"/>
    <w:rsid w:val="00DC017C"/>
    <w:rsid w:val="00DC0773"/>
    <w:rsid w:val="00DC0FB9"/>
    <w:rsid w:val="00DC1577"/>
    <w:rsid w:val="00DC27BB"/>
    <w:rsid w:val="00DC688F"/>
    <w:rsid w:val="00DD2A86"/>
    <w:rsid w:val="00DD4041"/>
    <w:rsid w:val="00DD4791"/>
    <w:rsid w:val="00DD4FBC"/>
    <w:rsid w:val="00DD5E69"/>
    <w:rsid w:val="00DD5EE4"/>
    <w:rsid w:val="00DE0FB7"/>
    <w:rsid w:val="00DE188C"/>
    <w:rsid w:val="00DE2E79"/>
    <w:rsid w:val="00DE655A"/>
    <w:rsid w:val="00DF1D5E"/>
    <w:rsid w:val="00E00223"/>
    <w:rsid w:val="00E017D3"/>
    <w:rsid w:val="00E02AB2"/>
    <w:rsid w:val="00E04CFF"/>
    <w:rsid w:val="00E07047"/>
    <w:rsid w:val="00E10036"/>
    <w:rsid w:val="00E10163"/>
    <w:rsid w:val="00E106E2"/>
    <w:rsid w:val="00E147B6"/>
    <w:rsid w:val="00E24BE1"/>
    <w:rsid w:val="00E3221B"/>
    <w:rsid w:val="00E43C7D"/>
    <w:rsid w:val="00E45F43"/>
    <w:rsid w:val="00E55757"/>
    <w:rsid w:val="00E647F2"/>
    <w:rsid w:val="00E71B76"/>
    <w:rsid w:val="00E7352A"/>
    <w:rsid w:val="00E76C2D"/>
    <w:rsid w:val="00E8142F"/>
    <w:rsid w:val="00E821AF"/>
    <w:rsid w:val="00E84D38"/>
    <w:rsid w:val="00E84E37"/>
    <w:rsid w:val="00E8656A"/>
    <w:rsid w:val="00E9118D"/>
    <w:rsid w:val="00E9145F"/>
    <w:rsid w:val="00E9153C"/>
    <w:rsid w:val="00E9320A"/>
    <w:rsid w:val="00E9408B"/>
    <w:rsid w:val="00E958E7"/>
    <w:rsid w:val="00E96D9D"/>
    <w:rsid w:val="00EA03FD"/>
    <w:rsid w:val="00EA08C1"/>
    <w:rsid w:val="00EA131F"/>
    <w:rsid w:val="00EA1609"/>
    <w:rsid w:val="00EA4037"/>
    <w:rsid w:val="00EA7F4E"/>
    <w:rsid w:val="00EB1702"/>
    <w:rsid w:val="00EB3731"/>
    <w:rsid w:val="00EC0F57"/>
    <w:rsid w:val="00EC11DC"/>
    <w:rsid w:val="00EC4C20"/>
    <w:rsid w:val="00EC647F"/>
    <w:rsid w:val="00EC70F3"/>
    <w:rsid w:val="00EC7AC5"/>
    <w:rsid w:val="00ED2308"/>
    <w:rsid w:val="00ED2B1B"/>
    <w:rsid w:val="00ED63F5"/>
    <w:rsid w:val="00EE5A49"/>
    <w:rsid w:val="00EE6D00"/>
    <w:rsid w:val="00EF0CA4"/>
    <w:rsid w:val="00EF1F84"/>
    <w:rsid w:val="00EF3A24"/>
    <w:rsid w:val="00EF4597"/>
    <w:rsid w:val="00EF4B19"/>
    <w:rsid w:val="00EF55E6"/>
    <w:rsid w:val="00F01888"/>
    <w:rsid w:val="00F02DCA"/>
    <w:rsid w:val="00F03D54"/>
    <w:rsid w:val="00F06DFA"/>
    <w:rsid w:val="00F078C5"/>
    <w:rsid w:val="00F13A95"/>
    <w:rsid w:val="00F141FD"/>
    <w:rsid w:val="00F14445"/>
    <w:rsid w:val="00F14B0B"/>
    <w:rsid w:val="00F15C97"/>
    <w:rsid w:val="00F17938"/>
    <w:rsid w:val="00F215EF"/>
    <w:rsid w:val="00F24B1F"/>
    <w:rsid w:val="00F40105"/>
    <w:rsid w:val="00F40AB7"/>
    <w:rsid w:val="00F42C05"/>
    <w:rsid w:val="00F42DE1"/>
    <w:rsid w:val="00F46514"/>
    <w:rsid w:val="00F5062F"/>
    <w:rsid w:val="00F517C1"/>
    <w:rsid w:val="00F628E8"/>
    <w:rsid w:val="00F62935"/>
    <w:rsid w:val="00F6564E"/>
    <w:rsid w:val="00F7079C"/>
    <w:rsid w:val="00F714DF"/>
    <w:rsid w:val="00F728F8"/>
    <w:rsid w:val="00F72F01"/>
    <w:rsid w:val="00F7466A"/>
    <w:rsid w:val="00F74DE9"/>
    <w:rsid w:val="00F75233"/>
    <w:rsid w:val="00F80C8C"/>
    <w:rsid w:val="00F822BB"/>
    <w:rsid w:val="00F84087"/>
    <w:rsid w:val="00F84AE9"/>
    <w:rsid w:val="00F85A0D"/>
    <w:rsid w:val="00F86982"/>
    <w:rsid w:val="00F90A79"/>
    <w:rsid w:val="00F91B78"/>
    <w:rsid w:val="00F91D6A"/>
    <w:rsid w:val="00F92428"/>
    <w:rsid w:val="00F9345F"/>
    <w:rsid w:val="00F95401"/>
    <w:rsid w:val="00FA37AD"/>
    <w:rsid w:val="00FA3B40"/>
    <w:rsid w:val="00FA3EFB"/>
    <w:rsid w:val="00FA7A9C"/>
    <w:rsid w:val="00FB0023"/>
    <w:rsid w:val="00FB2EC8"/>
    <w:rsid w:val="00FB3E40"/>
    <w:rsid w:val="00FB42CD"/>
    <w:rsid w:val="00FC3966"/>
    <w:rsid w:val="00FC5609"/>
    <w:rsid w:val="00FC751B"/>
    <w:rsid w:val="00FD15B6"/>
    <w:rsid w:val="00FD2835"/>
    <w:rsid w:val="00FD32F9"/>
    <w:rsid w:val="00FD37A2"/>
    <w:rsid w:val="00FD5094"/>
    <w:rsid w:val="00FD6781"/>
    <w:rsid w:val="00FD7EE7"/>
    <w:rsid w:val="00FE0517"/>
    <w:rsid w:val="00FE20D4"/>
    <w:rsid w:val="00FE270F"/>
    <w:rsid w:val="00FE3BB7"/>
    <w:rsid w:val="00FE46AC"/>
    <w:rsid w:val="00FE4D92"/>
    <w:rsid w:val="00FF0EC2"/>
    <w:rsid w:val="00FF0F5C"/>
    <w:rsid w:val="00FF3BF6"/>
    <w:rsid w:val="00FF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4162E"/>
  <w15:docId w15:val="{CD1C7FB0-1FED-47F1-AF50-02647253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locked="1" w:uiPriority="39" w:unhideWhenUsed="1" w:qFormat="1"/>
    <w:lsdException w:name="toc 5" w:locked="1" w:semiHidden="1" w:uiPriority="39" w:unhideWhenUsed="1" w:qFormat="1"/>
    <w:lsdException w:name="toc 6" w:locked="1" w:semiHidden="1" w:uiPriority="39" w:unhideWhenUsed="1" w:qFormat="1"/>
    <w:lsdException w:name="toc 7" w:locked="1" w:semiHidden="1" w:uiPriority="39" w:unhideWhenUsed="1" w:qFormat="1"/>
    <w:lsdException w:name="toc 8" w:locked="1" w:semiHidden="1" w:uiPriority="39" w:unhideWhenUsed="1" w:qFormat="1"/>
    <w:lsdException w:name="toc 9" w:locked="1" w:semiHidden="1" w:uiPriority="39" w:unhideWhenUsed="1" w:qFormat="1"/>
    <w:lsdException w:name="Normal Indent" w:locked="1" w:semiHidden="1" w:unhideWhenUsed="1"/>
    <w:lsdException w:name="footnote text" w:locked="1" w:semiHidden="1" w:unhideWhenUsed="1"/>
    <w:lsdException w:name="annotation text" w:locked="1" w:uiPriority="99" w:unhideWhenUsed="1" w:qFormat="1"/>
    <w:lsdException w:name="header" w:uiPriority="99" w:qFormat="1"/>
    <w:lsdException w:name="footer" w:uiPriority="99" w:qFormat="1"/>
    <w:lsdException w:name="index heading" w:locked="1" w:semiHidden="1" w:unhideWhenUsed="1"/>
    <w:lsdException w:name="caption" w:locked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uiPriority="99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 w:qFormat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qFormat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uiPriority="99" w:qFormat="1"/>
    <w:lsdException w:name="FollowedHyperlink" w:locked="1" w:semiHidden="1" w:unhideWhenUsed="1" w:qFormat="1"/>
    <w:lsdException w:name="Strong" w:locked="1" w:uiPriority="22" w:qFormat="1"/>
    <w:lsdException w:name="Emphasis" w:locked="1" w:uiPriority="20" w:qFormat="1"/>
    <w:lsdException w:name="Document Map" w:semiHidden="1" w:uiPriority="99" w:qFormat="1"/>
    <w:lsdException w:name="Plain Text" w:locked="1" w:semiHidden="1" w:unhideWhenUsed="1"/>
    <w:lsdException w:name="E-mail Signature" w:locked="1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uiPriority="99" w:qFormat="1"/>
    <w:lsdException w:name="HTML Sample" w:locked="1" w:semiHidden="1" w:unhideWhenUsed="1"/>
    <w:lsdException w:name="HTML Typewriter" w:locked="1" w:semiHidden="1" w:uiPriority="99" w:unhideWhenUsed="1" w:qFormat="1"/>
    <w:lsdException w:name="HTML Variable" w:locked="1" w:semiHidden="1" w:unhideWhenUsed="1"/>
    <w:lsdException w:name="Normal Table" w:semiHidden="1" w:uiPriority="99" w:unhideWhenUsed="1" w:qFormat="1"/>
    <w:lsdException w:name="annotation subject" w:locked="1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Fibocom_正文_zh,Fibocom_正文"/>
    <w:qFormat/>
    <w:rsid w:val="001D1BF4"/>
    <w:pPr>
      <w:widowControl w:val="0"/>
      <w:wordWrap w:val="0"/>
      <w:spacing w:before="200" w:after="200" w:line="360" w:lineRule="exact"/>
    </w:pPr>
    <w:rPr>
      <w:rFonts w:ascii="Noto Sans Light" w:eastAsia="思源黑体 CN Light" w:hAnsi="Noto Sans Light" w:cstheme="minorBidi"/>
      <w:kern w:val="2"/>
      <w:sz w:val="21"/>
      <w:szCs w:val="22"/>
      <w:lang w:bidi="ar-SA"/>
    </w:rPr>
  </w:style>
  <w:style w:type="paragraph" w:styleId="1">
    <w:name w:val="heading 1"/>
    <w:aliases w:val="Fibocom_标题1_zh"/>
    <w:next w:val="a"/>
    <w:link w:val="10"/>
    <w:uiPriority w:val="9"/>
    <w:qFormat/>
    <w:rsid w:val="001D1BF4"/>
    <w:pPr>
      <w:keepNext/>
      <w:keepLines/>
      <w:pageBreakBefore/>
      <w:numPr>
        <w:numId w:val="28"/>
      </w:numPr>
      <w:spacing w:before="240" w:after="80" w:line="288" w:lineRule="auto"/>
      <w:jc w:val="right"/>
      <w:outlineLvl w:val="0"/>
    </w:pPr>
    <w:rPr>
      <w:rFonts w:ascii="思源黑体 CN Regular" w:eastAsia="思源黑体 CN Regular" w:hAnsi="思源黑体 CN Regular" w:cstheme="minorBidi"/>
      <w:bCs/>
      <w:color w:val="101010"/>
      <w:kern w:val="44"/>
      <w:sz w:val="44"/>
      <w:szCs w:val="44"/>
      <w:lang w:bidi="ar-SA"/>
    </w:rPr>
  </w:style>
  <w:style w:type="paragraph" w:styleId="2">
    <w:name w:val="heading 2"/>
    <w:aliases w:val="Fibocom_标题2_zh"/>
    <w:next w:val="a"/>
    <w:link w:val="20"/>
    <w:uiPriority w:val="9"/>
    <w:unhideWhenUsed/>
    <w:qFormat/>
    <w:rsid w:val="001D1BF4"/>
    <w:pPr>
      <w:keepNext/>
      <w:keepLines/>
      <w:numPr>
        <w:ilvl w:val="1"/>
        <w:numId w:val="28"/>
      </w:numPr>
      <w:spacing w:before="240" w:after="80" w:line="288" w:lineRule="auto"/>
      <w:outlineLvl w:val="1"/>
    </w:pPr>
    <w:rPr>
      <w:rFonts w:ascii="思源黑体 CN Regular" w:eastAsia="思源黑体 CN Regular" w:hAnsi="思源黑体 CN Regular" w:cstheme="majorBidi"/>
      <w:bCs/>
      <w:color w:val="101010"/>
      <w:kern w:val="2"/>
      <w:sz w:val="36"/>
      <w:szCs w:val="32"/>
      <w:lang w:bidi="ar-SA"/>
    </w:rPr>
  </w:style>
  <w:style w:type="paragraph" w:styleId="3">
    <w:name w:val="heading 3"/>
    <w:aliases w:val="Fibocom_标题3_zh"/>
    <w:next w:val="a"/>
    <w:link w:val="30"/>
    <w:uiPriority w:val="9"/>
    <w:unhideWhenUsed/>
    <w:qFormat/>
    <w:rsid w:val="001D1BF4"/>
    <w:pPr>
      <w:keepNext/>
      <w:keepLines/>
      <w:numPr>
        <w:ilvl w:val="2"/>
        <w:numId w:val="28"/>
      </w:numPr>
      <w:spacing w:before="240" w:after="80" w:line="288" w:lineRule="auto"/>
      <w:outlineLvl w:val="2"/>
    </w:pPr>
    <w:rPr>
      <w:rFonts w:ascii="思源黑体 CN Regular" w:eastAsia="思源黑体 CN Regular" w:hAnsi="思源黑体 CN Regular" w:cstheme="minorBidi"/>
      <w:bCs/>
      <w:color w:val="101010"/>
      <w:kern w:val="2"/>
      <w:sz w:val="32"/>
      <w:szCs w:val="32"/>
      <w:lang w:bidi="ar-SA"/>
    </w:rPr>
  </w:style>
  <w:style w:type="paragraph" w:styleId="4">
    <w:name w:val="heading 4"/>
    <w:aliases w:val="Fibocom_标题4_zh"/>
    <w:next w:val="a"/>
    <w:link w:val="40"/>
    <w:uiPriority w:val="9"/>
    <w:unhideWhenUsed/>
    <w:qFormat/>
    <w:rsid w:val="001D1BF4"/>
    <w:pPr>
      <w:keepNext/>
      <w:keepLines/>
      <w:numPr>
        <w:ilvl w:val="3"/>
        <w:numId w:val="28"/>
      </w:numPr>
      <w:spacing w:before="240" w:after="80" w:line="288" w:lineRule="auto"/>
      <w:outlineLvl w:val="3"/>
    </w:pPr>
    <w:rPr>
      <w:rFonts w:ascii="思源黑体 CN Regular" w:eastAsia="思源黑体 CN Regular" w:hAnsi="思源黑体 CN Regular" w:cstheme="majorBidi"/>
      <w:bCs/>
      <w:color w:val="101010"/>
      <w:kern w:val="2"/>
      <w:sz w:val="28"/>
      <w:szCs w:val="28"/>
      <w:lang w:bidi="ar-SA"/>
    </w:rPr>
  </w:style>
  <w:style w:type="paragraph" w:styleId="5">
    <w:name w:val="heading 5"/>
    <w:aliases w:val="Fibocom_标题5_zh"/>
    <w:next w:val="a"/>
    <w:link w:val="50"/>
    <w:uiPriority w:val="9"/>
    <w:unhideWhenUsed/>
    <w:qFormat/>
    <w:rsid w:val="001D1BF4"/>
    <w:pPr>
      <w:keepNext/>
      <w:keepLines/>
      <w:numPr>
        <w:ilvl w:val="4"/>
        <w:numId w:val="28"/>
      </w:numPr>
      <w:spacing w:before="80" w:after="240" w:line="288" w:lineRule="auto"/>
      <w:outlineLvl w:val="4"/>
    </w:pPr>
    <w:rPr>
      <w:rFonts w:ascii="Arial" w:eastAsia="思源黑体 CN Regular" w:hAnsi="Arial" w:cstheme="minorBidi"/>
      <w:b/>
      <w:bCs/>
      <w:color w:val="4D4D4D"/>
      <w:kern w:val="2"/>
      <w:sz w:val="24"/>
      <w:szCs w:val="28"/>
      <w:lang w:bidi="ar-SA"/>
    </w:rPr>
  </w:style>
  <w:style w:type="paragraph" w:styleId="6">
    <w:name w:val="heading 6"/>
    <w:basedOn w:val="a"/>
    <w:next w:val="a"/>
    <w:link w:val="60"/>
    <w:uiPriority w:val="9"/>
    <w:unhideWhenUsed/>
    <w:rsid w:val="001D1BF4"/>
    <w:pPr>
      <w:keepNext/>
      <w:keepLines/>
      <w:numPr>
        <w:ilvl w:val="5"/>
        <w:numId w:val="28"/>
      </w:numPr>
      <w:spacing w:before="240" w:after="64" w:line="320" w:lineRule="atLeast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1D1BF4"/>
    <w:pPr>
      <w:keepNext/>
      <w:keepLines/>
      <w:numPr>
        <w:ilvl w:val="6"/>
        <w:numId w:val="28"/>
      </w:numPr>
      <w:spacing w:before="240" w:after="64" w:line="320" w:lineRule="atLeast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1D1BF4"/>
    <w:pPr>
      <w:keepNext/>
      <w:keepLines/>
      <w:numPr>
        <w:ilvl w:val="7"/>
        <w:numId w:val="28"/>
      </w:numPr>
      <w:spacing w:before="240" w:after="64" w:line="320" w:lineRule="atLeast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1D1BF4"/>
    <w:pPr>
      <w:keepNext/>
      <w:keepLines/>
      <w:numPr>
        <w:ilvl w:val="8"/>
        <w:numId w:val="28"/>
      </w:numPr>
      <w:spacing w:before="240" w:after="64" w:line="320" w:lineRule="atLeast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  <w:rsid w:val="001D1BF4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1D1BF4"/>
  </w:style>
  <w:style w:type="character" w:styleId="a3">
    <w:name w:val="FollowedHyperlink"/>
    <w:basedOn w:val="a0"/>
    <w:semiHidden/>
    <w:unhideWhenUsed/>
    <w:qFormat/>
    <w:locked/>
    <w:rPr>
      <w:color w:val="800080" w:themeColor="followedHyperlink"/>
      <w:u w:val="single"/>
    </w:rPr>
  </w:style>
  <w:style w:type="character" w:styleId="HTML">
    <w:name w:val="HTML Typewriter"/>
    <w:basedOn w:val="a0"/>
    <w:uiPriority w:val="99"/>
    <w:semiHidden/>
    <w:unhideWhenUsed/>
    <w:qFormat/>
    <w:locked/>
    <w:rPr>
      <w:rFonts w:ascii="宋体" w:eastAsia="宋体" w:hAnsi="宋体" w:cs="宋体"/>
      <w:sz w:val="24"/>
      <w:szCs w:val="24"/>
    </w:rPr>
  </w:style>
  <w:style w:type="character" w:customStyle="1" w:styleId="InternetLink">
    <w:name w:val="Internet Link"/>
    <w:basedOn w:val="a0"/>
    <w:uiPriority w:val="99"/>
    <w:qFormat/>
    <w:rPr>
      <w:rFonts w:cs="Times New Roman"/>
      <w:color w:val="0000FF"/>
      <w:u w:val="single"/>
    </w:rPr>
  </w:style>
  <w:style w:type="character" w:styleId="a4">
    <w:name w:val="annotation reference"/>
    <w:basedOn w:val="a0"/>
    <w:uiPriority w:val="99"/>
    <w:unhideWhenUsed/>
    <w:qFormat/>
    <w:locked/>
    <w:rPr>
      <w:sz w:val="21"/>
      <w:szCs w:val="21"/>
    </w:rPr>
  </w:style>
  <w:style w:type="character" w:customStyle="1" w:styleId="20">
    <w:name w:val="标题 2 字符"/>
    <w:aliases w:val="Fibocom_标题2_zh 字符"/>
    <w:basedOn w:val="a0"/>
    <w:link w:val="2"/>
    <w:uiPriority w:val="9"/>
    <w:locked/>
    <w:rsid w:val="001D1BF4"/>
    <w:rPr>
      <w:rFonts w:ascii="思源黑体 CN Regular" w:eastAsia="思源黑体 CN Regular" w:hAnsi="思源黑体 CN Regular" w:cstheme="majorBidi"/>
      <w:bCs/>
      <w:color w:val="101010"/>
      <w:kern w:val="2"/>
      <w:sz w:val="36"/>
      <w:szCs w:val="32"/>
      <w:lang w:bidi="ar-SA"/>
    </w:rPr>
  </w:style>
  <w:style w:type="character" w:customStyle="1" w:styleId="30">
    <w:name w:val="标题 3 字符"/>
    <w:aliases w:val="Fibocom_标题3_zh 字符"/>
    <w:basedOn w:val="a0"/>
    <w:link w:val="3"/>
    <w:uiPriority w:val="9"/>
    <w:locked/>
    <w:rsid w:val="001D1BF4"/>
    <w:rPr>
      <w:rFonts w:ascii="思源黑体 CN Regular" w:eastAsia="思源黑体 CN Regular" w:hAnsi="思源黑体 CN Regular" w:cstheme="minorBidi"/>
      <w:bCs/>
      <w:color w:val="101010"/>
      <w:kern w:val="2"/>
      <w:sz w:val="32"/>
      <w:szCs w:val="32"/>
      <w:lang w:bidi="ar-SA"/>
    </w:rPr>
  </w:style>
  <w:style w:type="character" w:customStyle="1" w:styleId="40">
    <w:name w:val="标题 4 字符"/>
    <w:aliases w:val="Fibocom_标题4_zh 字符"/>
    <w:basedOn w:val="a0"/>
    <w:link w:val="4"/>
    <w:uiPriority w:val="9"/>
    <w:locked/>
    <w:rsid w:val="001D1BF4"/>
    <w:rPr>
      <w:rFonts w:ascii="思源黑体 CN Regular" w:eastAsia="思源黑体 CN Regular" w:hAnsi="思源黑体 CN Regular" w:cstheme="majorBidi"/>
      <w:bCs/>
      <w:color w:val="101010"/>
      <w:kern w:val="2"/>
      <w:sz w:val="28"/>
      <w:szCs w:val="28"/>
      <w:lang w:bidi="ar-SA"/>
    </w:rPr>
  </w:style>
  <w:style w:type="character" w:customStyle="1" w:styleId="11">
    <w:name w:val="标题 1 字符1"/>
    <w:basedOn w:val="a0"/>
    <w:uiPriority w:val="99"/>
    <w:qFormat/>
    <w:locked/>
    <w:rPr>
      <w:rFonts w:ascii="Arial" w:eastAsia="黑体" w:hAnsi="Arial" w:cs="Arial"/>
      <w:b/>
      <w:bCs/>
      <w:sz w:val="52"/>
      <w:szCs w:val="30"/>
    </w:rPr>
  </w:style>
  <w:style w:type="character" w:customStyle="1" w:styleId="50">
    <w:name w:val="标题 5 字符"/>
    <w:aliases w:val="Fibocom_标题5_zh 字符"/>
    <w:basedOn w:val="a0"/>
    <w:link w:val="5"/>
    <w:uiPriority w:val="9"/>
    <w:locked/>
    <w:rsid w:val="001D1BF4"/>
    <w:rPr>
      <w:rFonts w:ascii="Arial" w:eastAsia="思源黑体 CN Regular" w:hAnsi="Arial" w:cstheme="minorBidi"/>
      <w:b/>
      <w:bCs/>
      <w:color w:val="4D4D4D"/>
      <w:kern w:val="2"/>
      <w:sz w:val="24"/>
      <w:szCs w:val="28"/>
      <w:lang w:bidi="ar-SA"/>
    </w:rPr>
  </w:style>
  <w:style w:type="character" w:customStyle="1" w:styleId="60">
    <w:name w:val="标题 6 字符"/>
    <w:basedOn w:val="a0"/>
    <w:link w:val="6"/>
    <w:uiPriority w:val="9"/>
    <w:locked/>
    <w:rsid w:val="001D1BF4"/>
    <w:rPr>
      <w:rFonts w:asciiTheme="majorHAnsi" w:eastAsiaTheme="majorEastAsia" w:hAnsiTheme="majorHAnsi" w:cstheme="majorBidi"/>
      <w:b/>
      <w:bCs/>
      <w:kern w:val="2"/>
      <w:sz w:val="24"/>
      <w:szCs w:val="24"/>
      <w:lang w:bidi="ar-SA"/>
    </w:rPr>
  </w:style>
  <w:style w:type="character" w:customStyle="1" w:styleId="70">
    <w:name w:val="标题 7 字符"/>
    <w:basedOn w:val="a0"/>
    <w:link w:val="7"/>
    <w:uiPriority w:val="9"/>
    <w:locked/>
    <w:rsid w:val="001D1BF4"/>
    <w:rPr>
      <w:rFonts w:ascii="Noto Sans Light" w:eastAsia="思源黑体 CN Light" w:hAnsi="Noto Sans Light" w:cstheme="minorBidi"/>
      <w:b/>
      <w:bCs/>
      <w:kern w:val="2"/>
      <w:sz w:val="24"/>
      <w:szCs w:val="24"/>
      <w:lang w:bidi="ar-SA"/>
    </w:rPr>
  </w:style>
  <w:style w:type="character" w:customStyle="1" w:styleId="90">
    <w:name w:val="标题 9 字符"/>
    <w:basedOn w:val="a0"/>
    <w:link w:val="9"/>
    <w:uiPriority w:val="9"/>
    <w:locked/>
    <w:rsid w:val="001D1BF4"/>
    <w:rPr>
      <w:rFonts w:asciiTheme="majorHAnsi" w:eastAsiaTheme="majorEastAsia" w:hAnsiTheme="majorHAnsi" w:cstheme="majorBidi"/>
      <w:kern w:val="2"/>
      <w:sz w:val="21"/>
      <w:szCs w:val="21"/>
      <w:lang w:bidi="ar-SA"/>
    </w:rPr>
  </w:style>
  <w:style w:type="character" w:customStyle="1" w:styleId="80">
    <w:name w:val="标题 8 字符"/>
    <w:basedOn w:val="a0"/>
    <w:link w:val="8"/>
    <w:uiPriority w:val="9"/>
    <w:locked/>
    <w:rsid w:val="001D1BF4"/>
    <w:rPr>
      <w:rFonts w:asciiTheme="majorHAnsi" w:eastAsiaTheme="majorEastAsia" w:hAnsiTheme="majorHAnsi" w:cstheme="majorBidi"/>
      <w:kern w:val="2"/>
      <w:sz w:val="24"/>
      <w:szCs w:val="24"/>
      <w:lang w:bidi="ar-SA"/>
    </w:rPr>
  </w:style>
  <w:style w:type="character" w:customStyle="1" w:styleId="a5">
    <w:name w:val="页脚 字符"/>
    <w:basedOn w:val="a0"/>
    <w:link w:val="a6"/>
    <w:uiPriority w:val="99"/>
    <w:locked/>
    <w:rsid w:val="001D1BF4"/>
    <w:rPr>
      <w:rFonts w:ascii="Noto Sans Light" w:eastAsia="思源黑体 CN Light" w:hAnsi="Noto Sans Light" w:cstheme="minorBidi"/>
      <w:kern w:val="2"/>
      <w:sz w:val="18"/>
      <w:szCs w:val="18"/>
      <w:lang w:bidi="ar-SA"/>
    </w:rPr>
  </w:style>
  <w:style w:type="character" w:customStyle="1" w:styleId="a7">
    <w:name w:val="页眉 字符"/>
    <w:basedOn w:val="a0"/>
    <w:link w:val="a8"/>
    <w:uiPriority w:val="99"/>
    <w:locked/>
    <w:rsid w:val="001D1BF4"/>
    <w:rPr>
      <w:rFonts w:ascii="Noto Sans Light" w:eastAsia="思源黑体 CN Light" w:hAnsi="Noto Sans Light" w:cstheme="minorBidi"/>
      <w:kern w:val="2"/>
      <w:sz w:val="18"/>
      <w:szCs w:val="18"/>
      <w:lang w:bidi="ar-SA"/>
    </w:rPr>
  </w:style>
  <w:style w:type="character" w:customStyle="1" w:styleId="21">
    <w:name w:val="正文文本 2 字符"/>
    <w:basedOn w:val="a0"/>
    <w:uiPriority w:val="99"/>
    <w:qFormat/>
    <w:locked/>
    <w:rPr>
      <w:rFonts w:ascii="Arial" w:eastAsia="宋体" w:hAnsi="Arial" w:cs="Arial"/>
      <w:sz w:val="21"/>
      <w:szCs w:val="21"/>
    </w:rPr>
  </w:style>
  <w:style w:type="character" w:customStyle="1" w:styleId="2Char">
    <w:name w:val="正文文本 2 Char"/>
    <w:basedOn w:val="a0"/>
    <w:qFormat/>
    <w:locked/>
    <w:rPr>
      <w:rFonts w:ascii="Arial" w:eastAsia="宋体" w:hAnsi="Arial" w:cs="Arial"/>
      <w:sz w:val="21"/>
      <w:szCs w:val="21"/>
    </w:rPr>
  </w:style>
  <w:style w:type="character" w:customStyle="1" w:styleId="a9">
    <w:name w:val="批注框文本 字符"/>
    <w:basedOn w:val="a0"/>
    <w:uiPriority w:val="99"/>
    <w:semiHidden/>
    <w:qFormat/>
    <w:locked/>
    <w:rPr>
      <w:rFonts w:ascii="Arial" w:eastAsia="宋体" w:hAnsi="Arial" w:cs="Arial"/>
      <w:sz w:val="18"/>
      <w:szCs w:val="18"/>
    </w:rPr>
  </w:style>
  <w:style w:type="character" w:customStyle="1" w:styleId="HTML0">
    <w:name w:val="HTML 预设格式 字符"/>
    <w:basedOn w:val="a0"/>
    <w:uiPriority w:val="99"/>
    <w:qFormat/>
    <w:locked/>
    <w:rPr>
      <w:rFonts w:ascii="Arial" w:eastAsia="宋体" w:hAnsi="Arial" w:cs="Arial"/>
      <w:sz w:val="21"/>
      <w:szCs w:val="21"/>
    </w:rPr>
  </w:style>
  <w:style w:type="character" w:customStyle="1" w:styleId="CharChar4">
    <w:name w:val="Char Char4"/>
    <w:basedOn w:val="a0"/>
    <w:uiPriority w:val="99"/>
    <w:qFormat/>
    <w:locked/>
    <w:rPr>
      <w:rFonts w:ascii="Arial" w:hAnsi="Arial" w:cs="Arial"/>
      <w:sz w:val="21"/>
      <w:szCs w:val="21"/>
    </w:rPr>
  </w:style>
  <w:style w:type="character" w:customStyle="1" w:styleId="12">
    <w:name w:val="不明显参考1"/>
    <w:basedOn w:val="a0"/>
    <w:uiPriority w:val="99"/>
    <w:qFormat/>
    <w:rPr>
      <w:rFonts w:cs="Times New Roman"/>
      <w:smallCaps/>
      <w:color w:val="C0504D"/>
      <w:u w:val="single"/>
    </w:rPr>
  </w:style>
  <w:style w:type="character" w:customStyle="1" w:styleId="aa">
    <w:name w:val="文档结构图 字符"/>
    <w:basedOn w:val="a0"/>
    <w:link w:val="13"/>
    <w:uiPriority w:val="99"/>
    <w:semiHidden/>
    <w:qFormat/>
    <w:locked/>
    <w:rPr>
      <w:rFonts w:ascii="Times New Roman" w:hAnsi="Times New Roman" w:cs="Arial"/>
      <w:sz w:val="2"/>
    </w:rPr>
  </w:style>
  <w:style w:type="character" w:customStyle="1" w:styleId="ab">
    <w:name w:val="批注文字 字符"/>
    <w:basedOn w:val="a0"/>
    <w:link w:val="14"/>
    <w:uiPriority w:val="99"/>
    <w:qFormat/>
    <w:rPr>
      <w:rFonts w:ascii="Arial" w:hAnsi="Arial" w:cs="Arial"/>
      <w:sz w:val="21"/>
      <w:szCs w:val="21"/>
    </w:rPr>
  </w:style>
  <w:style w:type="character" w:customStyle="1" w:styleId="ac">
    <w:name w:val="批注主题 字符"/>
    <w:basedOn w:val="ab"/>
    <w:uiPriority w:val="99"/>
    <w:semiHidden/>
    <w:qFormat/>
    <w:rPr>
      <w:rFonts w:ascii="Arial" w:hAnsi="Arial" w:cs="Arial"/>
      <w:b/>
      <w:bCs/>
      <w:sz w:val="21"/>
      <w:szCs w:val="21"/>
    </w:rPr>
  </w:style>
  <w:style w:type="character" w:customStyle="1" w:styleId="ad">
    <w:name w:val="标题 字符"/>
    <w:basedOn w:val="a0"/>
    <w:qFormat/>
    <w:rPr>
      <w:rFonts w:ascii="Cambria" w:hAnsi="Cambria"/>
      <w:b/>
      <w:bCs/>
      <w:sz w:val="32"/>
      <w:szCs w:val="32"/>
    </w:rPr>
  </w:style>
  <w:style w:type="character" w:customStyle="1" w:styleId="atn">
    <w:name w:val="atn"/>
    <w:basedOn w:val="a0"/>
    <w:qFormat/>
  </w:style>
  <w:style w:type="character" w:customStyle="1" w:styleId="hps">
    <w:name w:val="hps"/>
    <w:basedOn w:val="a0"/>
    <w:qFormat/>
  </w:style>
  <w:style w:type="character" w:customStyle="1" w:styleId="opdicttext2">
    <w:name w:val="op_dict_text2"/>
    <w:basedOn w:val="a0"/>
    <w:qFormat/>
  </w:style>
  <w:style w:type="character" w:customStyle="1" w:styleId="Char">
    <w:name w:val="批注文字 Char"/>
    <w:uiPriority w:val="99"/>
    <w:qFormat/>
    <w:rPr>
      <w:rFonts w:ascii="Arial" w:hAnsi="Arial"/>
      <w:sz w:val="21"/>
      <w:szCs w:val="24"/>
    </w:rPr>
  </w:style>
  <w:style w:type="character" w:customStyle="1" w:styleId="10">
    <w:name w:val="标题 1 字符"/>
    <w:aliases w:val="Fibocom_标题1_zh 字符"/>
    <w:basedOn w:val="a0"/>
    <w:link w:val="1"/>
    <w:uiPriority w:val="9"/>
    <w:rsid w:val="001D1BF4"/>
    <w:rPr>
      <w:rFonts w:ascii="思源黑体 CN Regular" w:eastAsia="思源黑体 CN Regular" w:hAnsi="思源黑体 CN Regular" w:cstheme="minorBidi"/>
      <w:bCs/>
      <w:color w:val="101010"/>
      <w:kern w:val="44"/>
      <w:sz w:val="44"/>
      <w:szCs w:val="44"/>
      <w:lang w:bidi="ar-SA"/>
    </w:rPr>
  </w:style>
  <w:style w:type="character" w:customStyle="1" w:styleId="ListLabel1">
    <w:name w:val="ListLabel 1"/>
    <w:qFormat/>
    <w:rPr>
      <w:rFonts w:cs="Times New Roman"/>
      <w:sz w:val="44"/>
    </w:rPr>
  </w:style>
  <w:style w:type="character" w:customStyle="1" w:styleId="ListLabel2">
    <w:name w:val="ListLabel 2"/>
    <w:qFormat/>
    <w:rPr>
      <w:rFonts w:cs="Times New Roman"/>
      <w:sz w:val="36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  <w:sz w:val="36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color w:val="00000A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"/>
    <w:next w:val="ae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e">
    <w:name w:val="Body Text"/>
    <w:basedOn w:val="a"/>
    <w:pPr>
      <w:spacing w:after="140" w:line="288" w:lineRule="auto"/>
    </w:pPr>
  </w:style>
  <w:style w:type="paragraph" w:styleId="af">
    <w:name w:val="List"/>
    <w:basedOn w:val="ae"/>
    <w:rPr>
      <w:rFonts w:cs="FreeSans"/>
    </w:rPr>
  </w:style>
  <w:style w:type="paragraph" w:styleId="af0">
    <w:name w:val="caption"/>
    <w:basedOn w:val="a"/>
    <w:next w:val="a"/>
    <w:link w:val="af1"/>
    <w:uiPriority w:val="35"/>
    <w:unhideWhenUsed/>
    <w:locked/>
    <w:rsid w:val="001D1BF4"/>
    <w:rPr>
      <w:rFonts w:asciiTheme="majorHAnsi" w:eastAsia="黑体" w:hAnsiTheme="majorHAnsi" w:cstheme="majorBidi"/>
      <w:sz w:val="20"/>
      <w:szCs w:val="20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71">
    <w:name w:val="toc 7"/>
    <w:basedOn w:val="a"/>
    <w:next w:val="a"/>
    <w:autoRedefine/>
    <w:uiPriority w:val="39"/>
    <w:semiHidden/>
    <w:unhideWhenUsed/>
    <w:locked/>
    <w:rsid w:val="001D1BF4"/>
    <w:pPr>
      <w:ind w:leftChars="1200" w:left="2520"/>
    </w:pPr>
  </w:style>
  <w:style w:type="paragraph" w:styleId="af2">
    <w:name w:val="Document Map"/>
    <w:basedOn w:val="a"/>
    <w:uiPriority w:val="99"/>
    <w:semiHidden/>
    <w:qFormat/>
    <w:pPr>
      <w:shd w:val="clear" w:color="auto" w:fill="000080"/>
    </w:pPr>
  </w:style>
  <w:style w:type="paragraph" w:styleId="af3">
    <w:name w:val="annotation text"/>
    <w:basedOn w:val="a"/>
    <w:uiPriority w:val="99"/>
    <w:unhideWhenUsed/>
    <w:qFormat/>
    <w:locked/>
  </w:style>
  <w:style w:type="paragraph" w:styleId="51">
    <w:name w:val="toc 5"/>
    <w:basedOn w:val="a"/>
    <w:next w:val="a"/>
    <w:autoRedefine/>
    <w:uiPriority w:val="39"/>
    <w:semiHidden/>
    <w:unhideWhenUsed/>
    <w:locked/>
    <w:rsid w:val="001D1BF4"/>
    <w:pPr>
      <w:spacing w:after="0"/>
      <w:ind w:leftChars="800" w:left="800"/>
    </w:pPr>
  </w:style>
  <w:style w:type="paragraph" w:styleId="31">
    <w:name w:val="toc 3"/>
    <w:basedOn w:val="a"/>
    <w:next w:val="a"/>
    <w:autoRedefine/>
    <w:uiPriority w:val="39"/>
    <w:unhideWhenUsed/>
    <w:rsid w:val="001D1BF4"/>
    <w:pPr>
      <w:spacing w:before="0" w:after="0" w:line="400" w:lineRule="exact"/>
      <w:ind w:left="601"/>
    </w:pPr>
    <w:rPr>
      <w:rFonts w:ascii="思源黑体 CN Light" w:hAnsi="思源黑体 CN Light" w:cs="思源黑体 CN Light"/>
    </w:rPr>
  </w:style>
  <w:style w:type="paragraph" w:styleId="81">
    <w:name w:val="toc 8"/>
    <w:basedOn w:val="a"/>
    <w:uiPriority w:val="39"/>
    <w:semiHidden/>
    <w:unhideWhenUsed/>
    <w:qFormat/>
    <w:locked/>
    <w:pPr>
      <w:ind w:left="2940"/>
    </w:pPr>
  </w:style>
  <w:style w:type="paragraph" w:styleId="af4">
    <w:name w:val="Balloon Text"/>
    <w:basedOn w:val="a"/>
    <w:uiPriority w:val="99"/>
    <w:semiHidden/>
    <w:qFormat/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rsid w:val="001D1BF4"/>
    <w:pPr>
      <w:pBdr>
        <w:top w:val="single" w:sz="4" w:space="1" w:color="DDDDDD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8">
    <w:name w:val="header"/>
    <w:basedOn w:val="a"/>
    <w:link w:val="a7"/>
    <w:uiPriority w:val="99"/>
    <w:unhideWhenUsed/>
    <w:rsid w:val="001D1BF4"/>
    <w:pPr>
      <w:pBdr>
        <w:bottom w:val="single" w:sz="4" w:space="1" w:color="DDDDDD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a"/>
    <w:next w:val="a"/>
    <w:autoRedefine/>
    <w:uiPriority w:val="39"/>
    <w:unhideWhenUsed/>
    <w:rsid w:val="001D1BF4"/>
    <w:pPr>
      <w:spacing w:before="0" w:after="0" w:line="400" w:lineRule="exact"/>
      <w:ind w:left="198"/>
    </w:pPr>
    <w:rPr>
      <w:rFonts w:ascii="思源黑体 CN Regular" w:eastAsia="思源黑体 CN Regular" w:hAnsi="思源黑体 CN Regular" w:cs="思源黑体 CN Regular"/>
      <w:sz w:val="24"/>
    </w:rPr>
  </w:style>
  <w:style w:type="paragraph" w:styleId="41">
    <w:name w:val="toc 4"/>
    <w:basedOn w:val="a"/>
    <w:next w:val="a"/>
    <w:autoRedefine/>
    <w:uiPriority w:val="39"/>
    <w:unhideWhenUsed/>
    <w:locked/>
    <w:rsid w:val="001D1BF4"/>
    <w:pPr>
      <w:spacing w:before="0" w:after="0" w:line="400" w:lineRule="exact"/>
      <w:ind w:left="799"/>
    </w:pPr>
    <w:rPr>
      <w:rFonts w:ascii="思源黑体 CN Light" w:hAnsi="思源黑体 CN Light" w:cs="思源黑体 CN Light"/>
    </w:rPr>
  </w:style>
  <w:style w:type="paragraph" w:styleId="61">
    <w:name w:val="toc 6"/>
    <w:basedOn w:val="a"/>
    <w:uiPriority w:val="39"/>
    <w:semiHidden/>
    <w:unhideWhenUsed/>
    <w:qFormat/>
    <w:locked/>
    <w:pPr>
      <w:ind w:left="2100"/>
    </w:pPr>
  </w:style>
  <w:style w:type="paragraph" w:styleId="22">
    <w:name w:val="toc 2"/>
    <w:basedOn w:val="a"/>
    <w:next w:val="a"/>
    <w:autoRedefine/>
    <w:uiPriority w:val="39"/>
    <w:unhideWhenUsed/>
    <w:rsid w:val="001D1BF4"/>
    <w:pPr>
      <w:spacing w:before="0" w:after="0" w:line="400" w:lineRule="exact"/>
      <w:ind w:left="403"/>
    </w:pPr>
    <w:rPr>
      <w:rFonts w:ascii="思源黑体 CN Light" w:hAnsi="思源黑体 CN Light"/>
      <w:sz w:val="22"/>
    </w:rPr>
  </w:style>
  <w:style w:type="paragraph" w:styleId="91">
    <w:name w:val="toc 9"/>
    <w:basedOn w:val="a"/>
    <w:uiPriority w:val="39"/>
    <w:semiHidden/>
    <w:unhideWhenUsed/>
    <w:qFormat/>
    <w:locked/>
    <w:pPr>
      <w:ind w:left="3360"/>
    </w:pPr>
  </w:style>
  <w:style w:type="paragraph" w:styleId="23">
    <w:name w:val="Body Text 2"/>
    <w:basedOn w:val="a"/>
    <w:qFormat/>
    <w:pPr>
      <w:ind w:left="200" w:firstLine="200"/>
    </w:pPr>
  </w:style>
  <w:style w:type="paragraph" w:styleId="HTML1">
    <w:name w:val="HTML Preformatted"/>
    <w:basedOn w:val="a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</w:pPr>
  </w:style>
  <w:style w:type="paragraph" w:styleId="af5">
    <w:name w:val="Title"/>
    <w:basedOn w:val="a"/>
    <w:qFormat/>
    <w:locked/>
    <w:pPr>
      <w:spacing w:before="240" w:after="60" w:line="240" w:lineRule="auto"/>
      <w:ind w:firstLine="20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6">
    <w:name w:val="annotation subject"/>
    <w:basedOn w:val="af3"/>
    <w:uiPriority w:val="99"/>
    <w:unhideWhenUsed/>
    <w:qFormat/>
    <w:locked/>
    <w:rPr>
      <w:b/>
      <w:bCs/>
    </w:rPr>
  </w:style>
  <w:style w:type="paragraph" w:customStyle="1" w:styleId="13">
    <w:name w:val="列出段落1"/>
    <w:basedOn w:val="a"/>
    <w:link w:val="aa"/>
    <w:uiPriority w:val="34"/>
    <w:qFormat/>
    <w:pPr>
      <w:ind w:firstLine="420"/>
    </w:pPr>
  </w:style>
  <w:style w:type="paragraph" w:customStyle="1" w:styleId="Default">
    <w:name w:val="Default"/>
    <w:qFormat/>
    <w:pPr>
      <w:widowControl w:val="0"/>
    </w:pPr>
    <w:rPr>
      <w:rFonts w:cs="Calibri"/>
      <w:color w:val="000000"/>
      <w:sz w:val="24"/>
      <w:szCs w:val="24"/>
      <w:lang w:bidi="ar-SA"/>
    </w:rPr>
  </w:style>
  <w:style w:type="paragraph" w:customStyle="1" w:styleId="af7">
    <w:name w:val="表格标题"/>
    <w:basedOn w:val="a"/>
    <w:uiPriority w:val="99"/>
    <w:qFormat/>
    <w:pPr>
      <w:spacing w:line="240" w:lineRule="auto"/>
      <w:ind w:firstLine="200"/>
    </w:pPr>
    <w:rPr>
      <w:b/>
      <w:bCs/>
      <w:szCs w:val="24"/>
    </w:rPr>
  </w:style>
  <w:style w:type="paragraph" w:customStyle="1" w:styleId="font5">
    <w:name w:val="font5"/>
    <w:basedOn w:val="a"/>
    <w:qFormat/>
    <w:pPr>
      <w:widowControl/>
      <w:spacing w:beforeAutospacing="1" w:afterAutospacing="1" w:line="240" w:lineRule="auto"/>
    </w:pPr>
    <w:rPr>
      <w:rFonts w:ascii="宋体" w:hAnsi="宋体" w:cs="宋体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Autospacing="1" w:afterAutospacing="1" w:line="240" w:lineRule="auto"/>
    </w:pPr>
    <w:rPr>
      <w:b/>
      <w:bCs/>
      <w:color w:val="000000"/>
    </w:rPr>
  </w:style>
  <w:style w:type="paragraph" w:customStyle="1" w:styleId="font7">
    <w:name w:val="font7"/>
    <w:basedOn w:val="a"/>
    <w:qFormat/>
    <w:pPr>
      <w:widowControl/>
      <w:spacing w:beforeAutospacing="1" w:afterAutospacing="1" w:line="240" w:lineRule="auto"/>
    </w:pPr>
    <w:rPr>
      <w:rFonts w:ascii="宋体" w:hAnsi="宋体" w:cs="宋体"/>
      <w:b/>
      <w:bCs/>
      <w:color w:val="000000"/>
    </w:rPr>
  </w:style>
  <w:style w:type="paragraph" w:customStyle="1" w:styleId="font8">
    <w:name w:val="font8"/>
    <w:basedOn w:val="a"/>
    <w:qFormat/>
    <w:pPr>
      <w:widowControl/>
      <w:spacing w:beforeAutospacing="1" w:afterAutospacing="1" w:line="240" w:lineRule="auto"/>
    </w:pPr>
    <w:rPr>
      <w:color w:val="000000"/>
    </w:rPr>
  </w:style>
  <w:style w:type="paragraph" w:customStyle="1" w:styleId="font9">
    <w:name w:val="font9"/>
    <w:basedOn w:val="a"/>
    <w:qFormat/>
    <w:pPr>
      <w:widowControl/>
      <w:spacing w:beforeAutospacing="1" w:afterAutospacing="1" w:line="240" w:lineRule="auto"/>
    </w:pPr>
    <w:rPr>
      <w:rFonts w:ascii="宋体" w:hAnsi="宋体" w:cs="宋体"/>
      <w:color w:val="000000"/>
    </w:rPr>
  </w:style>
  <w:style w:type="paragraph" w:customStyle="1" w:styleId="font10">
    <w:name w:val="font10"/>
    <w:basedOn w:val="a"/>
    <w:qFormat/>
    <w:pPr>
      <w:widowControl/>
      <w:spacing w:beforeAutospacing="1" w:afterAutospacing="1" w:line="240" w:lineRule="auto"/>
    </w:pPr>
    <w:rPr>
      <w:b/>
      <w:bCs/>
      <w:color w:val="000000"/>
    </w:rPr>
  </w:style>
  <w:style w:type="paragraph" w:customStyle="1" w:styleId="xl63">
    <w:name w:val="xl63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</w:style>
  <w:style w:type="paragraph" w:customStyle="1" w:styleId="xl64">
    <w:name w:val="xl64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宋体" w:hAnsi="宋体" w:cs="宋体"/>
    </w:rPr>
  </w:style>
  <w:style w:type="paragraph" w:customStyle="1" w:styleId="xl65">
    <w:name w:val="xl65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</w:pPr>
  </w:style>
  <w:style w:type="paragraph" w:customStyle="1" w:styleId="xl66">
    <w:name w:val="xl66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FBFBF"/>
      <w:spacing w:beforeAutospacing="1" w:afterAutospacing="1" w:line="240" w:lineRule="auto"/>
      <w:jc w:val="center"/>
    </w:pPr>
    <w:rPr>
      <w:b/>
      <w:bCs/>
    </w:rPr>
  </w:style>
  <w:style w:type="paragraph" w:customStyle="1" w:styleId="xl67">
    <w:name w:val="xl67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</w:style>
  <w:style w:type="paragraph" w:customStyle="1" w:styleId="xl68">
    <w:name w:val="xl68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 w:line="240" w:lineRule="auto"/>
      <w:jc w:val="center"/>
    </w:pPr>
  </w:style>
  <w:style w:type="paragraph" w:customStyle="1" w:styleId="xl69">
    <w:name w:val="xl69"/>
    <w:basedOn w:val="a"/>
    <w:qFormat/>
    <w:pPr>
      <w:widowControl/>
      <w:spacing w:beforeAutospacing="1" w:afterAutospacing="1" w:line="240" w:lineRule="auto"/>
      <w:jc w:val="center"/>
    </w:pPr>
    <w:rPr>
      <w:rFonts w:ascii="宋体" w:hAnsi="宋体" w:cs="宋体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BFBFBF"/>
      <w:spacing w:beforeAutospacing="1" w:afterAutospacing="1" w:line="240" w:lineRule="auto"/>
      <w:jc w:val="center"/>
    </w:pPr>
    <w:rPr>
      <w:rFonts w:ascii="宋体" w:hAnsi="宋体" w:cs="宋体"/>
      <w:b/>
      <w:bCs/>
    </w:rPr>
  </w:style>
  <w:style w:type="paragraph" w:customStyle="1" w:styleId="xl71">
    <w:name w:val="xl71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00"/>
      <w:spacing w:beforeAutospacing="1" w:afterAutospacing="1" w:line="240" w:lineRule="auto"/>
    </w:pPr>
    <w:rPr>
      <w:rFonts w:ascii="宋体" w:hAnsi="宋体" w:cs="宋体"/>
    </w:rPr>
  </w:style>
  <w:style w:type="paragraph" w:customStyle="1" w:styleId="xl72">
    <w:name w:val="xl72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00"/>
      <w:spacing w:beforeAutospacing="1" w:afterAutospacing="1" w:line="240" w:lineRule="auto"/>
      <w:jc w:val="center"/>
    </w:pPr>
  </w:style>
  <w:style w:type="paragraph" w:customStyle="1" w:styleId="xl73">
    <w:name w:val="xl73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00"/>
      <w:spacing w:beforeAutospacing="1" w:afterAutospacing="1" w:line="240" w:lineRule="auto"/>
    </w:pPr>
  </w:style>
  <w:style w:type="paragraph" w:customStyle="1" w:styleId="xl74">
    <w:name w:val="xl74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00"/>
      <w:spacing w:beforeAutospacing="1" w:afterAutospacing="1" w:line="240" w:lineRule="auto"/>
      <w:jc w:val="center"/>
    </w:pPr>
    <w:rPr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00B0F0"/>
      <w:spacing w:beforeAutospacing="1" w:afterAutospacing="1" w:line="240" w:lineRule="auto"/>
      <w:jc w:val="center"/>
    </w:pPr>
  </w:style>
  <w:style w:type="paragraph" w:customStyle="1" w:styleId="xl76">
    <w:name w:val="xl76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</w:pPr>
    <w:rPr>
      <w:b/>
      <w:bCs/>
    </w:rPr>
  </w:style>
  <w:style w:type="paragraph" w:customStyle="1" w:styleId="xl77">
    <w:name w:val="xl77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9D9D9"/>
      <w:spacing w:beforeAutospacing="1" w:afterAutospacing="1" w:line="240" w:lineRule="auto"/>
    </w:pPr>
    <w:rPr>
      <w:rFonts w:ascii="宋体" w:hAnsi="宋体" w:cs="宋体"/>
      <w:b/>
      <w:bCs/>
    </w:rPr>
  </w:style>
  <w:style w:type="paragraph" w:customStyle="1" w:styleId="xl78">
    <w:name w:val="xl78"/>
    <w:basedOn w:val="a"/>
    <w:qFormat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</w:pPr>
    <w:rPr>
      <w:rFonts w:ascii="宋体" w:hAnsi="宋体" w:cs="宋体"/>
    </w:rPr>
  </w:style>
  <w:style w:type="paragraph" w:customStyle="1" w:styleId="TOC1">
    <w:name w:val="TOC 标题1"/>
    <w:basedOn w:val="1"/>
    <w:uiPriority w:val="39"/>
    <w:unhideWhenUsed/>
    <w:qFormat/>
    <w:pPr>
      <w:spacing w:before="340" w:after="330" w:line="578" w:lineRule="atLeast"/>
    </w:pPr>
    <w:rPr>
      <w:rFonts w:eastAsia="微软雅黑"/>
    </w:rPr>
  </w:style>
  <w:style w:type="paragraph" w:styleId="af8">
    <w:name w:val="List Paragraph"/>
    <w:basedOn w:val="a"/>
    <w:uiPriority w:val="34"/>
    <w:qFormat/>
    <w:pPr>
      <w:ind w:firstLine="420"/>
    </w:pPr>
  </w:style>
  <w:style w:type="paragraph" w:customStyle="1" w:styleId="TOC2">
    <w:name w:val="TOC 标题2"/>
    <w:basedOn w:val="1"/>
    <w:uiPriority w:val="39"/>
    <w:unhideWhenUsed/>
    <w:qFormat/>
    <w:pPr>
      <w:spacing w:after="0" w:line="259" w:lineRule="auto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32"/>
      <w:szCs w:val="32"/>
    </w:rPr>
  </w:style>
  <w:style w:type="paragraph" w:customStyle="1" w:styleId="14">
    <w:name w:val="修订1"/>
    <w:link w:val="ab"/>
    <w:uiPriority w:val="99"/>
    <w:semiHidden/>
    <w:qFormat/>
    <w:rPr>
      <w:rFonts w:ascii="Arial" w:eastAsia="微软雅黑" w:hAnsi="Arial" w:cs="Arial"/>
      <w:sz w:val="21"/>
      <w:szCs w:val="21"/>
      <w:lang w:bidi="ar-SA"/>
    </w:rPr>
  </w:style>
  <w:style w:type="paragraph" w:customStyle="1" w:styleId="FrameContents">
    <w:name w:val="Frame Contents"/>
    <w:basedOn w:val="a"/>
    <w:qFormat/>
  </w:style>
  <w:style w:type="table" w:styleId="af9">
    <w:name w:val="Table Grid"/>
    <w:basedOn w:val="a1"/>
    <w:uiPriority w:val="39"/>
    <w:rsid w:val="001D1BF4"/>
    <w:rPr>
      <w:rFonts w:asciiTheme="minorHAnsi" w:eastAsiaTheme="minorEastAsia" w:hAnsiTheme="minorHAnsi" w:cstheme="minorBidi"/>
      <w:kern w:val="2"/>
      <w:sz w:val="21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unhideWhenUsed/>
    <w:rsid w:val="001D1BF4"/>
    <w:rPr>
      <w:color w:val="0000FF" w:themeColor="hyperlink"/>
      <w:u w:val="single"/>
    </w:rPr>
  </w:style>
  <w:style w:type="paragraph" w:customStyle="1" w:styleId="Fibocom">
    <w:name w:val="Fibocom_封面版本日期"/>
    <w:basedOn w:val="a"/>
    <w:autoRedefine/>
    <w:qFormat/>
    <w:rsid w:val="00746569"/>
    <w:pPr>
      <w:spacing w:line="360" w:lineRule="auto"/>
    </w:pPr>
    <w:rPr>
      <w:rFonts w:eastAsia="黑体"/>
      <w:color w:val="1E5096"/>
      <w:sz w:val="24"/>
      <w:szCs w:val="24"/>
    </w:rPr>
  </w:style>
  <w:style w:type="paragraph" w:customStyle="1" w:styleId="Fibocom0">
    <w:name w:val="Fibocom_封面文档标题"/>
    <w:basedOn w:val="a"/>
    <w:autoRedefine/>
    <w:qFormat/>
    <w:rsid w:val="00E45F43"/>
    <w:pPr>
      <w:autoSpaceDE w:val="0"/>
      <w:autoSpaceDN w:val="0"/>
      <w:adjustRightInd w:val="0"/>
      <w:spacing w:line="216" w:lineRule="auto"/>
    </w:pPr>
    <w:rPr>
      <w:rFonts w:ascii="思源黑体 CN Light" w:hAnsi="思源黑体 CN Light"/>
      <w:bCs/>
      <w:color w:val="000000" w:themeColor="text1"/>
      <w:spacing w:val="-2"/>
      <w:sz w:val="64"/>
      <w:szCs w:val="56"/>
    </w:rPr>
  </w:style>
  <w:style w:type="paragraph" w:customStyle="1" w:styleId="111">
    <w:name w:val="1.1.1"/>
    <w:basedOn w:val="a"/>
    <w:link w:val="1110"/>
    <w:qFormat/>
    <w:rsid w:val="0043069A"/>
  </w:style>
  <w:style w:type="character" w:customStyle="1" w:styleId="1110">
    <w:name w:val="1.1.1 字符"/>
    <w:basedOn w:val="a0"/>
    <w:link w:val="111"/>
    <w:rsid w:val="0043069A"/>
    <w:rPr>
      <w:rFonts w:ascii="Arial" w:eastAsia="微软雅黑" w:hAnsi="Arial" w:cs="Arial"/>
      <w:sz w:val="21"/>
      <w:szCs w:val="21"/>
      <w:lang w:bidi="ar-SA"/>
    </w:rPr>
  </w:style>
  <w:style w:type="paragraph" w:customStyle="1" w:styleId="Fibocomzh3">
    <w:name w:val="Fibocom_图片_zh"/>
    <w:basedOn w:val="a"/>
    <w:link w:val="Fibocomzh4"/>
    <w:qFormat/>
    <w:rsid w:val="001D1BF4"/>
    <w:pPr>
      <w:keepNext/>
      <w:spacing w:after="0" w:line="480" w:lineRule="auto"/>
      <w:jc w:val="center"/>
    </w:pPr>
    <w:rPr>
      <w:noProof/>
    </w:rPr>
  </w:style>
  <w:style w:type="character" w:styleId="afb">
    <w:name w:val="Emphasis"/>
    <w:basedOn w:val="a0"/>
    <w:uiPriority w:val="20"/>
    <w:locked/>
    <w:rsid w:val="001D1BF4"/>
    <w:rPr>
      <w:i/>
      <w:iCs/>
    </w:rPr>
  </w:style>
  <w:style w:type="paragraph" w:customStyle="1" w:styleId="Fibocomzh5">
    <w:name w:val="Fibocom_图题_zh"/>
    <w:basedOn w:val="af0"/>
    <w:next w:val="a"/>
    <w:link w:val="Fibocomzh6"/>
    <w:qFormat/>
    <w:rsid w:val="001D1BF4"/>
    <w:pPr>
      <w:spacing w:before="120" w:after="320"/>
      <w:jc w:val="center"/>
    </w:pPr>
    <w:rPr>
      <w:rFonts w:ascii="思源黑体 CN Regular" w:eastAsia="思源黑体 CN Regular" w:hAnsi="思源黑体 CN Regular"/>
      <w:sz w:val="21"/>
    </w:rPr>
  </w:style>
  <w:style w:type="character" w:styleId="afc">
    <w:name w:val="Intense Reference"/>
    <w:basedOn w:val="a0"/>
    <w:uiPriority w:val="32"/>
    <w:rsid w:val="001D1BF4"/>
    <w:rPr>
      <w:b/>
      <w:bCs/>
      <w:smallCaps/>
      <w:color w:val="4F81BD" w:themeColor="accent1"/>
      <w:spacing w:val="5"/>
    </w:rPr>
  </w:style>
  <w:style w:type="character" w:styleId="afd">
    <w:name w:val="Placeholder Text"/>
    <w:basedOn w:val="a0"/>
    <w:uiPriority w:val="99"/>
    <w:semiHidden/>
    <w:rsid w:val="001D1BF4"/>
    <w:rPr>
      <w:color w:val="808080"/>
    </w:rPr>
  </w:style>
  <w:style w:type="paragraph" w:customStyle="1" w:styleId="Fibocomzh7">
    <w:name w:val="Fibocom_封面文档标题_zh"/>
    <w:basedOn w:val="a"/>
    <w:link w:val="Fibocomzh8"/>
    <w:qFormat/>
    <w:rsid w:val="001D1BF4"/>
    <w:pPr>
      <w:widowControl/>
      <w:wordWrap/>
      <w:snapToGrid w:val="0"/>
      <w:spacing w:before="0" w:after="0" w:line="216" w:lineRule="auto"/>
    </w:pPr>
    <w:rPr>
      <w:rFonts w:eastAsia="思源黑体 CN Regular"/>
      <w:color w:val="4D4D4D"/>
      <w:sz w:val="64"/>
    </w:rPr>
  </w:style>
  <w:style w:type="character" w:customStyle="1" w:styleId="Fibocomzh4">
    <w:name w:val="Fibocom_图片_zh 字符"/>
    <w:basedOn w:val="a0"/>
    <w:link w:val="Fibocomzh3"/>
    <w:rsid w:val="001D1BF4"/>
    <w:rPr>
      <w:rFonts w:ascii="Noto Sans Light" w:eastAsia="思源黑体 CN Light" w:hAnsi="Noto Sans Light" w:cstheme="minorBidi"/>
      <w:noProof/>
      <w:kern w:val="2"/>
      <w:sz w:val="21"/>
      <w:szCs w:val="22"/>
      <w:lang w:bidi="ar-SA"/>
    </w:rPr>
  </w:style>
  <w:style w:type="paragraph" w:customStyle="1" w:styleId="Fibocomzh9">
    <w:name w:val="Fibocom_封面文档版本_zh"/>
    <w:basedOn w:val="a"/>
    <w:link w:val="Fibocomzha"/>
    <w:qFormat/>
    <w:rsid w:val="001D1BF4"/>
    <w:pPr>
      <w:spacing w:before="600" w:after="312" w:line="360" w:lineRule="auto"/>
    </w:pPr>
    <w:rPr>
      <w:rFonts w:ascii="思源黑体 CN Light" w:hAnsi="思源黑体 CN Light" w:cs="Arial"/>
      <w:iCs/>
      <w:color w:val="4D4D4D"/>
      <w:sz w:val="40"/>
      <w:szCs w:val="28"/>
    </w:rPr>
  </w:style>
  <w:style w:type="character" w:customStyle="1" w:styleId="af1">
    <w:name w:val="题注 字符"/>
    <w:basedOn w:val="a0"/>
    <w:link w:val="af0"/>
    <w:uiPriority w:val="35"/>
    <w:rsid w:val="001D1BF4"/>
    <w:rPr>
      <w:rFonts w:asciiTheme="majorHAnsi" w:eastAsia="黑体" w:hAnsiTheme="majorHAnsi" w:cstheme="majorBidi"/>
      <w:kern w:val="2"/>
      <w:lang w:bidi="ar-SA"/>
    </w:rPr>
  </w:style>
  <w:style w:type="character" w:customStyle="1" w:styleId="Fibocomzh6">
    <w:name w:val="Fibocom_图题_zh 字符"/>
    <w:basedOn w:val="af1"/>
    <w:link w:val="Fibocomzh5"/>
    <w:rsid w:val="001D1BF4"/>
    <w:rPr>
      <w:rFonts w:ascii="思源黑体 CN Regular" w:eastAsia="思源黑体 CN Regular" w:hAnsi="思源黑体 CN Regular" w:cstheme="majorBidi"/>
      <w:kern w:val="2"/>
      <w:sz w:val="21"/>
      <w:lang w:bidi="ar-SA"/>
    </w:rPr>
  </w:style>
  <w:style w:type="paragraph" w:customStyle="1" w:styleId="Fibocomzhb">
    <w:name w:val="Fibocom_表格_zh"/>
    <w:basedOn w:val="a"/>
    <w:link w:val="Fibocomzhc"/>
    <w:qFormat/>
    <w:rsid w:val="001D1BF4"/>
    <w:pPr>
      <w:spacing w:before="40" w:after="100"/>
    </w:pPr>
  </w:style>
  <w:style w:type="paragraph" w:customStyle="1" w:styleId="Fibocomzhd">
    <w:name w:val="Fibocom_表题_zh"/>
    <w:basedOn w:val="af0"/>
    <w:link w:val="Fibocomzhe"/>
    <w:qFormat/>
    <w:rsid w:val="001D1BF4"/>
    <w:pPr>
      <w:keepNext/>
      <w:spacing w:before="320" w:after="120"/>
      <w:jc w:val="center"/>
    </w:pPr>
    <w:rPr>
      <w:rFonts w:ascii="思源黑体 CN Regular" w:eastAsia="思源黑体 CN Regular" w:hAnsi="思源黑体 CN Regular"/>
      <w:sz w:val="21"/>
    </w:rPr>
  </w:style>
  <w:style w:type="character" w:customStyle="1" w:styleId="Fibocomzhc">
    <w:name w:val="Fibocom_表格_zh 字符"/>
    <w:basedOn w:val="a0"/>
    <w:link w:val="Fibocomzhb"/>
    <w:rsid w:val="001D1BF4"/>
    <w:rPr>
      <w:rFonts w:ascii="Noto Sans Light" w:eastAsia="思源黑体 CN Light" w:hAnsi="Noto Sans Light" w:cstheme="minorBidi"/>
      <w:kern w:val="2"/>
      <w:sz w:val="21"/>
      <w:szCs w:val="22"/>
      <w:lang w:bidi="ar-SA"/>
    </w:rPr>
  </w:style>
  <w:style w:type="paragraph" w:customStyle="1" w:styleId="Fibocomzhf">
    <w:name w:val="Fibocom_目录_zh"/>
    <w:basedOn w:val="a"/>
    <w:link w:val="Fibocomzhf0"/>
    <w:qFormat/>
    <w:rsid w:val="001D1BF4"/>
    <w:pPr>
      <w:tabs>
        <w:tab w:val="left" w:pos="6073"/>
        <w:tab w:val="right" w:pos="9752"/>
      </w:tabs>
      <w:spacing w:before="240" w:after="240" w:line="360" w:lineRule="auto"/>
      <w:jc w:val="right"/>
    </w:pPr>
    <w:rPr>
      <w:rFonts w:ascii="思源黑体 CN Regular" w:eastAsia="思源黑体 CN Regular" w:hAnsi="思源黑体 CN Regular"/>
      <w:color w:val="101010"/>
      <w:sz w:val="44"/>
    </w:rPr>
  </w:style>
  <w:style w:type="character" w:customStyle="1" w:styleId="Fibocomzhe">
    <w:name w:val="Fibocom_表题_zh 字符"/>
    <w:basedOn w:val="af1"/>
    <w:link w:val="Fibocomzhd"/>
    <w:rsid w:val="001D1BF4"/>
    <w:rPr>
      <w:rFonts w:ascii="思源黑体 CN Regular" w:eastAsia="思源黑体 CN Regular" w:hAnsi="思源黑体 CN Regular" w:cstheme="majorBidi"/>
      <w:kern w:val="2"/>
      <w:sz w:val="21"/>
      <w:lang w:bidi="ar-SA"/>
    </w:rPr>
  </w:style>
  <w:style w:type="character" w:customStyle="1" w:styleId="Fibocomzh8">
    <w:name w:val="Fibocom_封面文档标题_zh 字符"/>
    <w:basedOn w:val="a0"/>
    <w:link w:val="Fibocomzh7"/>
    <w:rsid w:val="001D1BF4"/>
    <w:rPr>
      <w:rFonts w:ascii="Noto Sans Light" w:eastAsia="思源黑体 CN Regular" w:hAnsi="Noto Sans Light" w:cstheme="minorBidi"/>
      <w:color w:val="4D4D4D"/>
      <w:kern w:val="2"/>
      <w:sz w:val="64"/>
      <w:szCs w:val="22"/>
      <w:lang w:bidi="ar-SA"/>
    </w:rPr>
  </w:style>
  <w:style w:type="paragraph" w:customStyle="1" w:styleId="Fibocomzh1">
    <w:name w:val="Fibocom_步骤_zh"/>
    <w:basedOn w:val="a"/>
    <w:link w:val="Fibocomzhf1"/>
    <w:qFormat/>
    <w:rsid w:val="001D1BF4"/>
    <w:pPr>
      <w:numPr>
        <w:numId w:val="33"/>
      </w:numPr>
      <w:wordWrap/>
      <w:ind w:left="0" w:firstLine="0"/>
      <w:jc w:val="both"/>
    </w:pPr>
    <w:rPr>
      <w:rFonts w:cs="Arial"/>
    </w:rPr>
  </w:style>
  <w:style w:type="character" w:customStyle="1" w:styleId="Fibocomzhf0">
    <w:name w:val="Fibocom_目录_zh 字符"/>
    <w:basedOn w:val="a0"/>
    <w:link w:val="Fibocomzhf"/>
    <w:rsid w:val="001D1BF4"/>
    <w:rPr>
      <w:rFonts w:ascii="思源黑体 CN Regular" w:eastAsia="思源黑体 CN Regular" w:hAnsi="思源黑体 CN Regular" w:cstheme="minorBidi"/>
      <w:color w:val="101010"/>
      <w:kern w:val="2"/>
      <w:sz w:val="44"/>
      <w:szCs w:val="22"/>
      <w:lang w:bidi="ar-SA"/>
    </w:rPr>
  </w:style>
  <w:style w:type="paragraph" w:customStyle="1" w:styleId="Fibocomzh0">
    <w:name w:val="Fibocom_子步骤_zh"/>
    <w:basedOn w:val="a"/>
    <w:link w:val="Fibocomzhf2"/>
    <w:qFormat/>
    <w:rsid w:val="001D1BF4"/>
    <w:pPr>
      <w:numPr>
        <w:numId w:val="34"/>
      </w:numPr>
      <w:wordWrap/>
      <w:ind w:leftChars="200" w:left="200" w:firstLine="0"/>
      <w:jc w:val="both"/>
    </w:pPr>
    <w:rPr>
      <w:rFonts w:cs="Arial"/>
    </w:rPr>
  </w:style>
  <w:style w:type="character" w:customStyle="1" w:styleId="Fibocomzhf1">
    <w:name w:val="Fibocom_步骤_zh 字符"/>
    <w:basedOn w:val="a0"/>
    <w:link w:val="Fibocomzh1"/>
    <w:rsid w:val="001D1BF4"/>
    <w:rPr>
      <w:rFonts w:ascii="Noto Sans Light" w:eastAsia="思源黑体 CN Light" w:hAnsi="Noto Sans Light" w:cs="Arial"/>
      <w:kern w:val="2"/>
      <w:sz w:val="21"/>
      <w:szCs w:val="22"/>
      <w:lang w:bidi="ar-SA"/>
    </w:rPr>
  </w:style>
  <w:style w:type="paragraph" w:customStyle="1" w:styleId="Fibocomzh">
    <w:name w:val="Fibocom_项目_zh"/>
    <w:basedOn w:val="a"/>
    <w:link w:val="Fibocomzhf3"/>
    <w:qFormat/>
    <w:rsid w:val="001D1BF4"/>
    <w:pPr>
      <w:numPr>
        <w:numId w:val="41"/>
      </w:numPr>
    </w:pPr>
    <w:rPr>
      <w:rFonts w:ascii="思源黑体 CN Light" w:hAnsi="思源黑体 CN Light"/>
    </w:rPr>
  </w:style>
  <w:style w:type="character" w:customStyle="1" w:styleId="Fibocomzhf2">
    <w:name w:val="Fibocom_子步骤_zh 字符"/>
    <w:basedOn w:val="a0"/>
    <w:link w:val="Fibocomzh0"/>
    <w:rsid w:val="001D1BF4"/>
    <w:rPr>
      <w:rFonts w:ascii="Noto Sans Light" w:eastAsia="思源黑体 CN Light" w:hAnsi="Noto Sans Light" w:cs="Arial"/>
      <w:kern w:val="2"/>
      <w:sz w:val="21"/>
      <w:szCs w:val="22"/>
      <w:lang w:bidi="ar-SA"/>
    </w:rPr>
  </w:style>
  <w:style w:type="paragraph" w:customStyle="1" w:styleId="Fibocomzh2">
    <w:name w:val="Fibocom_子项目_zh"/>
    <w:basedOn w:val="a"/>
    <w:link w:val="Fibocomzhf4"/>
    <w:qFormat/>
    <w:rsid w:val="001D1BF4"/>
    <w:pPr>
      <w:numPr>
        <w:ilvl w:val="1"/>
        <w:numId w:val="37"/>
      </w:numPr>
      <w:ind w:leftChars="200" w:left="420" w:firstLine="0"/>
    </w:pPr>
    <w:rPr>
      <w:rFonts w:ascii="思源黑体 CN Light" w:hAnsi="思源黑体 CN Light"/>
    </w:rPr>
  </w:style>
  <w:style w:type="character" w:customStyle="1" w:styleId="Fibocomzhf3">
    <w:name w:val="Fibocom_项目_zh 字符"/>
    <w:basedOn w:val="a0"/>
    <w:link w:val="Fibocomzh"/>
    <w:rsid w:val="001D1BF4"/>
    <w:rPr>
      <w:rFonts w:ascii="思源黑体 CN Light" w:eastAsia="思源黑体 CN Light" w:hAnsi="思源黑体 CN Light" w:cstheme="minorBidi"/>
      <w:kern w:val="2"/>
      <w:sz w:val="21"/>
      <w:szCs w:val="22"/>
      <w:lang w:bidi="ar-SA"/>
    </w:rPr>
  </w:style>
  <w:style w:type="paragraph" w:customStyle="1" w:styleId="Fibocomzhf5">
    <w:name w:val="Fibocom_命令、代码、回显_zh"/>
    <w:basedOn w:val="a"/>
    <w:link w:val="Fibocomzhf6"/>
    <w:qFormat/>
    <w:rsid w:val="001D1BF4"/>
    <w:pPr>
      <w:shd w:val="clear" w:color="auto" w:fill="F8F8F8"/>
      <w:spacing w:before="60" w:after="60"/>
    </w:pPr>
  </w:style>
  <w:style w:type="character" w:customStyle="1" w:styleId="Fibocomzhf4">
    <w:name w:val="Fibocom_子项目_zh 字符"/>
    <w:basedOn w:val="a0"/>
    <w:link w:val="Fibocomzh2"/>
    <w:rsid w:val="001D1BF4"/>
    <w:rPr>
      <w:rFonts w:ascii="思源黑体 CN Light" w:eastAsia="思源黑体 CN Light" w:hAnsi="思源黑体 CN Light" w:cstheme="minorBidi"/>
      <w:kern w:val="2"/>
      <w:sz w:val="21"/>
      <w:szCs w:val="22"/>
      <w:lang w:bidi="ar-SA"/>
    </w:rPr>
  </w:style>
  <w:style w:type="character" w:customStyle="1" w:styleId="Fibocomzhf6">
    <w:name w:val="Fibocom_命令、代码、回显_zh 字符"/>
    <w:basedOn w:val="a0"/>
    <w:link w:val="Fibocomzhf5"/>
    <w:rsid w:val="001D1BF4"/>
    <w:rPr>
      <w:rFonts w:ascii="Noto Sans Light" w:eastAsia="思源黑体 CN Light" w:hAnsi="Noto Sans Light" w:cstheme="minorBidi"/>
      <w:kern w:val="2"/>
      <w:sz w:val="21"/>
      <w:szCs w:val="22"/>
      <w:shd w:val="clear" w:color="auto" w:fill="F8F8F8"/>
      <w:lang w:bidi="ar-SA"/>
    </w:rPr>
  </w:style>
  <w:style w:type="paragraph" w:customStyle="1" w:styleId="Fibocomzhf7">
    <w:name w:val="Fibocom_表头_zh"/>
    <w:basedOn w:val="a"/>
    <w:link w:val="Fibocomzhf8"/>
    <w:qFormat/>
    <w:rsid w:val="001D1BF4"/>
    <w:pPr>
      <w:spacing w:before="40" w:after="100"/>
    </w:pPr>
    <w:rPr>
      <w:rFonts w:ascii="思源黑体 CN Light" w:hAnsi="思源黑体 CN Light"/>
    </w:rPr>
  </w:style>
  <w:style w:type="character" w:customStyle="1" w:styleId="Fibocomzha">
    <w:name w:val="Fibocom_封面文档版本_zh 字符"/>
    <w:basedOn w:val="a0"/>
    <w:link w:val="Fibocomzh9"/>
    <w:rsid w:val="001D1BF4"/>
    <w:rPr>
      <w:rFonts w:ascii="思源黑体 CN Light" w:eastAsia="思源黑体 CN Light" w:hAnsi="思源黑体 CN Light" w:cs="Arial"/>
      <w:iCs/>
      <w:color w:val="4D4D4D"/>
      <w:kern w:val="2"/>
      <w:sz w:val="40"/>
      <w:szCs w:val="28"/>
      <w:lang w:bidi="ar-SA"/>
    </w:rPr>
  </w:style>
  <w:style w:type="character" w:customStyle="1" w:styleId="Fibocomzhf8">
    <w:name w:val="Fibocom_表头_zh 字符"/>
    <w:basedOn w:val="a0"/>
    <w:link w:val="Fibocomzhf7"/>
    <w:rsid w:val="001D1BF4"/>
    <w:rPr>
      <w:rFonts w:ascii="思源黑体 CN Light" w:eastAsia="思源黑体 CN Light" w:hAnsi="思源黑体 CN Light" w:cstheme="minorBidi"/>
      <w:kern w:val="2"/>
      <w:sz w:val="21"/>
      <w:szCs w:val="22"/>
      <w:lang w:bidi="ar-SA"/>
    </w:rPr>
  </w:style>
  <w:style w:type="paragraph" w:customStyle="1" w:styleId="Fibocomen">
    <w:name w:val="Fibocom_表头_en"/>
    <w:basedOn w:val="a"/>
    <w:link w:val="Fibocomen0"/>
    <w:qFormat/>
    <w:rsid w:val="001D1BF4"/>
    <w:pPr>
      <w:wordWrap/>
      <w:spacing w:before="40" w:after="100" w:line="440" w:lineRule="exact"/>
    </w:pPr>
    <w:rPr>
      <w:rFonts w:eastAsia="思源黑体 CN Regular"/>
      <w:sz w:val="24"/>
    </w:rPr>
  </w:style>
  <w:style w:type="paragraph" w:customStyle="1" w:styleId="Fibocomen1">
    <w:name w:val="Fibocom_表格_en"/>
    <w:basedOn w:val="a"/>
    <w:link w:val="Fibocomen2"/>
    <w:qFormat/>
    <w:rsid w:val="001D1BF4"/>
    <w:pPr>
      <w:wordWrap/>
      <w:spacing w:before="40" w:after="100" w:line="440" w:lineRule="exact"/>
    </w:pPr>
    <w:rPr>
      <w:rFonts w:eastAsia="Noto Sans Light"/>
      <w:sz w:val="24"/>
    </w:rPr>
  </w:style>
  <w:style w:type="character" w:customStyle="1" w:styleId="Fibocomen0">
    <w:name w:val="Fibocom_表头_en 字符"/>
    <w:basedOn w:val="a0"/>
    <w:link w:val="Fibocomen"/>
    <w:rsid w:val="001D1BF4"/>
    <w:rPr>
      <w:rFonts w:ascii="Noto Sans Light" w:eastAsia="思源黑体 CN Regular" w:hAnsi="Noto Sans Light" w:cstheme="minorBidi"/>
      <w:kern w:val="2"/>
      <w:sz w:val="24"/>
      <w:szCs w:val="22"/>
      <w:lang w:bidi="ar-SA"/>
    </w:rPr>
  </w:style>
  <w:style w:type="character" w:customStyle="1" w:styleId="Fibocomen2">
    <w:name w:val="Fibocom_表格_en 字符"/>
    <w:basedOn w:val="a0"/>
    <w:link w:val="Fibocomen1"/>
    <w:rsid w:val="001D1BF4"/>
    <w:rPr>
      <w:rFonts w:ascii="Noto Sans Light" w:eastAsia="Noto Sans Light" w:hAnsi="Noto Sans Light" w:cstheme="minorBidi"/>
      <w:kern w:val="2"/>
      <w:sz w:val="24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1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3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6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6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image" Target="media/image7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image" Target="media/image6.png"/><Relationship Id="rId28" Type="http://schemas.openxmlformats.org/officeDocument/2006/relationships/header" Target="header8.xml"/><Relationship Id="rId10" Type="http://schemas.openxmlformats.org/officeDocument/2006/relationships/image" Target="media/image2.png"/><Relationship Id="rId19" Type="http://schemas.openxmlformats.org/officeDocument/2006/relationships/image" Target="media/image4.png"/><Relationship Id="rId31" Type="http://schemas.openxmlformats.org/officeDocument/2006/relationships/footer" Target="footer8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image" Target="media/image5.png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8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Fibocom_ZH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9"/>
    <customShpInfo spid="_x0000_s2078"/>
    <customShpInfo spid="_x0000_s2077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3C0121-5A62-48D7-8A77-BA6015A24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Fibocom_ZH.dotx</Template>
  <TotalTime>89</TotalTime>
  <Pages>1</Pages>
  <Words>3691</Words>
  <Characters>21045</Characters>
  <Application>Microsoft Office Word</Application>
  <DocSecurity>0</DocSecurity>
  <Lines>175</Lines>
  <Paragraphs>49</Paragraphs>
  <ScaleCrop>false</ScaleCrop>
  <Company>Lenovo</Company>
  <LinksUpToDate>false</LinksUpToDate>
  <CharactersWithSpaces>24687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ng</dc:title>
  <dc:subject/>
  <dc:creator>fangs</dc:creator>
  <cp:keywords/>
  <dc:description/>
  <cp:lastModifiedBy>Administrator</cp:lastModifiedBy>
  <cp:revision>38</cp:revision>
  <cp:lastPrinted>2021-11-03T10:02:00Z</cp:lastPrinted>
  <dcterms:created xsi:type="dcterms:W3CDTF">2021-08-11T07:04:00Z</dcterms:created>
  <dcterms:modified xsi:type="dcterms:W3CDTF">2021-11-03T10:03:00Z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Lenovo</vt:lpwstr>
  </property>
  <property fmtid="{D5CDD505-2E9C-101B-9397-08002B2CF9AE}" pid="3" name="DocSecurity">
    <vt:i4>0</vt:i4>
  </property>
  <property fmtid="{D5CDD505-2E9C-101B-9397-08002B2CF9AE}" pid="4" name="KSOProductBuildVer">
    <vt:lpwstr>2052-11.1.0.9141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</Properties>
</file>